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306" w:rsidRDefault="008876E7" w:rsidP="008A6306">
      <w:pPr>
        <w:spacing w:line="300" w:lineRule="exact"/>
        <w:rPr>
          <w:rFonts w:ascii="Arial" w:hAnsi="Arial"/>
          <w:color w:val="000000"/>
          <w:sz w:val="24"/>
        </w:rPr>
      </w:pPr>
      <w:bookmarkStart w:id="0" w:name="_GoBack"/>
      <w:bookmarkEnd w:id="0"/>
      <w:r>
        <w:rPr>
          <w:rFonts w:ascii="Arial" w:hAnsi="Arial"/>
          <w:noProof/>
          <w:color w:val="000000"/>
          <w:sz w:val="24"/>
        </w:rPr>
        <w:drawing>
          <wp:anchor distT="0" distB="0" distL="114300" distR="114300" simplePos="0" relativeHeight="251816960" behindDoc="1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-146050</wp:posOffset>
            </wp:positionV>
            <wp:extent cx="899795" cy="816610"/>
            <wp:effectExtent l="0" t="0" r="0" b="2540"/>
            <wp:wrapNone/>
            <wp:docPr id="3710" name="Afbeelding 3710" descr="logo-ITS-kl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0" descr="logo-ITS-kleur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1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6306" w:rsidRDefault="008A6306" w:rsidP="008A6306">
      <w:pPr>
        <w:spacing w:line="300" w:lineRule="exact"/>
        <w:rPr>
          <w:rFonts w:ascii="Arial" w:hAnsi="Arial"/>
          <w:color w:val="000000"/>
          <w:sz w:val="24"/>
        </w:rPr>
      </w:pPr>
    </w:p>
    <w:p w:rsidR="008A6306" w:rsidRDefault="008A6306" w:rsidP="008A6306">
      <w:pPr>
        <w:spacing w:line="300" w:lineRule="exact"/>
        <w:rPr>
          <w:rFonts w:ascii="Arial" w:hAnsi="Arial"/>
          <w:color w:val="000000"/>
          <w:sz w:val="18"/>
        </w:rPr>
      </w:pPr>
    </w:p>
    <w:p w:rsidR="008A6306" w:rsidRDefault="008A6306" w:rsidP="008A6306">
      <w:pPr>
        <w:spacing w:line="300" w:lineRule="exact"/>
        <w:rPr>
          <w:rFonts w:ascii="Arial" w:hAnsi="Arial"/>
          <w:color w:val="000000"/>
          <w:sz w:val="18"/>
        </w:rPr>
      </w:pPr>
    </w:p>
    <w:p w:rsidR="008A6306" w:rsidRPr="00C5471B" w:rsidRDefault="008A6306" w:rsidP="008A6306">
      <w:pPr>
        <w:spacing w:line="300" w:lineRule="exact"/>
        <w:rPr>
          <w:rFonts w:ascii="Arial" w:hAnsi="Arial"/>
          <w:color w:val="000000"/>
          <w:sz w:val="18"/>
        </w:rPr>
      </w:pPr>
    </w:p>
    <w:p w:rsidR="008A6306" w:rsidRPr="00C5471B" w:rsidRDefault="008876E7" w:rsidP="008A6306">
      <w:pPr>
        <w:spacing w:line="300" w:lineRule="exact"/>
        <w:rPr>
          <w:rFonts w:ascii="Arial" w:hAnsi="Arial"/>
          <w:color w:val="000000"/>
          <w:sz w:val="18"/>
        </w:rPr>
      </w:pPr>
      <w:r w:rsidRPr="00C5471B">
        <w:rPr>
          <w:rFonts w:ascii="Arial" w:hAnsi="Arial"/>
          <w:noProof/>
          <w:color w:val="000000"/>
          <w:sz w:val="18"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112395</wp:posOffset>
                </wp:positionV>
                <wp:extent cx="5410200" cy="0"/>
                <wp:effectExtent l="14605" t="12700" r="13970" b="6350"/>
                <wp:wrapNone/>
                <wp:docPr id="393" name="Line 3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98D8C5" id="Line 3708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85pt" to="426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" o:allowincell="f" strokeweight="1pt"/>
            </w:pict>
          </mc:Fallback>
        </mc:AlternateContent>
      </w:r>
    </w:p>
    <w:p w:rsidR="008A6306" w:rsidRPr="00420CDE" w:rsidRDefault="008A6306" w:rsidP="008A6306">
      <w:pPr>
        <w:pStyle w:val="Koptekst"/>
        <w:tabs>
          <w:tab w:val="clear" w:pos="4536"/>
          <w:tab w:val="clear" w:pos="9072"/>
        </w:tabs>
        <w:rPr>
          <w:rFonts w:ascii="Arial" w:hAnsi="Arial"/>
          <w:sz w:val="20"/>
        </w:rPr>
      </w:pPr>
    </w:p>
    <w:p w:rsidR="008A6306" w:rsidRPr="00C5471B" w:rsidRDefault="008A6306" w:rsidP="008A6306">
      <w:pPr>
        <w:jc w:val="center"/>
        <w:rPr>
          <w:rFonts w:ascii="Arial" w:hAnsi="Arial"/>
          <w:b/>
          <w:sz w:val="40"/>
          <w:szCs w:val="40"/>
        </w:rPr>
      </w:pPr>
      <w:r w:rsidRPr="00C5471B">
        <w:rPr>
          <w:rFonts w:ascii="Arial" w:hAnsi="Arial"/>
          <w:b/>
          <w:sz w:val="40"/>
          <w:szCs w:val="40"/>
        </w:rPr>
        <w:t>C</w:t>
      </w:r>
      <w:r w:rsidR="00233265">
        <w:rPr>
          <w:rFonts w:ascii="Arial" w:hAnsi="Arial"/>
          <w:b/>
          <w:sz w:val="40"/>
          <w:szCs w:val="40"/>
        </w:rPr>
        <w:t>Q-index</w:t>
      </w:r>
      <w:r w:rsidRPr="00C5471B">
        <w:rPr>
          <w:rFonts w:ascii="Arial" w:hAnsi="Arial"/>
          <w:b/>
          <w:sz w:val="40"/>
          <w:szCs w:val="40"/>
        </w:rPr>
        <w:t xml:space="preserve"> </w:t>
      </w:r>
      <w:r>
        <w:rPr>
          <w:rFonts w:ascii="Arial" w:hAnsi="Arial"/>
          <w:b/>
          <w:sz w:val="40"/>
          <w:szCs w:val="40"/>
        </w:rPr>
        <w:t>Lichamelijke</w:t>
      </w:r>
      <w:r w:rsidRPr="00C5471B">
        <w:rPr>
          <w:rFonts w:ascii="Arial" w:hAnsi="Arial"/>
          <w:b/>
          <w:sz w:val="40"/>
          <w:szCs w:val="40"/>
        </w:rPr>
        <w:t xml:space="preserve"> Gehandicaptenzorg</w:t>
      </w:r>
    </w:p>
    <w:p w:rsidR="008A6306" w:rsidRPr="00C5471B" w:rsidRDefault="008A6306" w:rsidP="008A6306">
      <w:pPr>
        <w:jc w:val="center"/>
        <w:rPr>
          <w:rFonts w:ascii="Arial" w:hAnsi="Arial"/>
          <w:sz w:val="18"/>
        </w:rPr>
      </w:pPr>
    </w:p>
    <w:p w:rsidR="008A6306" w:rsidRPr="00B05D7E" w:rsidRDefault="008A6306" w:rsidP="008A6306">
      <w:pPr>
        <w:jc w:val="center"/>
        <w:rPr>
          <w:rFonts w:ascii="Arial" w:hAnsi="Arial"/>
          <w:sz w:val="28"/>
          <w:szCs w:val="28"/>
        </w:rPr>
      </w:pPr>
      <w:r w:rsidRPr="001C0DED">
        <w:rPr>
          <w:rFonts w:ascii="Arial" w:hAnsi="Arial"/>
          <w:sz w:val="28"/>
          <w:szCs w:val="28"/>
          <w:highlight w:val="yellow"/>
          <w:u w:val="single"/>
        </w:rPr>
        <w:t>Dagbesteding</w:t>
      </w:r>
    </w:p>
    <w:p w:rsidR="008A6306" w:rsidRPr="00C5471B" w:rsidRDefault="008A6306" w:rsidP="008A6306">
      <w:pPr>
        <w:jc w:val="center"/>
        <w:rPr>
          <w:rFonts w:ascii="Arial" w:hAnsi="Arial"/>
          <w:sz w:val="18"/>
        </w:rPr>
      </w:pPr>
    </w:p>
    <w:p w:rsidR="008A6306" w:rsidRPr="00C5471B" w:rsidRDefault="008A6306" w:rsidP="008A6306">
      <w:pPr>
        <w:jc w:val="center"/>
        <w:rPr>
          <w:rFonts w:ascii="Arial" w:hAnsi="Arial"/>
          <w:i/>
          <w:sz w:val="28"/>
          <w:szCs w:val="28"/>
        </w:rPr>
      </w:pPr>
      <w:r w:rsidRPr="00C5471B">
        <w:rPr>
          <w:rFonts w:ascii="Arial" w:hAnsi="Arial"/>
          <w:i/>
          <w:sz w:val="28"/>
          <w:szCs w:val="28"/>
        </w:rPr>
        <w:t>Vragenlijst voor cliënten</w:t>
      </w:r>
    </w:p>
    <w:p w:rsidR="008A6306" w:rsidRPr="00C5471B" w:rsidRDefault="008A6306" w:rsidP="008A6306">
      <w:pPr>
        <w:jc w:val="center"/>
        <w:rPr>
          <w:rFonts w:ascii="Arial" w:hAnsi="Arial"/>
          <w:sz w:val="18"/>
        </w:rPr>
      </w:pPr>
    </w:p>
    <w:p w:rsidR="008A6306" w:rsidRPr="00C5471B" w:rsidRDefault="008876E7" w:rsidP="008A6306">
      <w:pPr>
        <w:spacing w:line="300" w:lineRule="exact"/>
        <w:rPr>
          <w:rFonts w:ascii="Arial" w:hAnsi="Arial"/>
          <w:sz w:val="18"/>
        </w:rPr>
      </w:pPr>
      <w:r w:rsidRPr="00C5471B">
        <w:rPr>
          <w:rFonts w:ascii="Arial" w:hAnsi="Arial"/>
          <w:noProof/>
          <w:sz w:val="18"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5410200" cy="0"/>
                <wp:effectExtent l="14605" t="8255" r="13970" b="10795"/>
                <wp:wrapNone/>
                <wp:docPr id="392" name="Line 3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80AAD" id="Line 3709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75pt" to="42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" o:allowincell="f" strokeweight="1pt"/>
            </w:pict>
          </mc:Fallback>
        </mc:AlternateContent>
      </w:r>
    </w:p>
    <w:p w:rsidR="008A6306" w:rsidRDefault="008A6306" w:rsidP="008A6306">
      <w:pPr>
        <w:rPr>
          <w:rFonts w:ascii="Arial" w:hAnsi="Arial"/>
          <w:sz w:val="18"/>
        </w:rPr>
      </w:pPr>
    </w:p>
    <w:p w:rsidR="008A6306" w:rsidRDefault="008A6306" w:rsidP="008A6306">
      <w:pPr>
        <w:rPr>
          <w:rFonts w:ascii="Arial" w:hAnsi="Arial"/>
          <w:sz w:val="18"/>
        </w:rPr>
      </w:pPr>
    </w:p>
    <w:p w:rsidR="008A6306" w:rsidRPr="00C5471B" w:rsidRDefault="008A6306" w:rsidP="008A6306">
      <w:pPr>
        <w:rPr>
          <w:rFonts w:ascii="Arial" w:hAnsi="Arial"/>
          <w:sz w:val="18"/>
        </w:rPr>
      </w:pPr>
    </w:p>
    <w:tbl>
      <w:tblPr>
        <w:tblStyle w:val="Tabelraster"/>
        <w:tblW w:w="4608" w:type="pct"/>
        <w:tblInd w:w="71" w:type="dxa"/>
        <w:tblLook w:val="01E0" w:firstRow="1" w:lastRow="1" w:firstColumn="1" w:lastColumn="1" w:noHBand="0" w:noVBand="0"/>
      </w:tblPr>
      <w:tblGrid>
        <w:gridCol w:w="3490"/>
        <w:gridCol w:w="5021"/>
      </w:tblGrid>
      <w:tr w:rsidR="008A6306" w:rsidRPr="00C5471B" w:rsidTr="00A37B79">
        <w:tc>
          <w:tcPr>
            <w:tcW w:w="20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b/>
                <w:sz w:val="18"/>
              </w:rPr>
            </w:pPr>
            <w:r w:rsidRPr="00C5471B">
              <w:rPr>
                <w:rFonts w:ascii="Arial" w:hAnsi="Arial"/>
                <w:b/>
                <w:sz w:val="18"/>
              </w:rPr>
              <w:t xml:space="preserve">Respondentnummer: </w:t>
            </w:r>
          </w:p>
        </w:tc>
        <w:tc>
          <w:tcPr>
            <w:tcW w:w="29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  <w:tr w:rsidR="008A6306" w:rsidRPr="00C5471B" w:rsidTr="00A37B79">
        <w:tc>
          <w:tcPr>
            <w:tcW w:w="2050" w:type="pct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  <w:tc>
          <w:tcPr>
            <w:tcW w:w="2950" w:type="pct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  <w:tr w:rsidR="008A6306" w:rsidRPr="00C5471B" w:rsidTr="00A37B79"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tabs>
                <w:tab w:val="left" w:pos="227"/>
              </w:tabs>
              <w:spacing w:before="10" w:after="10"/>
              <w:ind w:left="227" w:hanging="227"/>
              <w:rPr>
                <w:rFonts w:ascii="Arial" w:hAnsi="Arial"/>
                <w:sz w:val="18"/>
              </w:rPr>
            </w:pPr>
            <w:r w:rsidRPr="00C5471B">
              <w:rPr>
                <w:rFonts w:ascii="Arial" w:hAnsi="Arial"/>
                <w:sz w:val="18"/>
              </w:rPr>
              <w:t>a.</w:t>
            </w:r>
            <w:r>
              <w:rPr>
                <w:rFonts w:ascii="Arial" w:hAnsi="Arial"/>
                <w:sz w:val="18"/>
              </w:rPr>
              <w:tab/>
            </w:r>
            <w:r w:rsidRPr="00C5471B">
              <w:rPr>
                <w:rFonts w:ascii="Arial" w:hAnsi="Arial"/>
                <w:sz w:val="18"/>
              </w:rPr>
              <w:t>Naam instelling:</w:t>
            </w:r>
          </w:p>
        </w:tc>
        <w:tc>
          <w:tcPr>
            <w:tcW w:w="2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  <w:tr w:rsidR="008A6306" w:rsidRPr="00C5471B" w:rsidTr="00A37B79"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tabs>
                <w:tab w:val="left" w:pos="227"/>
              </w:tabs>
              <w:spacing w:before="10" w:after="10"/>
              <w:ind w:left="227" w:hanging="227"/>
              <w:rPr>
                <w:rFonts w:ascii="Arial" w:hAnsi="Arial"/>
                <w:sz w:val="18"/>
              </w:rPr>
            </w:pPr>
            <w:r w:rsidRPr="00C5471B">
              <w:rPr>
                <w:rFonts w:ascii="Arial" w:hAnsi="Arial"/>
                <w:sz w:val="18"/>
              </w:rPr>
              <w:t>b.</w:t>
            </w:r>
            <w:r>
              <w:rPr>
                <w:rFonts w:ascii="Arial" w:hAnsi="Arial"/>
                <w:sz w:val="18"/>
              </w:rPr>
              <w:tab/>
            </w:r>
            <w:r w:rsidRPr="00C5471B">
              <w:rPr>
                <w:rFonts w:ascii="Arial" w:hAnsi="Arial"/>
                <w:sz w:val="18"/>
              </w:rPr>
              <w:t>Code instelling:</w:t>
            </w:r>
          </w:p>
        </w:tc>
        <w:tc>
          <w:tcPr>
            <w:tcW w:w="2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  <w:tr w:rsidR="008A6306" w:rsidRPr="00C5471B" w:rsidTr="00A37B79"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tabs>
                <w:tab w:val="left" w:pos="227"/>
              </w:tabs>
              <w:spacing w:before="10" w:after="10"/>
              <w:ind w:left="227" w:hanging="227"/>
              <w:rPr>
                <w:rFonts w:ascii="Arial" w:hAnsi="Arial"/>
                <w:sz w:val="18"/>
              </w:rPr>
            </w:pPr>
            <w:r w:rsidRPr="00C5471B">
              <w:rPr>
                <w:rFonts w:ascii="Arial" w:hAnsi="Arial"/>
                <w:sz w:val="18"/>
              </w:rPr>
              <w:t>c.</w:t>
            </w:r>
            <w:r>
              <w:rPr>
                <w:rFonts w:ascii="Arial" w:hAnsi="Arial"/>
                <w:sz w:val="18"/>
              </w:rPr>
              <w:tab/>
            </w:r>
            <w:r w:rsidRPr="00C5471B">
              <w:rPr>
                <w:rFonts w:ascii="Arial" w:hAnsi="Arial"/>
                <w:sz w:val="18"/>
              </w:rPr>
              <w:t>Type zorgvorm:</w:t>
            </w:r>
          </w:p>
        </w:tc>
        <w:tc>
          <w:tcPr>
            <w:tcW w:w="2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</w:t>
            </w:r>
          </w:p>
        </w:tc>
      </w:tr>
      <w:tr w:rsidR="008A6306" w:rsidRPr="00C5471B" w:rsidTr="00A37B79"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tabs>
                <w:tab w:val="left" w:pos="227"/>
              </w:tabs>
              <w:spacing w:before="10" w:after="10"/>
              <w:ind w:left="227" w:hanging="22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d.</w:t>
            </w:r>
            <w:r>
              <w:rPr>
                <w:rFonts w:ascii="Arial" w:hAnsi="Arial"/>
                <w:sz w:val="18"/>
              </w:rPr>
              <w:tab/>
              <w:t>Cliëntnummer</w:t>
            </w:r>
          </w:p>
        </w:tc>
        <w:tc>
          <w:tcPr>
            <w:tcW w:w="2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  <w:tr w:rsidR="008A6306" w:rsidRPr="00C5471B" w:rsidTr="00A37B79"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tabs>
                <w:tab w:val="left" w:pos="227"/>
              </w:tabs>
              <w:spacing w:before="10" w:after="10"/>
              <w:ind w:left="227" w:hanging="227"/>
              <w:rPr>
                <w:rFonts w:ascii="Arial" w:hAnsi="Arial"/>
                <w:sz w:val="18"/>
              </w:rPr>
            </w:pPr>
          </w:p>
        </w:tc>
        <w:tc>
          <w:tcPr>
            <w:tcW w:w="2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  <w:tr w:rsidR="008A6306" w:rsidRPr="00C5471B" w:rsidTr="00A37B79"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tabs>
                <w:tab w:val="left" w:pos="227"/>
              </w:tabs>
              <w:spacing w:before="10" w:after="10"/>
              <w:ind w:left="227" w:hanging="22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</w:t>
            </w:r>
            <w:r w:rsidRPr="00C5471B">
              <w:rPr>
                <w:rFonts w:ascii="Arial" w:hAnsi="Arial"/>
                <w:sz w:val="18"/>
              </w:rPr>
              <w:t xml:space="preserve">. </w:t>
            </w:r>
            <w:r>
              <w:rPr>
                <w:rFonts w:ascii="Arial" w:hAnsi="Arial"/>
                <w:sz w:val="18"/>
              </w:rPr>
              <w:tab/>
            </w:r>
            <w:r w:rsidRPr="00C5471B">
              <w:rPr>
                <w:rFonts w:ascii="Arial" w:hAnsi="Arial"/>
                <w:sz w:val="18"/>
              </w:rPr>
              <w:t>Interviewbureau:</w:t>
            </w:r>
          </w:p>
        </w:tc>
        <w:tc>
          <w:tcPr>
            <w:tcW w:w="2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  <w:tr w:rsidR="008A6306" w:rsidRPr="00C5471B" w:rsidTr="00A37B79"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tabs>
                <w:tab w:val="left" w:pos="227"/>
              </w:tabs>
              <w:spacing w:before="10" w:after="10"/>
              <w:ind w:left="227" w:hanging="22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</w:t>
            </w:r>
            <w:r w:rsidRPr="00B27FC1">
              <w:rPr>
                <w:rFonts w:ascii="Arial" w:hAnsi="Arial"/>
                <w:sz w:val="18"/>
              </w:rPr>
              <w:t>.</w:t>
            </w:r>
            <w:r w:rsidRPr="00B27FC1">
              <w:rPr>
                <w:rFonts w:ascii="Arial" w:hAnsi="Arial"/>
                <w:sz w:val="18"/>
              </w:rPr>
              <w:tab/>
            </w:r>
            <w:r w:rsidRPr="001C0DED">
              <w:rPr>
                <w:rFonts w:ascii="Arial" w:hAnsi="Arial"/>
                <w:sz w:val="18"/>
                <w:highlight w:val="yellow"/>
              </w:rPr>
              <w:t>Code interviewer:</w:t>
            </w:r>
          </w:p>
        </w:tc>
        <w:tc>
          <w:tcPr>
            <w:tcW w:w="2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  <w:tr w:rsidR="008A6306" w:rsidRPr="00C5471B" w:rsidTr="00A37B79"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tabs>
                <w:tab w:val="left" w:pos="227"/>
              </w:tabs>
              <w:spacing w:before="10" w:after="10"/>
              <w:ind w:left="227" w:hanging="227"/>
              <w:rPr>
                <w:rFonts w:ascii="Arial" w:hAnsi="Arial"/>
                <w:sz w:val="18"/>
              </w:rPr>
            </w:pPr>
          </w:p>
        </w:tc>
        <w:tc>
          <w:tcPr>
            <w:tcW w:w="2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  <w:tr w:rsidR="008A6306" w:rsidRPr="00C5471B" w:rsidTr="00A37B79"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tabs>
                <w:tab w:val="left" w:pos="227"/>
              </w:tabs>
              <w:spacing w:before="10" w:after="10"/>
              <w:ind w:left="227" w:hanging="22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</w:t>
            </w:r>
            <w:r w:rsidRPr="00C5471B">
              <w:rPr>
                <w:rFonts w:ascii="Arial" w:hAnsi="Arial"/>
                <w:sz w:val="18"/>
              </w:rPr>
              <w:t xml:space="preserve">. </w:t>
            </w:r>
            <w:r>
              <w:rPr>
                <w:rFonts w:ascii="Arial" w:hAnsi="Arial"/>
                <w:sz w:val="18"/>
              </w:rPr>
              <w:tab/>
            </w:r>
            <w:r w:rsidRPr="00C5471B">
              <w:rPr>
                <w:rFonts w:ascii="Arial" w:hAnsi="Arial"/>
                <w:sz w:val="18"/>
              </w:rPr>
              <w:t xml:space="preserve">Geslacht cliënt: </w:t>
            </w:r>
          </w:p>
        </w:tc>
        <w:tc>
          <w:tcPr>
            <w:tcW w:w="2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  <w:tr w:rsidR="008A6306" w:rsidRPr="00C5471B" w:rsidTr="00A37B79"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tabs>
                <w:tab w:val="left" w:pos="227"/>
              </w:tabs>
              <w:spacing w:before="10" w:after="10"/>
              <w:ind w:left="227" w:hanging="22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h</w:t>
            </w:r>
            <w:r w:rsidRPr="00C5471B">
              <w:rPr>
                <w:rFonts w:ascii="Arial" w:hAnsi="Arial"/>
                <w:sz w:val="18"/>
              </w:rPr>
              <w:t xml:space="preserve">. </w:t>
            </w:r>
            <w:r>
              <w:rPr>
                <w:rFonts w:ascii="Arial" w:hAnsi="Arial"/>
                <w:sz w:val="18"/>
              </w:rPr>
              <w:tab/>
            </w:r>
            <w:r w:rsidRPr="00C5471B">
              <w:rPr>
                <w:rFonts w:ascii="Arial" w:hAnsi="Arial"/>
                <w:sz w:val="18"/>
              </w:rPr>
              <w:t xml:space="preserve">Leeftijd cliënt: </w:t>
            </w:r>
            <w:r w:rsidRPr="00025EB9">
              <w:rPr>
                <w:rFonts w:ascii="Arial" w:hAnsi="Arial"/>
                <w:sz w:val="18"/>
                <w:highlight w:val="yellow"/>
              </w:rPr>
              <w:t>(1</w:t>
            </w:r>
            <w:r w:rsidR="004F7E10">
              <w:rPr>
                <w:rFonts w:ascii="Arial" w:hAnsi="Arial"/>
                <w:sz w:val="18"/>
                <w:highlight w:val="yellow"/>
              </w:rPr>
              <w:t>6</w:t>
            </w:r>
            <w:r w:rsidRPr="00025EB9">
              <w:rPr>
                <w:rFonts w:ascii="Arial" w:hAnsi="Arial"/>
                <w:sz w:val="18"/>
                <w:highlight w:val="yellow"/>
              </w:rPr>
              <w:t xml:space="preserve"> jaar of ouder !!)</w:t>
            </w:r>
          </w:p>
        </w:tc>
        <w:tc>
          <w:tcPr>
            <w:tcW w:w="2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  <w:tr w:rsidR="008A6306" w:rsidRPr="00C5471B" w:rsidTr="00A37B79"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Default="008A6306" w:rsidP="000E02BB">
            <w:pPr>
              <w:tabs>
                <w:tab w:val="left" w:pos="227"/>
              </w:tabs>
              <w:spacing w:before="10" w:after="10"/>
              <w:ind w:left="227" w:hanging="22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i.</w:t>
            </w:r>
            <w:r>
              <w:rPr>
                <w:rFonts w:ascii="Arial" w:hAnsi="Arial"/>
                <w:sz w:val="18"/>
              </w:rPr>
              <w:tab/>
              <w:t>Aard beperking</w:t>
            </w:r>
          </w:p>
        </w:tc>
        <w:tc>
          <w:tcPr>
            <w:tcW w:w="2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  <w:tr w:rsidR="008A6306" w:rsidRPr="00C5471B" w:rsidTr="00A37B79"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tabs>
                <w:tab w:val="left" w:pos="227"/>
              </w:tabs>
              <w:spacing w:before="10" w:after="10"/>
              <w:ind w:left="227" w:hanging="227"/>
              <w:rPr>
                <w:rFonts w:ascii="Arial" w:hAnsi="Arial"/>
                <w:sz w:val="18"/>
              </w:rPr>
            </w:pPr>
          </w:p>
        </w:tc>
        <w:tc>
          <w:tcPr>
            <w:tcW w:w="2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  <w:tr w:rsidR="008A6306" w:rsidRPr="00C5471B" w:rsidTr="00A37B79"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335618" w:rsidRDefault="008A6306" w:rsidP="000E02BB">
            <w:pPr>
              <w:tabs>
                <w:tab w:val="left" w:pos="227"/>
              </w:tabs>
              <w:spacing w:before="10" w:after="10"/>
              <w:ind w:left="227" w:hanging="22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j</w:t>
            </w:r>
            <w:r w:rsidRPr="00335618">
              <w:rPr>
                <w:rFonts w:ascii="Arial" w:hAnsi="Arial"/>
                <w:sz w:val="18"/>
              </w:rPr>
              <w:t>.</w:t>
            </w:r>
            <w:r w:rsidRPr="00335618">
              <w:rPr>
                <w:rFonts w:ascii="Arial" w:hAnsi="Arial"/>
                <w:sz w:val="18"/>
              </w:rPr>
              <w:tab/>
              <w:t>Term persoonlijke begele</w:t>
            </w:r>
            <w:r w:rsidRPr="00335618">
              <w:rPr>
                <w:rFonts w:ascii="Arial" w:hAnsi="Arial"/>
                <w:sz w:val="18"/>
              </w:rPr>
              <w:t>i</w:t>
            </w:r>
            <w:r w:rsidRPr="00335618">
              <w:rPr>
                <w:rFonts w:ascii="Arial" w:hAnsi="Arial"/>
                <w:sz w:val="18"/>
              </w:rPr>
              <w:t>der:</w:t>
            </w:r>
          </w:p>
        </w:tc>
        <w:tc>
          <w:tcPr>
            <w:tcW w:w="2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  <w:tr w:rsidR="008A6306" w:rsidRPr="00C5471B" w:rsidTr="00A37B79"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335618" w:rsidRDefault="008A6306" w:rsidP="000E02BB">
            <w:pPr>
              <w:tabs>
                <w:tab w:val="left" w:pos="227"/>
              </w:tabs>
              <w:spacing w:before="10" w:after="10"/>
              <w:ind w:left="227" w:hanging="22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</w:t>
            </w:r>
            <w:r w:rsidRPr="00335618">
              <w:rPr>
                <w:rFonts w:ascii="Arial" w:hAnsi="Arial"/>
                <w:sz w:val="18"/>
              </w:rPr>
              <w:t>.</w:t>
            </w:r>
            <w:r w:rsidRPr="00335618">
              <w:rPr>
                <w:rFonts w:ascii="Arial" w:hAnsi="Arial"/>
                <w:sz w:val="18"/>
              </w:rPr>
              <w:tab/>
              <w:t>Term voor zorgplan:</w:t>
            </w:r>
          </w:p>
        </w:tc>
        <w:tc>
          <w:tcPr>
            <w:tcW w:w="2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  <w:tr w:rsidR="008A6306" w:rsidRPr="00C5471B" w:rsidTr="00A37B79"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335618" w:rsidRDefault="008A6306" w:rsidP="000E02BB">
            <w:pPr>
              <w:tabs>
                <w:tab w:val="left" w:pos="227"/>
              </w:tabs>
              <w:spacing w:before="10" w:after="10"/>
              <w:ind w:left="227" w:hanging="22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</w:t>
            </w:r>
            <w:r w:rsidRPr="00335618">
              <w:rPr>
                <w:rFonts w:ascii="Arial" w:hAnsi="Arial"/>
                <w:sz w:val="18"/>
              </w:rPr>
              <w:t>.</w:t>
            </w:r>
            <w:r w:rsidRPr="00335618">
              <w:rPr>
                <w:rFonts w:ascii="Arial" w:hAnsi="Arial"/>
                <w:sz w:val="18"/>
              </w:rPr>
              <w:tab/>
              <w:t>Term cliëntenraad:</w:t>
            </w:r>
          </w:p>
        </w:tc>
        <w:tc>
          <w:tcPr>
            <w:tcW w:w="2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  <w:tr w:rsidR="008A6306" w:rsidRPr="00C5471B" w:rsidTr="00A37B79"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335618" w:rsidRDefault="008A6306" w:rsidP="000E02BB">
            <w:pPr>
              <w:tabs>
                <w:tab w:val="left" w:pos="227"/>
              </w:tabs>
              <w:spacing w:before="10" w:after="10"/>
              <w:ind w:left="227" w:hanging="22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</w:t>
            </w:r>
            <w:r w:rsidRPr="00335618">
              <w:rPr>
                <w:rFonts w:ascii="Arial" w:hAnsi="Arial"/>
                <w:sz w:val="18"/>
              </w:rPr>
              <w:t>.</w:t>
            </w:r>
            <w:r w:rsidRPr="00335618"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</w:rPr>
              <w:t>Naam</w:t>
            </w:r>
            <w:r w:rsidRPr="00335618">
              <w:rPr>
                <w:rFonts w:ascii="Arial" w:hAnsi="Arial"/>
                <w:sz w:val="18"/>
              </w:rPr>
              <w:t xml:space="preserve"> klachtenfunctionaris:</w:t>
            </w:r>
          </w:p>
        </w:tc>
        <w:tc>
          <w:tcPr>
            <w:tcW w:w="2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  <w:tr w:rsidR="008A6306" w:rsidRPr="00C5471B" w:rsidTr="00A37B79"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335618" w:rsidRDefault="008A6306" w:rsidP="000E02BB">
            <w:pPr>
              <w:tabs>
                <w:tab w:val="left" w:pos="227"/>
              </w:tabs>
              <w:spacing w:before="10" w:after="10"/>
              <w:ind w:left="227" w:hanging="227"/>
              <w:rPr>
                <w:rFonts w:ascii="Arial" w:hAnsi="Arial"/>
                <w:sz w:val="18"/>
              </w:rPr>
            </w:pPr>
          </w:p>
        </w:tc>
        <w:tc>
          <w:tcPr>
            <w:tcW w:w="2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  <w:tr w:rsidR="008A6306" w:rsidRPr="00C5471B" w:rsidTr="00A37B79"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335618" w:rsidRDefault="008A6306" w:rsidP="000E02BB">
            <w:pPr>
              <w:tabs>
                <w:tab w:val="left" w:pos="227"/>
              </w:tabs>
              <w:spacing w:before="10" w:after="10"/>
              <w:ind w:left="227" w:hanging="22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</w:t>
            </w:r>
            <w:r w:rsidRPr="00335618">
              <w:rPr>
                <w:rFonts w:ascii="Arial" w:hAnsi="Arial"/>
                <w:sz w:val="18"/>
              </w:rPr>
              <w:t>.</w:t>
            </w:r>
            <w:r w:rsidRPr="00335618"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</w:rPr>
              <w:t>Naam</w:t>
            </w:r>
            <w:r w:rsidRPr="00335618">
              <w:rPr>
                <w:rFonts w:ascii="Arial" w:hAnsi="Arial"/>
                <w:sz w:val="18"/>
              </w:rPr>
              <w:t xml:space="preserve"> vertrouwenspersoon:</w:t>
            </w:r>
          </w:p>
        </w:tc>
        <w:tc>
          <w:tcPr>
            <w:tcW w:w="2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  <w:tr w:rsidR="008A6306" w:rsidRPr="00C5471B" w:rsidTr="00A37B79"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335618" w:rsidRDefault="008A6306" w:rsidP="000E02BB">
            <w:pPr>
              <w:tabs>
                <w:tab w:val="left" w:pos="227"/>
              </w:tabs>
              <w:spacing w:before="10" w:after="10"/>
              <w:ind w:left="227" w:hanging="227"/>
              <w:rPr>
                <w:rFonts w:ascii="Arial" w:hAnsi="Arial"/>
                <w:sz w:val="18"/>
              </w:rPr>
            </w:pPr>
            <w:r w:rsidRPr="00335618">
              <w:rPr>
                <w:rFonts w:ascii="Arial" w:hAnsi="Arial"/>
                <w:sz w:val="18"/>
              </w:rPr>
              <w:tab/>
              <w:t>(voor eventuele nazorg)</w:t>
            </w:r>
          </w:p>
        </w:tc>
        <w:tc>
          <w:tcPr>
            <w:tcW w:w="2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  <w:tr w:rsidR="008A6306" w:rsidRPr="00C5471B" w:rsidTr="00A37B79">
        <w:tc>
          <w:tcPr>
            <w:tcW w:w="20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335618" w:rsidRDefault="008A6306" w:rsidP="000E02BB">
            <w:pPr>
              <w:tabs>
                <w:tab w:val="left" w:pos="227"/>
              </w:tabs>
              <w:spacing w:before="10" w:after="10"/>
              <w:ind w:left="227" w:hanging="227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</w:t>
            </w:r>
            <w:r w:rsidRPr="00335618">
              <w:rPr>
                <w:rFonts w:ascii="Arial" w:hAnsi="Arial"/>
                <w:sz w:val="18"/>
              </w:rPr>
              <w:t>.</w:t>
            </w:r>
            <w:r w:rsidRPr="00335618">
              <w:rPr>
                <w:rFonts w:ascii="Arial" w:hAnsi="Arial"/>
                <w:sz w:val="18"/>
              </w:rPr>
              <w:tab/>
              <w:t>Overige instellingsspecifieke termen:</w:t>
            </w:r>
          </w:p>
        </w:tc>
        <w:tc>
          <w:tcPr>
            <w:tcW w:w="2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  <w:tr w:rsidR="008A6306" w:rsidRPr="00C5471B" w:rsidTr="00A37B79">
        <w:tc>
          <w:tcPr>
            <w:tcW w:w="2050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:rsidR="008A6306" w:rsidRDefault="008A6306" w:rsidP="000E02BB">
            <w:pPr>
              <w:tabs>
                <w:tab w:val="left" w:pos="227"/>
              </w:tabs>
              <w:spacing w:before="10" w:after="10"/>
              <w:ind w:left="227" w:hanging="227"/>
              <w:rPr>
                <w:rFonts w:ascii="Arial" w:hAnsi="Arial"/>
                <w:sz w:val="18"/>
              </w:rPr>
            </w:pPr>
          </w:p>
        </w:tc>
        <w:tc>
          <w:tcPr>
            <w:tcW w:w="2950" w:type="pc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:rsidR="008A6306" w:rsidRPr="00C5471B" w:rsidRDefault="008A6306" w:rsidP="000E02BB">
            <w:pPr>
              <w:spacing w:before="10" w:after="10"/>
              <w:rPr>
                <w:rFonts w:ascii="Arial" w:hAnsi="Arial"/>
                <w:sz w:val="18"/>
              </w:rPr>
            </w:pPr>
          </w:p>
        </w:tc>
      </w:tr>
    </w:tbl>
    <w:p w:rsidR="008A6306" w:rsidRPr="00C5471B" w:rsidRDefault="008A6306" w:rsidP="008A6306">
      <w:pPr>
        <w:rPr>
          <w:rFonts w:ascii="Arial" w:hAnsi="Arial"/>
          <w:sz w:val="18"/>
        </w:rPr>
      </w:pPr>
    </w:p>
    <w:p w:rsidR="008A6306" w:rsidRPr="00C5471B" w:rsidRDefault="008A6306" w:rsidP="008A6306">
      <w:pPr>
        <w:rPr>
          <w:rFonts w:ascii="Arial" w:hAnsi="Arial"/>
          <w:sz w:val="18"/>
        </w:rPr>
      </w:pPr>
    </w:p>
    <w:p w:rsidR="00DF6CF2" w:rsidRDefault="00DF6CF2" w:rsidP="00271EB1">
      <w:pPr>
        <w:spacing w:line="276" w:lineRule="auto"/>
        <w:rPr>
          <w:rFonts w:ascii="Arial" w:hAnsi="Arial" w:cs="Arial"/>
          <w:sz w:val="20"/>
          <w:szCs w:val="20"/>
        </w:rPr>
      </w:pPr>
    </w:p>
    <w:p w:rsidR="006C3E1D" w:rsidRDefault="008876E7" w:rsidP="00271EB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1043940</wp:posOffset>
                </wp:positionV>
                <wp:extent cx="5408930" cy="680085"/>
                <wp:effectExtent l="5080" t="10795" r="5715" b="13970"/>
                <wp:wrapNone/>
                <wp:docPr id="391" name="Text Box 37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680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C1463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Deze vragenlijst is gebaseerd op het Kwaliteitskader Gehandicapten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softHyphen/>
                            </w:r>
                            <w:r w:rsidRPr="00C1463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zorg en is ontwikkeld door het ITS, </w:t>
                            </w: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  <w:r w:rsidRPr="00C1463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Radboud Universiteit Nijmegen. </w:t>
                            </w:r>
                            <w:r w:rsidRPr="00F21A9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Versie d1.</w:t>
                            </w:r>
                            <w:r w:rsidR="00A17E5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Pr="00F21A9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A17E5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ju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  <w:r w:rsidR="00A17E5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i</w:t>
                            </w:r>
                            <w:r w:rsidRPr="00F21A9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201</w:t>
                            </w:r>
                            <w:r w:rsidR="00A17E5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Pr="00F21A92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  <w:p w:rsidR="004F7E10" w:rsidRDefault="004F7E10" w:rsidP="00A37B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74" o:spid="_x0000_s1026" type="#_x0000_t202" style="position:absolute;margin-left:0;margin-top:82.2pt;width:425.9pt;height:53.5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">
                <v:textbox>
                  <w:txbxContent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C1463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Deze vragenlijst is gebaseerd op het Kwaliteitskader Gehandicapten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softHyphen/>
                      </w:r>
                      <w:r w:rsidRPr="00C1463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zorg en is ontwikkeld door het ITS, </w:t>
                      </w: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  <w:r w:rsidRPr="00C1463C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Radboud Universiteit Nijmegen. </w:t>
                      </w:r>
                      <w:r w:rsidRPr="00F21A9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Versie d1.</w:t>
                      </w:r>
                      <w:r w:rsidR="00A17E53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</w:t>
                      </w:r>
                      <w:r w:rsidRPr="00F21A9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, </w:t>
                      </w:r>
                      <w:r w:rsidR="00A17E53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ju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l</w:t>
                      </w:r>
                      <w:r w:rsidR="00A17E53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i</w:t>
                      </w:r>
                      <w:r w:rsidRPr="00F21A9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201</w:t>
                      </w:r>
                      <w:r w:rsidR="00A17E53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3</w:t>
                      </w:r>
                      <w:r w:rsidRPr="00F21A92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.</w:t>
                      </w: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>
                      <w:pPr>
                        <w:rPr>
                          <w:rFonts w:ascii="Arial" w:hAnsi="Arial" w:cs="Arial"/>
                          <w:b/>
                          <w:vanish/>
                          <w:sz w:val="18"/>
                          <w:szCs w:val="18"/>
                        </w:rPr>
                      </w:pPr>
                    </w:p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  <w:p w:rsidR="004F7E10" w:rsidRDefault="004F7E10" w:rsidP="00A37B79"/>
                  </w:txbxContent>
                </v:textbox>
              </v:shape>
            </w:pict>
          </mc:Fallback>
        </mc:AlternateContent>
      </w:r>
    </w:p>
    <w:p w:rsidR="00595A91" w:rsidRDefault="00595A91" w:rsidP="00271EB1">
      <w:pPr>
        <w:spacing w:line="276" w:lineRule="auto"/>
        <w:rPr>
          <w:rFonts w:ascii="Arial" w:hAnsi="Arial" w:cs="Arial"/>
          <w:b/>
          <w:sz w:val="24"/>
          <w:szCs w:val="24"/>
        </w:rPr>
        <w:sectPr w:rsidR="00595A91" w:rsidSect="003829D5">
          <w:footerReference w:type="even" r:id="rId14"/>
          <w:footerReference w:type="default" r:id="rId15"/>
          <w:pgSz w:w="11906" w:h="16838" w:code="9"/>
          <w:pgMar w:top="1418" w:right="1418" w:bottom="1985" w:left="1418" w:header="1418" w:footer="1418" w:gutter="0"/>
          <w:pgNumType w:start="1"/>
          <w:cols w:space="708"/>
          <w:titlePg/>
          <w:docGrid w:linePitch="360"/>
        </w:sectPr>
      </w:pPr>
    </w:p>
    <w:p w:rsidR="00DE7359" w:rsidRDefault="00DE7359" w:rsidP="00271EB1">
      <w:pPr>
        <w:spacing w:line="276" w:lineRule="auto"/>
        <w:rPr>
          <w:rFonts w:ascii="Arial" w:hAnsi="Arial" w:cs="Arial"/>
          <w:b/>
          <w:sz w:val="24"/>
          <w:szCs w:val="24"/>
        </w:rPr>
        <w:sectPr w:rsidR="00DE7359" w:rsidSect="003829D5">
          <w:pgSz w:w="11906" w:h="16838" w:code="9"/>
          <w:pgMar w:top="1418" w:right="1418" w:bottom="1985" w:left="1418" w:header="1418" w:footer="1418" w:gutter="0"/>
          <w:pgNumType w:start="1"/>
          <w:cols w:space="708"/>
          <w:titlePg/>
          <w:docGrid w:linePitch="360"/>
        </w:sectPr>
      </w:pPr>
    </w:p>
    <w:p w:rsidR="002F13F5" w:rsidRDefault="002F13F5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057"/>
      </w:tblGrid>
      <w:tr w:rsidR="002F13F5" w:rsidRPr="002E6342" w:rsidTr="00DE7359">
        <w:tc>
          <w:tcPr>
            <w:tcW w:w="9057" w:type="dxa"/>
            <w:tcBorders>
              <w:top w:val="single" w:sz="4" w:space="0" w:color="auto"/>
              <w:bottom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2F13F5" w:rsidRPr="00EF4919" w:rsidRDefault="002F13F5" w:rsidP="000E02BB">
            <w:pPr>
              <w:jc w:val="center"/>
              <w:rPr>
                <w:rFonts w:ascii="Arial" w:hAnsi="Arial" w:cs="Arial"/>
                <w:b/>
              </w:rPr>
            </w:pPr>
            <w:r w:rsidRPr="00EF4919">
              <w:rPr>
                <w:rFonts w:ascii="Arial" w:hAnsi="Arial" w:cs="Arial"/>
                <w:b/>
              </w:rPr>
              <w:br w:type="page"/>
            </w:r>
            <w:r w:rsidRPr="00EF4919">
              <w:rPr>
                <w:rFonts w:ascii="Arial" w:hAnsi="Arial" w:cs="Arial"/>
                <w:b/>
              </w:rPr>
              <w:br w:type="page"/>
            </w:r>
            <w:r w:rsidRPr="00EF4919">
              <w:rPr>
                <w:rFonts w:ascii="Arial" w:hAnsi="Arial" w:cs="Arial"/>
                <w:b/>
              </w:rPr>
              <w:br w:type="page"/>
            </w:r>
            <w:r>
              <w:rPr>
                <w:rFonts w:ascii="Arial" w:hAnsi="Arial" w:cs="Arial"/>
                <w:b/>
              </w:rPr>
              <w:t>Non-respons</w:t>
            </w:r>
          </w:p>
        </w:tc>
      </w:tr>
    </w:tbl>
    <w:p w:rsidR="002F13F5" w:rsidRDefault="002F13F5" w:rsidP="002F13F5">
      <w:pPr>
        <w:rPr>
          <w:rFonts w:ascii="Arial" w:hAnsi="Arial" w:cs="Arial"/>
          <w:sz w:val="18"/>
          <w:szCs w:val="18"/>
        </w:rPr>
      </w:pPr>
    </w:p>
    <w:p w:rsidR="002F13F5" w:rsidRPr="00C5471B" w:rsidRDefault="002F13F5" w:rsidP="002F13F5">
      <w:pPr>
        <w:rPr>
          <w:rFonts w:ascii="Arial" w:hAnsi="Arial"/>
          <w:i/>
          <w:sz w:val="18"/>
        </w:rPr>
      </w:pPr>
      <w:r w:rsidRPr="00C5471B">
        <w:rPr>
          <w:rFonts w:ascii="Arial" w:hAnsi="Arial"/>
          <w:i/>
          <w:sz w:val="18"/>
        </w:rPr>
        <w:t>Int: invullen als cliënt toch niet mee doet aan interview</w:t>
      </w:r>
      <w:r>
        <w:rPr>
          <w:rFonts w:ascii="Arial" w:hAnsi="Arial"/>
          <w:i/>
          <w:sz w:val="18"/>
        </w:rPr>
        <w:t>.</w:t>
      </w:r>
    </w:p>
    <w:p w:rsidR="002F13F5" w:rsidRDefault="002F13F5" w:rsidP="002F13F5">
      <w:pPr>
        <w:ind w:left="454" w:hanging="454"/>
        <w:rPr>
          <w:rFonts w:ascii="Arial" w:hAnsi="Arial" w:cs="Arial"/>
          <w:b/>
          <w:sz w:val="18"/>
          <w:szCs w:val="18"/>
        </w:rPr>
      </w:pPr>
    </w:p>
    <w:p w:rsidR="002F13F5" w:rsidRDefault="002F13F5" w:rsidP="002F13F5">
      <w:pPr>
        <w:ind w:left="454" w:hanging="454"/>
        <w:rPr>
          <w:rFonts w:ascii="Arial" w:hAnsi="Arial" w:cs="Arial"/>
          <w:b/>
          <w:sz w:val="18"/>
          <w:szCs w:val="18"/>
        </w:rPr>
      </w:pPr>
    </w:p>
    <w:p w:rsidR="002F13F5" w:rsidRPr="000624F1" w:rsidRDefault="002F13F5" w:rsidP="002F13F5">
      <w:pPr>
        <w:ind w:left="397" w:hanging="397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NR.</w:t>
      </w:r>
      <w:r>
        <w:rPr>
          <w:rFonts w:ascii="Arial" w:hAnsi="Arial" w:cs="Arial"/>
          <w:b/>
          <w:sz w:val="18"/>
          <w:szCs w:val="18"/>
        </w:rPr>
        <w:tab/>
        <w:t xml:space="preserve">Waarom kan/wil de cliënt alsnog niet meedoen? </w:t>
      </w:r>
    </w:p>
    <w:p w:rsidR="002F13F5" w:rsidRDefault="002F13F5" w:rsidP="002F13F5">
      <w:pPr>
        <w:ind w:firstLine="39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Int: meerdere antwoorden zijn mogelijk.</w:t>
      </w:r>
    </w:p>
    <w:p w:rsidR="002F13F5" w:rsidRPr="00717275" w:rsidRDefault="002F13F5" w:rsidP="002F13F5">
      <w:pPr>
        <w:spacing w:line="144" w:lineRule="auto"/>
        <w:rPr>
          <w:rFonts w:ascii="Arial" w:hAnsi="Arial" w:cs="Arial"/>
          <w:sz w:val="18"/>
          <w:szCs w:val="18"/>
        </w:rPr>
      </w:pPr>
    </w:p>
    <w:tbl>
      <w:tblPr>
        <w:tblW w:w="474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8183"/>
      </w:tblGrid>
      <w:tr w:rsidR="002F13F5" w:rsidRPr="00717275" w:rsidTr="000E02BB">
        <w:tc>
          <w:tcPr>
            <w:tcW w:w="251" w:type="pct"/>
            <w:vAlign w:val="center"/>
          </w:tcPr>
          <w:p w:rsidR="002F13F5" w:rsidRDefault="008876E7" w:rsidP="000E02BB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5080" t="13335" r="12700" b="13970"/>
                      <wp:wrapNone/>
                      <wp:docPr id="390" name="Text Box 37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F13F5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13" o:spid="_x0000_s1027" type="#_x0000_t202" style="position:absolute;margin-left:0;margin-top:2pt;width:11.35pt;height:11.35pt;z-index:2518179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ZdgSp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2F13F5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49" w:type="pct"/>
            <w:vAlign w:val="center"/>
          </w:tcPr>
          <w:p w:rsidR="002F13F5" w:rsidRPr="0008598C" w:rsidRDefault="002F13F5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cliënt is tweemaal niet aanwezig op afspraak</w:t>
            </w:r>
          </w:p>
        </w:tc>
      </w:tr>
      <w:tr w:rsidR="002F13F5" w:rsidRPr="00717275" w:rsidTr="000E02BB">
        <w:tc>
          <w:tcPr>
            <w:tcW w:w="251" w:type="pct"/>
            <w:vAlign w:val="center"/>
          </w:tcPr>
          <w:p w:rsidR="002F13F5" w:rsidRDefault="008876E7" w:rsidP="000E02BB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5080" t="8890" r="12700" b="8890"/>
                      <wp:wrapNone/>
                      <wp:docPr id="389" name="Text Box 37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F13F5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21" o:spid="_x0000_s1028" type="#_x0000_t202" style="position:absolute;margin-left:0;margin-top:2pt;width:11.35pt;height:11.35pt;z-index:2518190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BEqR/Y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4F7E10" w:rsidRDefault="004F7E10" w:rsidP="002F13F5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49" w:type="pct"/>
            <w:vAlign w:val="center"/>
          </w:tcPr>
          <w:p w:rsidR="002F13F5" w:rsidRPr="0008598C" w:rsidRDefault="002F13F5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cliënt wil niet meer meewerken (geen zin) </w:t>
            </w:r>
          </w:p>
        </w:tc>
      </w:tr>
      <w:tr w:rsidR="002F13F5" w:rsidRPr="00717275" w:rsidTr="000E02BB">
        <w:tc>
          <w:tcPr>
            <w:tcW w:w="251" w:type="pct"/>
            <w:vAlign w:val="center"/>
          </w:tcPr>
          <w:p w:rsidR="002F13F5" w:rsidRDefault="008876E7" w:rsidP="000E02BB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5080" t="13970" r="12700" b="13335"/>
                      <wp:wrapNone/>
                      <wp:docPr id="388" name="Text Box 37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F13F5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22" o:spid="_x0000_s1029" type="#_x0000_t202" style="position:absolute;margin-left:0;margin-top:2pt;width:11.35pt;height:11.35pt;z-index:2518200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a6M7w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F13F5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49" w:type="pct"/>
            <w:vAlign w:val="center"/>
          </w:tcPr>
          <w:p w:rsidR="002F13F5" w:rsidRPr="0008598C" w:rsidRDefault="002F13F5" w:rsidP="000E02BB">
            <w:pPr>
              <w:rPr>
                <w:rFonts w:ascii="Arial" w:hAnsi="Arial" w:cs="Arial"/>
                <w:sz w:val="18"/>
                <w:szCs w:val="18"/>
                <w:lang w:val="pt-BR"/>
              </w:rPr>
            </w:pPr>
            <w:r>
              <w:rPr>
                <w:rFonts w:ascii="Arial" w:hAnsi="Arial" w:cs="Arial"/>
                <w:sz w:val="18"/>
                <w:szCs w:val="18"/>
              </w:rPr>
              <w:t>cliënt weet nergens van</w:t>
            </w:r>
          </w:p>
        </w:tc>
      </w:tr>
      <w:tr w:rsidR="002F13F5" w:rsidRPr="003D1C79" w:rsidTr="000E02BB">
        <w:tc>
          <w:tcPr>
            <w:tcW w:w="251" w:type="pct"/>
            <w:vAlign w:val="center"/>
          </w:tcPr>
          <w:p w:rsidR="002F13F5" w:rsidRDefault="008876E7" w:rsidP="000E02BB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5080" t="8890" r="12700" b="8890"/>
                      <wp:wrapNone/>
                      <wp:docPr id="387" name="Text Box 37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F13F5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23" o:spid="_x0000_s1030" type="#_x0000_t202" style="position:absolute;margin-left:0;margin-top:2pt;width:11.35pt;height:11.35pt;z-index:2518210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BP6gUA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2F13F5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49" w:type="pct"/>
            <w:vAlign w:val="center"/>
          </w:tcPr>
          <w:p w:rsidR="002F13F5" w:rsidRPr="0008598C" w:rsidRDefault="002F13F5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cliënt behoort niet tot doelgroep: jonger dan 1</w:t>
            </w:r>
            <w:r w:rsidR="004F7E10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jaar, te ernstig beperkt of sterk gedragsgestoord</w:t>
            </w:r>
          </w:p>
        </w:tc>
      </w:tr>
      <w:tr w:rsidR="002F13F5" w:rsidRPr="00717275" w:rsidTr="000E02BB">
        <w:tc>
          <w:tcPr>
            <w:tcW w:w="251" w:type="pct"/>
            <w:vAlign w:val="center"/>
          </w:tcPr>
          <w:p w:rsidR="002F13F5" w:rsidRDefault="008876E7" w:rsidP="000E02BB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5080" t="13970" r="12700" b="13335"/>
                      <wp:wrapNone/>
                      <wp:docPr id="386" name="Text Box 37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F13F5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24" o:spid="_x0000_s1031" type="#_x0000_t202" style="position:absolute;margin-left:0;margin-top:2pt;width:11.35pt;height:11.35pt;z-index:2518220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ODhjR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2F13F5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49" w:type="pct"/>
            <w:vAlign w:val="center"/>
          </w:tcPr>
          <w:p w:rsidR="002F13F5" w:rsidRPr="0008598C" w:rsidRDefault="002F13F5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cliënt voelt zich niet lekker of is te moe</w:t>
            </w:r>
          </w:p>
        </w:tc>
      </w:tr>
      <w:tr w:rsidR="002F13F5" w:rsidRPr="00717275" w:rsidTr="000E02BB">
        <w:tc>
          <w:tcPr>
            <w:tcW w:w="251" w:type="pct"/>
            <w:vAlign w:val="center"/>
          </w:tcPr>
          <w:p w:rsidR="002F13F5" w:rsidRDefault="008876E7" w:rsidP="000E02BB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5080" t="9525" r="12700" b="8255"/>
                      <wp:wrapNone/>
                      <wp:docPr id="385" name="Text Box 37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F13F5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25" o:spid="_x0000_s1032" type="#_x0000_t202" style="position:absolute;margin-left:0;margin-top:2pt;width:11.35pt;height:11.35pt;z-index:2518231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JiXyH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F13F5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49" w:type="pct"/>
            <w:vAlign w:val="center"/>
          </w:tcPr>
          <w:p w:rsidR="002F13F5" w:rsidRPr="0008598C" w:rsidRDefault="002F13F5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cliënt heeft geen tijd</w:t>
            </w:r>
          </w:p>
        </w:tc>
      </w:tr>
      <w:tr w:rsidR="002F13F5" w:rsidRPr="00717275" w:rsidTr="000E02BB">
        <w:tc>
          <w:tcPr>
            <w:tcW w:w="251" w:type="pct"/>
            <w:vAlign w:val="center"/>
          </w:tcPr>
          <w:p w:rsidR="002F13F5" w:rsidRDefault="008876E7" w:rsidP="000E02BB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5080" t="5080" r="12700" b="12700"/>
                      <wp:wrapNone/>
                      <wp:docPr id="384" name="Text Box 37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F13F5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26" o:spid="_x0000_s1033" type="#_x0000_t202" style="position:absolute;margin-left:0;margin-top:2pt;width:11.35pt;height:11.35pt;z-index:2518241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Twq4F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F13F5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49" w:type="pct"/>
            <w:vAlign w:val="center"/>
          </w:tcPr>
          <w:p w:rsidR="002F13F5" w:rsidRDefault="002F13F5" w:rsidP="000E02BB">
            <w:pPr>
              <w:tabs>
                <w:tab w:val="right" w:leader="dot" w:pos="7505"/>
              </w:tabs>
            </w:pPr>
            <w:r w:rsidRPr="0008598C">
              <w:rPr>
                <w:rFonts w:ascii="Arial" w:hAnsi="Arial" w:cs="Arial"/>
                <w:sz w:val="18"/>
                <w:szCs w:val="18"/>
              </w:rPr>
              <w:t xml:space="preserve">anders, namelijk 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:rsidR="002F13F5" w:rsidRPr="00C5471B" w:rsidRDefault="002F13F5" w:rsidP="002F13F5">
      <w:pPr>
        <w:rPr>
          <w:rFonts w:ascii="Arial" w:hAnsi="Arial"/>
          <w:sz w:val="18"/>
        </w:rPr>
      </w:pPr>
    </w:p>
    <w:p w:rsidR="00AF22AD" w:rsidRPr="008A54A2" w:rsidRDefault="002F13F5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722CC0" w:rsidRPr="008A54A2">
        <w:rPr>
          <w:rFonts w:ascii="Arial" w:hAnsi="Arial" w:cs="Arial"/>
          <w:b/>
          <w:sz w:val="24"/>
          <w:szCs w:val="24"/>
        </w:rPr>
        <w:lastRenderedPageBreak/>
        <w:t>Belangrijk om te lezen voor u begint!</w:t>
      </w:r>
    </w:p>
    <w:p w:rsidR="00722CC0" w:rsidRPr="008A54A2" w:rsidRDefault="00722CC0" w:rsidP="00271EB1">
      <w:pPr>
        <w:spacing w:line="276" w:lineRule="auto"/>
        <w:rPr>
          <w:rFonts w:ascii="Arial" w:hAnsi="Arial" w:cs="Arial"/>
        </w:rPr>
      </w:pPr>
    </w:p>
    <w:p w:rsidR="001626CD" w:rsidRPr="008A54A2" w:rsidRDefault="001626CD" w:rsidP="00271EB1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 xml:space="preserve">U </w:t>
      </w:r>
      <w:r w:rsidR="009B6BC1" w:rsidRPr="008A54A2">
        <w:rPr>
          <w:rFonts w:ascii="Arial" w:hAnsi="Arial" w:cs="Arial"/>
        </w:rPr>
        <w:t xml:space="preserve">krijgt van &lt;naam org&gt; hulp bij uw dagbesteding en gaat naar een </w:t>
      </w:r>
      <w:r w:rsidR="00706C08">
        <w:rPr>
          <w:rFonts w:ascii="Arial" w:hAnsi="Arial" w:cs="Arial"/>
        </w:rPr>
        <w:t>activiteiten</w:t>
      </w:r>
      <w:r w:rsidR="009B6BC1" w:rsidRPr="008A54A2">
        <w:rPr>
          <w:rFonts w:ascii="Arial" w:hAnsi="Arial" w:cs="Arial"/>
        </w:rPr>
        <w:t xml:space="preserve">centrum </w:t>
      </w:r>
      <w:r w:rsidR="00706C08">
        <w:rPr>
          <w:rFonts w:ascii="Arial" w:hAnsi="Arial" w:cs="Arial"/>
        </w:rPr>
        <w:t>of werklocatie</w:t>
      </w:r>
      <w:r w:rsidR="009B6BC1" w:rsidRPr="008A54A2">
        <w:rPr>
          <w:rFonts w:ascii="Arial" w:hAnsi="Arial" w:cs="Arial"/>
        </w:rPr>
        <w:t xml:space="preserve"> </w:t>
      </w:r>
      <w:r w:rsidR="00DA655D" w:rsidRPr="008A54A2">
        <w:rPr>
          <w:rFonts w:ascii="Arial" w:hAnsi="Arial" w:cs="Arial"/>
        </w:rPr>
        <w:t xml:space="preserve">van </w:t>
      </w:r>
      <w:r w:rsidR="009B6BC1" w:rsidRPr="008A54A2">
        <w:rPr>
          <w:rFonts w:ascii="Arial" w:hAnsi="Arial" w:cs="Arial"/>
        </w:rPr>
        <w:t xml:space="preserve">deze organisatie. </w:t>
      </w:r>
      <w:r w:rsidR="00706C08">
        <w:rPr>
          <w:rFonts w:ascii="Arial" w:hAnsi="Arial" w:cs="Arial"/>
        </w:rPr>
        <w:t xml:space="preserve">We spreken in deze vragenlijst van een dagcentrum. </w:t>
      </w:r>
      <w:r w:rsidRPr="008A54A2">
        <w:rPr>
          <w:rFonts w:ascii="Arial" w:hAnsi="Arial" w:cs="Arial"/>
        </w:rPr>
        <w:t xml:space="preserve">&lt;Naam org&gt; wil </w:t>
      </w:r>
      <w:r w:rsidR="00722CC0" w:rsidRPr="008A54A2">
        <w:rPr>
          <w:rFonts w:ascii="Arial" w:hAnsi="Arial" w:cs="Arial"/>
        </w:rPr>
        <w:t xml:space="preserve">graag weten </w:t>
      </w:r>
      <w:r w:rsidR="00FD41F9" w:rsidRPr="008A54A2">
        <w:rPr>
          <w:rFonts w:ascii="Arial" w:hAnsi="Arial" w:cs="Arial"/>
        </w:rPr>
        <w:t xml:space="preserve">wat </w:t>
      </w:r>
      <w:r w:rsidR="00722CC0" w:rsidRPr="008A54A2">
        <w:rPr>
          <w:rFonts w:ascii="Arial" w:hAnsi="Arial" w:cs="Arial"/>
        </w:rPr>
        <w:t>cli</w:t>
      </w:r>
      <w:r w:rsidR="00FD41F9" w:rsidRPr="008A54A2">
        <w:rPr>
          <w:rFonts w:ascii="Arial" w:hAnsi="Arial" w:cs="Arial"/>
        </w:rPr>
        <w:t>ë</w:t>
      </w:r>
      <w:r w:rsidR="00722CC0" w:rsidRPr="008A54A2">
        <w:rPr>
          <w:rFonts w:ascii="Arial" w:hAnsi="Arial" w:cs="Arial"/>
        </w:rPr>
        <w:t xml:space="preserve">nten </w:t>
      </w:r>
      <w:r w:rsidRPr="008A54A2">
        <w:rPr>
          <w:rFonts w:ascii="Arial" w:hAnsi="Arial" w:cs="Arial"/>
        </w:rPr>
        <w:t>van de</w:t>
      </w:r>
      <w:r w:rsidR="00706C08">
        <w:rPr>
          <w:rFonts w:ascii="Arial" w:hAnsi="Arial" w:cs="Arial"/>
        </w:rPr>
        <w:t>ze</w:t>
      </w:r>
      <w:r w:rsidRPr="008A54A2">
        <w:rPr>
          <w:rFonts w:ascii="Arial" w:hAnsi="Arial" w:cs="Arial"/>
        </w:rPr>
        <w:t xml:space="preserve"> hulp vind</w:t>
      </w:r>
      <w:r w:rsidR="00FD41F9" w:rsidRPr="008A54A2">
        <w:rPr>
          <w:rFonts w:ascii="Arial" w:hAnsi="Arial" w:cs="Arial"/>
        </w:rPr>
        <w:t>en</w:t>
      </w:r>
      <w:r w:rsidR="00722CC0" w:rsidRPr="008A54A2">
        <w:rPr>
          <w:rFonts w:ascii="Arial" w:hAnsi="Arial" w:cs="Arial"/>
        </w:rPr>
        <w:t xml:space="preserve">. </w:t>
      </w:r>
      <w:r w:rsidR="007642EC" w:rsidRPr="008A54A2">
        <w:rPr>
          <w:rFonts w:ascii="Arial" w:hAnsi="Arial" w:cs="Arial"/>
        </w:rPr>
        <w:t xml:space="preserve">We zouden het </w:t>
      </w:r>
      <w:r w:rsidR="00722CC0" w:rsidRPr="008A54A2">
        <w:rPr>
          <w:rFonts w:ascii="Arial" w:hAnsi="Arial" w:cs="Arial"/>
        </w:rPr>
        <w:t xml:space="preserve">op prijs stellen </w:t>
      </w:r>
      <w:r w:rsidR="007642EC" w:rsidRPr="008A54A2">
        <w:rPr>
          <w:rFonts w:ascii="Arial" w:hAnsi="Arial" w:cs="Arial"/>
        </w:rPr>
        <w:t xml:space="preserve">als </w:t>
      </w:r>
      <w:r w:rsidR="00722CC0" w:rsidRPr="008A54A2">
        <w:rPr>
          <w:rFonts w:ascii="Arial" w:hAnsi="Arial" w:cs="Arial"/>
        </w:rPr>
        <w:t>u de vragenlijst wilt invullen. De resultaten worden gebruikt om de hulp (nog) beter te maken.</w:t>
      </w:r>
      <w:r w:rsidR="001C7C33" w:rsidRPr="008A54A2">
        <w:rPr>
          <w:rFonts w:ascii="Arial" w:hAnsi="Arial" w:cs="Arial"/>
        </w:rPr>
        <w:t xml:space="preserve"> </w:t>
      </w:r>
    </w:p>
    <w:p w:rsidR="00934C0D" w:rsidRPr="008A54A2" w:rsidRDefault="00934C0D" w:rsidP="00271EB1">
      <w:pPr>
        <w:spacing w:line="276" w:lineRule="auto"/>
        <w:rPr>
          <w:rFonts w:ascii="Arial" w:hAnsi="Arial" w:cs="Arial"/>
        </w:rPr>
      </w:pPr>
    </w:p>
    <w:p w:rsidR="00706C08" w:rsidRDefault="000E734F" w:rsidP="00706C08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>H</w:t>
      </w:r>
      <w:r w:rsidR="009875E6" w:rsidRPr="008A54A2">
        <w:rPr>
          <w:rFonts w:ascii="Arial" w:hAnsi="Arial" w:cs="Arial"/>
        </w:rPr>
        <w:t>et is belangrijk dat u de vragen eerlijk beantwoord</w:t>
      </w:r>
      <w:r w:rsidR="00E56D76" w:rsidRPr="008A54A2">
        <w:rPr>
          <w:rFonts w:ascii="Arial" w:hAnsi="Arial" w:cs="Arial"/>
        </w:rPr>
        <w:t>t</w:t>
      </w:r>
      <w:r w:rsidR="009875E6" w:rsidRPr="008A54A2">
        <w:rPr>
          <w:rFonts w:ascii="Arial" w:hAnsi="Arial" w:cs="Arial"/>
        </w:rPr>
        <w:t xml:space="preserve">. </w:t>
      </w:r>
      <w:r w:rsidR="00A90AED" w:rsidRPr="008A54A2">
        <w:rPr>
          <w:rFonts w:ascii="Arial" w:hAnsi="Arial" w:cs="Arial"/>
        </w:rPr>
        <w:t xml:space="preserve">Het gaat om </w:t>
      </w:r>
      <w:r w:rsidR="00A90AED" w:rsidRPr="008A54A2">
        <w:rPr>
          <w:rFonts w:ascii="Arial" w:hAnsi="Arial" w:cs="Arial"/>
          <w:u w:val="single"/>
        </w:rPr>
        <w:t>uw</w:t>
      </w:r>
      <w:r w:rsidR="00A90AED" w:rsidRPr="008A54A2">
        <w:rPr>
          <w:rFonts w:ascii="Arial" w:hAnsi="Arial" w:cs="Arial"/>
        </w:rPr>
        <w:t xml:space="preserve"> </w:t>
      </w:r>
      <w:r w:rsidR="00DB74C5" w:rsidRPr="008A54A2">
        <w:rPr>
          <w:rFonts w:ascii="Arial" w:hAnsi="Arial" w:cs="Arial"/>
        </w:rPr>
        <w:t>ervaring</w:t>
      </w:r>
      <w:r w:rsidR="00E56D76" w:rsidRPr="008A54A2">
        <w:rPr>
          <w:rFonts w:ascii="Arial" w:hAnsi="Arial" w:cs="Arial"/>
        </w:rPr>
        <w:t xml:space="preserve">, </w:t>
      </w:r>
      <w:r w:rsidR="00A90AED" w:rsidRPr="008A54A2">
        <w:rPr>
          <w:rFonts w:ascii="Arial" w:hAnsi="Arial" w:cs="Arial"/>
        </w:rPr>
        <w:t>en die tel</w:t>
      </w:r>
      <w:r w:rsidR="00E56D76" w:rsidRPr="008A54A2">
        <w:rPr>
          <w:rFonts w:ascii="Arial" w:hAnsi="Arial" w:cs="Arial"/>
        </w:rPr>
        <w:t>t</w:t>
      </w:r>
      <w:r w:rsidR="00A90AED" w:rsidRPr="008A54A2">
        <w:rPr>
          <w:rFonts w:ascii="Arial" w:hAnsi="Arial" w:cs="Arial"/>
        </w:rPr>
        <w:t xml:space="preserve">. </w:t>
      </w:r>
      <w:r w:rsidR="00934C0D" w:rsidRPr="008A54A2">
        <w:rPr>
          <w:rFonts w:ascii="Arial" w:hAnsi="Arial" w:cs="Arial"/>
        </w:rPr>
        <w:t xml:space="preserve">Er </w:t>
      </w:r>
      <w:r w:rsidR="009875E6" w:rsidRPr="008A54A2">
        <w:rPr>
          <w:rFonts w:ascii="Arial" w:hAnsi="Arial" w:cs="Arial"/>
        </w:rPr>
        <w:t xml:space="preserve">bestaan </w:t>
      </w:r>
      <w:r w:rsidR="00934C0D" w:rsidRPr="008A54A2">
        <w:rPr>
          <w:rFonts w:ascii="Arial" w:hAnsi="Arial" w:cs="Arial"/>
        </w:rPr>
        <w:t>geen foute of goede antwoorde</w:t>
      </w:r>
      <w:r w:rsidR="009875E6" w:rsidRPr="008A54A2">
        <w:rPr>
          <w:rFonts w:ascii="Arial" w:hAnsi="Arial" w:cs="Arial"/>
        </w:rPr>
        <w:t xml:space="preserve">n. </w:t>
      </w:r>
      <w:r w:rsidR="00706C08">
        <w:rPr>
          <w:rFonts w:ascii="Arial" w:hAnsi="Arial" w:cs="Arial"/>
        </w:rPr>
        <w:t xml:space="preserve">Als u het prettig vindt, mag iemand u helpen bij het invullen van de vragen. Dit mag alleen geen begeleider van &lt;naam org&gt; zijn omdat veel vragen over hen gaan. </w:t>
      </w:r>
    </w:p>
    <w:p w:rsidR="00722CC0" w:rsidRPr="008A54A2" w:rsidRDefault="00722CC0" w:rsidP="00271EB1">
      <w:pPr>
        <w:spacing w:line="276" w:lineRule="auto"/>
        <w:rPr>
          <w:rFonts w:ascii="Arial" w:hAnsi="Arial" w:cs="Arial"/>
        </w:rPr>
      </w:pPr>
    </w:p>
    <w:p w:rsidR="00E6663E" w:rsidRPr="008A54A2" w:rsidRDefault="00E6663E" w:rsidP="00271EB1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 xml:space="preserve">Alles wat u invult, wordt </w:t>
      </w:r>
      <w:r w:rsidR="00722CC0" w:rsidRPr="008A54A2">
        <w:rPr>
          <w:rFonts w:ascii="Arial" w:hAnsi="Arial" w:cs="Arial"/>
        </w:rPr>
        <w:t xml:space="preserve">anoniem en </w:t>
      </w:r>
      <w:r w:rsidRPr="008A54A2">
        <w:rPr>
          <w:rFonts w:ascii="Arial" w:hAnsi="Arial" w:cs="Arial"/>
        </w:rPr>
        <w:t xml:space="preserve">vertrouwelijk verwerkt. </w:t>
      </w:r>
      <w:r w:rsidR="009345DA" w:rsidRPr="008A54A2">
        <w:rPr>
          <w:rFonts w:ascii="Arial" w:hAnsi="Arial" w:cs="Arial"/>
        </w:rPr>
        <w:t xml:space="preserve">U stuurt de vragenlijst direct </w:t>
      </w:r>
      <w:r w:rsidR="00722CC0" w:rsidRPr="008A54A2">
        <w:rPr>
          <w:rFonts w:ascii="Arial" w:hAnsi="Arial" w:cs="Arial"/>
        </w:rPr>
        <w:t xml:space="preserve">naar </w:t>
      </w:r>
      <w:r w:rsidR="00084905">
        <w:rPr>
          <w:rFonts w:ascii="Arial" w:hAnsi="Arial" w:cs="Arial"/>
        </w:rPr>
        <w:t>het</w:t>
      </w:r>
      <w:r w:rsidR="007E4388">
        <w:rPr>
          <w:rFonts w:ascii="Arial" w:hAnsi="Arial" w:cs="Arial"/>
        </w:rPr>
        <w:t xml:space="preserve"> </w:t>
      </w:r>
      <w:r w:rsidR="007E4388" w:rsidRPr="00622D95">
        <w:rPr>
          <w:rFonts w:ascii="Arial" w:hAnsi="Arial" w:cs="Arial"/>
        </w:rPr>
        <w:t>&lt;naam meetbureau&gt;</w:t>
      </w:r>
      <w:r w:rsidR="00722CC0" w:rsidRPr="008A54A2">
        <w:rPr>
          <w:rFonts w:ascii="Arial" w:hAnsi="Arial" w:cs="Arial"/>
        </w:rPr>
        <w:t xml:space="preserve">. Niemand van &lt;naam org&gt; komt te weten wat u heeft ingevuld. </w:t>
      </w:r>
    </w:p>
    <w:p w:rsidR="00A039A2" w:rsidRPr="008A54A2" w:rsidRDefault="00A039A2" w:rsidP="00271EB1">
      <w:pPr>
        <w:spacing w:line="276" w:lineRule="auto"/>
        <w:rPr>
          <w:rFonts w:ascii="Arial" w:hAnsi="Arial" w:cs="Arial"/>
        </w:rPr>
      </w:pPr>
    </w:p>
    <w:p w:rsidR="00E6663E" w:rsidRPr="008A54A2" w:rsidRDefault="00E6663E" w:rsidP="00271EB1">
      <w:pPr>
        <w:spacing w:line="276" w:lineRule="auto"/>
        <w:rPr>
          <w:rFonts w:ascii="Arial" w:hAnsi="Arial" w:cs="Arial"/>
          <w:i/>
        </w:rPr>
      </w:pPr>
      <w:r w:rsidRPr="008A54A2">
        <w:rPr>
          <w:rFonts w:ascii="Arial" w:hAnsi="Arial" w:cs="Arial"/>
          <w:i/>
        </w:rPr>
        <w:t>Invullen van de vragenlijst</w:t>
      </w:r>
    </w:p>
    <w:p w:rsidR="00722CC0" w:rsidRDefault="00175736" w:rsidP="00271EB1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>Wilt u per vra</w:t>
      </w:r>
      <w:r w:rsidR="00722CC0" w:rsidRPr="008A54A2">
        <w:rPr>
          <w:rFonts w:ascii="Arial" w:hAnsi="Arial" w:cs="Arial"/>
        </w:rPr>
        <w:t>ag é</w:t>
      </w:r>
      <w:r w:rsidR="006041FF" w:rsidRPr="008A54A2">
        <w:rPr>
          <w:rFonts w:ascii="Arial" w:hAnsi="Arial" w:cs="Arial"/>
        </w:rPr>
        <w:t>én antwoord aankruisen.</w:t>
      </w:r>
      <w:r w:rsidR="005316F0" w:rsidRPr="008A54A2">
        <w:rPr>
          <w:rFonts w:ascii="Arial" w:hAnsi="Arial" w:cs="Arial"/>
        </w:rPr>
        <w:t xml:space="preserve"> </w:t>
      </w:r>
      <w:r w:rsidR="007E4388" w:rsidRPr="00622D95">
        <w:rPr>
          <w:rFonts w:ascii="Arial" w:hAnsi="Arial" w:cs="Arial"/>
        </w:rPr>
        <w:t>De vragen gaan over uw situatie in het afgelopen jaar.</w:t>
      </w:r>
      <w:r w:rsidR="007E4388">
        <w:rPr>
          <w:rFonts w:ascii="Arial" w:hAnsi="Arial" w:cs="Arial"/>
        </w:rPr>
        <w:t xml:space="preserve"> </w:t>
      </w:r>
    </w:p>
    <w:p w:rsidR="006436D5" w:rsidRPr="008A54A2" w:rsidRDefault="006436D5" w:rsidP="00271EB1">
      <w:pPr>
        <w:spacing w:line="276" w:lineRule="auto"/>
        <w:rPr>
          <w:rFonts w:ascii="Arial" w:hAnsi="Arial" w:cs="Arial"/>
        </w:rPr>
      </w:pPr>
    </w:p>
    <w:p w:rsidR="00175736" w:rsidRPr="008A54A2" w:rsidRDefault="00175736" w:rsidP="00CD7DE3">
      <w:pPr>
        <w:tabs>
          <w:tab w:val="left" w:pos="1440"/>
        </w:tabs>
        <w:spacing w:line="276" w:lineRule="auto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 xml:space="preserve">Voorbeeld: </w:t>
      </w:r>
      <w:r w:rsidR="00CD7DE3" w:rsidRPr="008A54A2">
        <w:rPr>
          <w:rFonts w:ascii="Arial" w:hAnsi="Arial" w:cs="Arial"/>
          <w:b/>
        </w:rPr>
        <w:tab/>
      </w:r>
      <w:r w:rsidRPr="008A54A2">
        <w:rPr>
          <w:rFonts w:ascii="Arial" w:hAnsi="Arial" w:cs="Arial"/>
          <w:b/>
        </w:rPr>
        <w:t xml:space="preserve">Kunt u zelf bepalen </w:t>
      </w:r>
      <w:r w:rsidR="00C1463C" w:rsidRPr="008A54A2">
        <w:rPr>
          <w:rFonts w:ascii="Arial" w:hAnsi="Arial" w:cs="Arial"/>
          <w:b/>
        </w:rPr>
        <w:t>wat u doet</w:t>
      </w:r>
      <w:r w:rsidR="00DA655D" w:rsidRPr="008A54A2">
        <w:rPr>
          <w:rFonts w:ascii="Arial" w:hAnsi="Arial" w:cs="Arial"/>
          <w:b/>
        </w:rPr>
        <w:t xml:space="preserve"> op het dagcentrum</w:t>
      </w:r>
      <w:r w:rsidRPr="008A54A2">
        <w:rPr>
          <w:rFonts w:ascii="Arial" w:hAnsi="Arial" w:cs="Arial"/>
          <w:b/>
        </w:rPr>
        <w:t xml:space="preserve">? </w:t>
      </w:r>
    </w:p>
    <w:p w:rsidR="00175736" w:rsidRPr="008A54A2" w:rsidRDefault="00175736" w:rsidP="00175736">
      <w:pPr>
        <w:spacing w:line="144" w:lineRule="auto"/>
        <w:rPr>
          <w:rFonts w:ascii="Arial" w:hAnsi="Arial" w:cs="Arial"/>
          <w:i/>
        </w:rPr>
      </w:pPr>
    </w:p>
    <w:tbl>
      <w:tblPr>
        <w:tblW w:w="6830" w:type="dxa"/>
        <w:tblInd w:w="1440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6470"/>
      </w:tblGrid>
      <w:tr w:rsidR="00175736" w:rsidRPr="008A54A2"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:rsidR="00175736" w:rsidRPr="008A54A2" w:rsidRDefault="008876E7" w:rsidP="00BB6385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565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8255" t="6350" r="9525" b="11430"/>
                      <wp:wrapNone/>
                      <wp:docPr id="383" name="Text Box 19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Pr="00C1463C" w:rsidRDefault="004F7E10" w:rsidP="00C1463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32" o:spid="_x0000_s1034" type="#_x0000_t202" style="position:absolute;margin-left:0;margin-top:2pt;width:11.35pt;height:11.35pt;z-index:2514565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jmJJL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Pr="00C1463C" w:rsidRDefault="004F7E10" w:rsidP="00C1463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470" w:type="dxa"/>
            <w:vAlign w:val="center"/>
          </w:tcPr>
          <w:p w:rsidR="00175736" w:rsidRPr="008A54A2" w:rsidRDefault="0060052A" w:rsidP="00BB6385">
            <w:pPr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</w:t>
            </w:r>
            <w:r w:rsidR="00175736" w:rsidRPr="008A54A2">
              <w:rPr>
                <w:rFonts w:ascii="Arial" w:hAnsi="Arial" w:cs="Arial"/>
              </w:rPr>
              <w:t>ooit</w:t>
            </w:r>
          </w:p>
        </w:tc>
      </w:tr>
      <w:tr w:rsidR="00175736" w:rsidRPr="008A54A2"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:rsidR="00175736" w:rsidRPr="008A54A2" w:rsidRDefault="008876E7" w:rsidP="00BB6385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575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8255" t="6985" r="9525" b="10795"/>
                      <wp:wrapNone/>
                      <wp:docPr id="382" name="Text Box 19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Pr="00C1463C" w:rsidRDefault="004F7E10" w:rsidP="00C1463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33" o:spid="_x0000_s1035" type="#_x0000_t202" style="position:absolute;margin-left:0;margin-top:2pt;width:11.35pt;height:11.35pt;z-index:2514575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hSDba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Pr="00C1463C" w:rsidRDefault="004F7E10" w:rsidP="00C1463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470" w:type="dxa"/>
            <w:vAlign w:val="center"/>
          </w:tcPr>
          <w:p w:rsidR="00175736" w:rsidRPr="008A54A2" w:rsidRDefault="0060052A" w:rsidP="00BB6385">
            <w:pPr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</w:t>
            </w:r>
            <w:r w:rsidR="00175736" w:rsidRPr="008A54A2">
              <w:rPr>
                <w:rFonts w:ascii="Arial" w:hAnsi="Arial" w:cs="Arial"/>
              </w:rPr>
              <w:t>oms</w:t>
            </w:r>
          </w:p>
        </w:tc>
      </w:tr>
      <w:tr w:rsidR="00175736" w:rsidRPr="008A54A2"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:rsidR="00175736" w:rsidRPr="008A54A2" w:rsidRDefault="008876E7" w:rsidP="00BB6385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585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8255" t="7620" r="9525" b="10160"/>
                      <wp:wrapNone/>
                      <wp:docPr id="381" name="Text Box 19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Pr="006436D5" w:rsidRDefault="004F7E10" w:rsidP="00C1463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6436D5">
                                    <w:rPr>
                                      <w:rFonts w:ascii="Arial" w:hAnsi="Arial" w:cs="Aria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34" o:spid="_x0000_s1036" type="#_x0000_t202" style="position:absolute;margin-left:0;margin-top:2pt;width:11.35pt;height:11.35pt;z-index:2514585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/LDHz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Pr="006436D5" w:rsidRDefault="004F7E10" w:rsidP="00C1463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6436D5">
                              <w:rPr>
                                <w:rFonts w:ascii="Arial" w:hAnsi="Arial" w:cs="Arial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470" w:type="dxa"/>
            <w:vAlign w:val="center"/>
          </w:tcPr>
          <w:p w:rsidR="00175736" w:rsidRPr="008A54A2" w:rsidRDefault="00175736" w:rsidP="00BB6385">
            <w:pPr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 xml:space="preserve">meestal </w:t>
            </w:r>
          </w:p>
        </w:tc>
      </w:tr>
      <w:tr w:rsidR="00175736" w:rsidRPr="008A54A2">
        <w:tc>
          <w:tcPr>
            <w:tcW w:w="360" w:type="dxa"/>
            <w:tcMar>
              <w:left w:w="0" w:type="dxa"/>
              <w:right w:w="0" w:type="dxa"/>
            </w:tcMar>
            <w:vAlign w:val="center"/>
          </w:tcPr>
          <w:p w:rsidR="00175736" w:rsidRPr="008A54A2" w:rsidRDefault="008876E7" w:rsidP="00BB6385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595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8255" t="8890" r="9525" b="8890"/>
                      <wp:wrapNone/>
                      <wp:docPr id="380" name="Text Box 19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Pr="00C1463C" w:rsidRDefault="004F7E10" w:rsidP="00C1463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35" o:spid="_x0000_s1037" type="#_x0000_t202" style="position:absolute;margin-left:0;margin-top:2pt;width:11.35pt;height:11.35pt;z-index:2514595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B3KlIs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Pr="00C1463C" w:rsidRDefault="004F7E10" w:rsidP="00C1463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470" w:type="dxa"/>
            <w:vAlign w:val="center"/>
          </w:tcPr>
          <w:p w:rsidR="00175736" w:rsidRPr="008A54A2" w:rsidRDefault="00175736" w:rsidP="00BB6385">
            <w:pPr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 xml:space="preserve">altijd </w:t>
            </w:r>
          </w:p>
        </w:tc>
      </w:tr>
    </w:tbl>
    <w:p w:rsidR="00175736" w:rsidRPr="008A54A2" w:rsidRDefault="00175736" w:rsidP="00271EB1">
      <w:pPr>
        <w:spacing w:line="276" w:lineRule="auto"/>
        <w:rPr>
          <w:rFonts w:ascii="Arial" w:hAnsi="Arial" w:cs="Arial"/>
        </w:rPr>
      </w:pPr>
    </w:p>
    <w:p w:rsidR="00706C08" w:rsidRPr="00CA40A9" w:rsidRDefault="00706C08" w:rsidP="00706C08">
      <w:pPr>
        <w:spacing w:line="276" w:lineRule="auto"/>
        <w:rPr>
          <w:rFonts w:ascii="Arial" w:hAnsi="Arial" w:cs="Arial"/>
        </w:rPr>
      </w:pPr>
      <w:r w:rsidRPr="00CA40A9">
        <w:rPr>
          <w:rFonts w:ascii="Arial" w:hAnsi="Arial" w:cs="Arial"/>
        </w:rPr>
        <w:t xml:space="preserve">Bij vragen waar meer antwoorden </w:t>
      </w:r>
      <w:r>
        <w:rPr>
          <w:rFonts w:ascii="Arial" w:hAnsi="Arial" w:cs="Arial"/>
        </w:rPr>
        <w:t>aangekruist kunnen worden</w:t>
      </w:r>
      <w:r w:rsidRPr="00CA40A9">
        <w:rPr>
          <w:rFonts w:ascii="Arial" w:hAnsi="Arial" w:cs="Arial"/>
        </w:rPr>
        <w:t xml:space="preserve">, staat dit aangegeven. </w:t>
      </w:r>
    </w:p>
    <w:p w:rsidR="00722CC0" w:rsidRPr="008A54A2" w:rsidRDefault="00722CC0" w:rsidP="00271EB1">
      <w:pPr>
        <w:spacing w:line="276" w:lineRule="auto"/>
        <w:rPr>
          <w:rFonts w:ascii="Arial" w:hAnsi="Arial" w:cs="Arial"/>
        </w:rPr>
      </w:pPr>
    </w:p>
    <w:p w:rsidR="00AF22AD" w:rsidRPr="008A54A2" w:rsidRDefault="00175736" w:rsidP="00271EB1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>Kruis ‘n</w:t>
      </w:r>
      <w:r w:rsidR="00FF0B9B">
        <w:rPr>
          <w:rFonts w:ascii="Arial" w:hAnsi="Arial" w:cs="Arial"/>
        </w:rPr>
        <w:t>.</w:t>
      </w:r>
      <w:r w:rsidRPr="008A54A2">
        <w:rPr>
          <w:rFonts w:ascii="Arial" w:hAnsi="Arial" w:cs="Arial"/>
        </w:rPr>
        <w:t>v</w:t>
      </w:r>
      <w:r w:rsidR="00FF0B9B">
        <w:rPr>
          <w:rFonts w:ascii="Arial" w:hAnsi="Arial" w:cs="Arial"/>
        </w:rPr>
        <w:t>.</w:t>
      </w:r>
      <w:r w:rsidRPr="008A54A2">
        <w:rPr>
          <w:rFonts w:ascii="Arial" w:hAnsi="Arial" w:cs="Arial"/>
        </w:rPr>
        <w:t>t</w:t>
      </w:r>
      <w:r w:rsidR="00FF0B9B">
        <w:rPr>
          <w:rFonts w:ascii="Arial" w:hAnsi="Arial" w:cs="Arial"/>
        </w:rPr>
        <w:t>.</w:t>
      </w:r>
      <w:r w:rsidRPr="008A54A2">
        <w:rPr>
          <w:rFonts w:ascii="Arial" w:hAnsi="Arial" w:cs="Arial"/>
        </w:rPr>
        <w:t xml:space="preserve">’ (niet van toepassing) aan als u bepaalde hulp niet nodig heeft of niet wilt ontvangen. </w:t>
      </w:r>
    </w:p>
    <w:p w:rsidR="00AF22AD" w:rsidRPr="008A54A2" w:rsidRDefault="00AF22AD" w:rsidP="00271EB1">
      <w:pPr>
        <w:spacing w:line="276" w:lineRule="auto"/>
        <w:rPr>
          <w:rFonts w:ascii="Arial" w:hAnsi="Arial" w:cs="Arial"/>
        </w:rPr>
      </w:pPr>
    </w:p>
    <w:p w:rsidR="009345DA" w:rsidRDefault="009345DA" w:rsidP="00271EB1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 xml:space="preserve">Soms kunt u vragen overslaan. Dit wordt aangegeven met een pijl. Deze pijl geeft de volgende vraag aan die u moet invullen. </w:t>
      </w:r>
    </w:p>
    <w:p w:rsidR="006436D5" w:rsidRPr="008A54A2" w:rsidRDefault="006436D5" w:rsidP="00271EB1">
      <w:pPr>
        <w:spacing w:line="276" w:lineRule="auto"/>
        <w:rPr>
          <w:rFonts w:ascii="Arial" w:hAnsi="Arial" w:cs="Arial"/>
        </w:rPr>
      </w:pPr>
    </w:p>
    <w:p w:rsidR="00175736" w:rsidRDefault="009345DA" w:rsidP="009345DA">
      <w:pPr>
        <w:tabs>
          <w:tab w:val="left" w:pos="1080"/>
        </w:tabs>
        <w:spacing w:line="276" w:lineRule="auto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Voorbeeld:</w:t>
      </w:r>
      <w:r w:rsidRPr="008A54A2">
        <w:rPr>
          <w:rFonts w:ascii="Arial" w:hAnsi="Arial" w:cs="Arial"/>
          <w:b/>
        </w:rPr>
        <w:tab/>
      </w:r>
      <w:r w:rsidR="009B6BC1" w:rsidRPr="008A54A2">
        <w:rPr>
          <w:rFonts w:ascii="Arial" w:hAnsi="Arial" w:cs="Arial"/>
          <w:b/>
        </w:rPr>
        <w:t>Gebruikt u een hulpmiddel op het dagcentrum?</w:t>
      </w:r>
    </w:p>
    <w:p w:rsidR="00DE26D8" w:rsidRPr="00DE26D8" w:rsidRDefault="00DE26D8" w:rsidP="00DE26D8">
      <w:pPr>
        <w:tabs>
          <w:tab w:val="left" w:pos="1080"/>
        </w:tabs>
        <w:spacing w:line="144" w:lineRule="auto"/>
        <w:rPr>
          <w:rFonts w:ascii="Arial" w:hAnsi="Arial" w:cs="Arial"/>
        </w:rPr>
      </w:pPr>
    </w:p>
    <w:tbl>
      <w:tblPr>
        <w:tblW w:w="6237" w:type="dxa"/>
        <w:tblInd w:w="1440" w:type="dxa"/>
        <w:tblLayout w:type="fixed"/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634"/>
        <w:gridCol w:w="699"/>
        <w:gridCol w:w="4507"/>
      </w:tblGrid>
      <w:tr w:rsidR="00DE26D8" w:rsidRPr="00CA40A9" w:rsidTr="00DE26D8">
        <w:tblPrEx>
          <w:tblCellMar>
            <w:top w:w="0" w:type="dxa"/>
            <w:bottom w:w="0" w:type="dxa"/>
          </w:tblCellMar>
        </w:tblPrEx>
        <w:tc>
          <w:tcPr>
            <w:tcW w:w="397" w:type="dxa"/>
            <w:vAlign w:val="center"/>
          </w:tcPr>
          <w:p w:rsidR="00DE26D8" w:rsidRPr="008A54A2" w:rsidRDefault="008876E7" w:rsidP="0016017D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8255" t="13970" r="9525" b="13335"/>
                      <wp:wrapNone/>
                      <wp:docPr id="379" name="Text Box 36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Pr="006436D5" w:rsidRDefault="004F7E10" w:rsidP="0008490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6436D5">
                                    <w:rPr>
                                      <w:rFonts w:ascii="Arial" w:hAnsi="Arial" w:cs="Arial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46" o:spid="_x0000_s1038" type="#_x0000_t202" style="position:absolute;margin-left:0;margin-top:2pt;width:11.35pt;height:11.35pt;z-index:2517524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VT499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Pr="006436D5" w:rsidRDefault="004F7E10" w:rsidP="0008490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6436D5">
                              <w:rPr>
                                <w:rFonts w:ascii="Arial" w:hAnsi="Arial" w:cs="Arial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34" w:type="dxa"/>
            <w:vAlign w:val="center"/>
          </w:tcPr>
          <w:p w:rsidR="00DE26D8" w:rsidRPr="00CA40A9" w:rsidRDefault="00DE26D8" w:rsidP="0016017D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nee</w:t>
            </w:r>
          </w:p>
        </w:tc>
        <w:tc>
          <w:tcPr>
            <w:tcW w:w="699" w:type="dxa"/>
            <w:vAlign w:val="center"/>
          </w:tcPr>
          <w:p w:rsidR="00DE26D8" w:rsidRPr="008A54A2" w:rsidRDefault="008876E7" w:rsidP="0016017D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8255" t="53340" r="23495" b="60960"/>
                      <wp:wrapNone/>
                      <wp:docPr id="378" name="Line 36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02A482" id="Line 3645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0ZbLAIAAE4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507" w:type="dxa"/>
            <w:vAlign w:val="center"/>
          </w:tcPr>
          <w:p w:rsidR="00DE26D8" w:rsidRPr="00CA40A9" w:rsidRDefault="00DE26D8" w:rsidP="0016017D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ga naar vraag </w:t>
            </w:r>
            <w:r w:rsidR="00512D34">
              <w:rPr>
                <w:rFonts w:ascii="Arial" w:hAnsi="Arial" w:cs="Arial"/>
              </w:rPr>
              <w:t>XX</w:t>
            </w:r>
          </w:p>
        </w:tc>
      </w:tr>
      <w:tr w:rsidR="00DE26D8" w:rsidRPr="00CA40A9" w:rsidTr="00DE26D8">
        <w:tblPrEx>
          <w:tblCellMar>
            <w:top w:w="0" w:type="dxa"/>
            <w:bottom w:w="0" w:type="dxa"/>
          </w:tblCellMar>
        </w:tblPrEx>
        <w:tc>
          <w:tcPr>
            <w:tcW w:w="397" w:type="dxa"/>
            <w:vAlign w:val="center"/>
          </w:tcPr>
          <w:p w:rsidR="00DE26D8" w:rsidRPr="008A54A2" w:rsidRDefault="008876E7" w:rsidP="0016017D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8255" t="12700" r="9525" b="5080"/>
                      <wp:wrapNone/>
                      <wp:docPr id="377" name="Text Box 36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44" o:spid="_x0000_s1039" type="#_x0000_t202" style="position:absolute;margin-left:0;margin-top:2pt;width:11.35pt;height:11.35pt;z-index:2517504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P9aYK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34" w:type="dxa"/>
            <w:vAlign w:val="center"/>
          </w:tcPr>
          <w:p w:rsidR="00DE26D8" w:rsidRPr="008A54A2" w:rsidRDefault="00DE26D8" w:rsidP="0016017D">
            <w:pPr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ja</w:t>
            </w:r>
          </w:p>
        </w:tc>
        <w:tc>
          <w:tcPr>
            <w:tcW w:w="699" w:type="dxa"/>
            <w:vAlign w:val="center"/>
          </w:tcPr>
          <w:p w:rsidR="00DE26D8" w:rsidRPr="008A54A2" w:rsidRDefault="00DE26D8" w:rsidP="0016017D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/>
                <w:noProof/>
              </w:rPr>
            </w:pPr>
          </w:p>
        </w:tc>
        <w:tc>
          <w:tcPr>
            <w:tcW w:w="4507" w:type="dxa"/>
            <w:vAlign w:val="center"/>
          </w:tcPr>
          <w:p w:rsidR="00DE26D8" w:rsidRDefault="00DE26D8" w:rsidP="0016017D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DE26D8" w:rsidRDefault="00DE26D8" w:rsidP="00271EB1">
      <w:pPr>
        <w:spacing w:line="276" w:lineRule="auto"/>
        <w:rPr>
          <w:rFonts w:ascii="Arial" w:hAnsi="Arial" w:cs="Arial"/>
        </w:rPr>
      </w:pPr>
    </w:p>
    <w:p w:rsidR="00DE26D8" w:rsidRPr="008A54A2" w:rsidRDefault="00DE26D8" w:rsidP="00271EB1">
      <w:pPr>
        <w:spacing w:line="276" w:lineRule="auto"/>
        <w:rPr>
          <w:rFonts w:ascii="Arial" w:hAnsi="Arial" w:cs="Arial"/>
        </w:rPr>
      </w:pPr>
    </w:p>
    <w:p w:rsidR="00AF22AD" w:rsidRPr="008A54A2" w:rsidRDefault="003F7A00" w:rsidP="00271EB1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 xml:space="preserve">Wilt u de ingevulde vragenlijst </w:t>
      </w:r>
      <w:r w:rsidRPr="008A54A2">
        <w:rPr>
          <w:rFonts w:ascii="Arial" w:hAnsi="Arial" w:cs="Arial"/>
          <w:b/>
        </w:rPr>
        <w:t xml:space="preserve">binnen 14 dagen </w:t>
      </w:r>
      <w:r w:rsidRPr="008A54A2">
        <w:rPr>
          <w:rFonts w:ascii="Arial" w:hAnsi="Arial" w:cs="Arial"/>
        </w:rPr>
        <w:t xml:space="preserve">in de bijgevoegde antwoordenvelop terugsturen? Een postzegel is niet nodig. </w:t>
      </w:r>
    </w:p>
    <w:p w:rsidR="003F7A00" w:rsidRPr="008A54A2" w:rsidRDefault="003F7A00" w:rsidP="00271EB1">
      <w:pPr>
        <w:spacing w:line="276" w:lineRule="auto"/>
        <w:rPr>
          <w:rFonts w:ascii="Arial" w:hAnsi="Arial" w:cs="Arial"/>
        </w:rPr>
      </w:pPr>
    </w:p>
    <w:p w:rsidR="00AF22AD" w:rsidRPr="008A54A2" w:rsidRDefault="003F7A00" w:rsidP="00271EB1">
      <w:pPr>
        <w:spacing w:line="276" w:lineRule="auto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 xml:space="preserve">Hartelijk dank </w:t>
      </w:r>
      <w:r w:rsidR="00AF22AD" w:rsidRPr="008A54A2">
        <w:rPr>
          <w:rFonts w:ascii="Arial" w:hAnsi="Arial" w:cs="Arial"/>
          <w:b/>
        </w:rPr>
        <w:t xml:space="preserve">voor </w:t>
      </w:r>
      <w:r w:rsidR="009345DA" w:rsidRPr="008A54A2">
        <w:rPr>
          <w:rFonts w:ascii="Arial" w:hAnsi="Arial" w:cs="Arial"/>
          <w:b/>
        </w:rPr>
        <w:t>het invullen van de vragenlijst.</w:t>
      </w:r>
      <w:r w:rsidR="001C7C33" w:rsidRPr="008A54A2">
        <w:rPr>
          <w:rFonts w:ascii="Arial" w:hAnsi="Arial" w:cs="Arial"/>
          <w:b/>
        </w:rPr>
        <w:t xml:space="preserve"> </w:t>
      </w:r>
    </w:p>
    <w:p w:rsidR="00DF6CF2" w:rsidRPr="008A54A2" w:rsidRDefault="00DF6CF2" w:rsidP="00271EB1">
      <w:pPr>
        <w:spacing w:line="276" w:lineRule="auto"/>
        <w:rPr>
          <w:rFonts w:ascii="Arial" w:hAnsi="Arial" w:cs="Arial"/>
          <w:b/>
        </w:rPr>
        <w:sectPr w:rsidR="00DF6CF2" w:rsidRPr="008A54A2" w:rsidSect="00DE7359">
          <w:pgSz w:w="11906" w:h="16838" w:code="9"/>
          <w:pgMar w:top="1418" w:right="1418" w:bottom="1985" w:left="1418" w:header="1418" w:footer="1418" w:gutter="0"/>
          <w:pgNumType w:start="1"/>
          <w:cols w:space="708"/>
          <w:docGrid w:linePitch="360"/>
        </w:sectPr>
      </w:pPr>
    </w:p>
    <w:p w:rsidR="0064283C" w:rsidRPr="00EF3E58" w:rsidRDefault="00706C08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Het dagcentrum</w:t>
      </w:r>
    </w:p>
    <w:p w:rsidR="002A4D02" w:rsidRDefault="002A4D02" w:rsidP="00271EB1">
      <w:pPr>
        <w:spacing w:line="276" w:lineRule="auto"/>
        <w:rPr>
          <w:rFonts w:ascii="Arial" w:hAnsi="Arial" w:cs="Arial"/>
        </w:rPr>
      </w:pPr>
    </w:p>
    <w:p w:rsidR="002A4D02" w:rsidRPr="002A4D02" w:rsidRDefault="002A4D02" w:rsidP="002A4D02">
      <w:pPr>
        <w:spacing w:after="120"/>
        <w:rPr>
          <w:rFonts w:ascii="Arial" w:hAnsi="Arial" w:cs="Arial"/>
          <w:i/>
        </w:rPr>
      </w:pPr>
      <w:r w:rsidRPr="002A4D02">
        <w:rPr>
          <w:rFonts w:ascii="Arial" w:hAnsi="Arial" w:cs="Arial"/>
          <w:i/>
        </w:rPr>
        <w:t>Int: vul hieronder in hoe laat het interview is gestart.</w:t>
      </w: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top w:w="91" w:type="dxa"/>
          <w:left w:w="68" w:type="dxa"/>
          <w:bottom w:w="91" w:type="dxa"/>
          <w:right w:w="68" w:type="dxa"/>
        </w:tblCellMar>
        <w:tblLook w:val="01E0" w:firstRow="1" w:lastRow="1" w:firstColumn="1" w:lastColumn="1" w:noHBand="0" w:noVBand="0"/>
      </w:tblPr>
      <w:tblGrid>
        <w:gridCol w:w="1041"/>
        <w:gridCol w:w="8030"/>
      </w:tblGrid>
      <w:tr w:rsidR="002A4D02" w:rsidRPr="002A4D02" w:rsidTr="00B80907"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4D02" w:rsidRPr="002A4D02" w:rsidRDefault="002A4D02" w:rsidP="000E02BB">
            <w:pPr>
              <w:rPr>
                <w:rFonts w:ascii="Arial" w:hAnsi="Arial" w:cs="Arial"/>
                <w:b/>
              </w:rPr>
            </w:pPr>
            <w:r w:rsidRPr="002A4D02">
              <w:rPr>
                <w:rFonts w:ascii="Arial" w:hAnsi="Arial" w:cs="Arial"/>
                <w:b/>
              </w:rPr>
              <w:t>Starttijd:</w:t>
            </w:r>
          </w:p>
        </w:tc>
        <w:tc>
          <w:tcPr>
            <w:tcW w:w="80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4D02" w:rsidRPr="002A4D02" w:rsidRDefault="002A4D02" w:rsidP="000E02BB">
            <w:pPr>
              <w:rPr>
                <w:rFonts w:ascii="Arial" w:hAnsi="Arial" w:cs="Arial"/>
              </w:rPr>
            </w:pPr>
          </w:p>
        </w:tc>
      </w:tr>
    </w:tbl>
    <w:p w:rsidR="002A4D02" w:rsidRDefault="002A4D02" w:rsidP="002A4D02">
      <w:pPr>
        <w:rPr>
          <w:rFonts w:ascii="Arial" w:hAnsi="Arial" w:cs="Arial"/>
          <w:sz w:val="18"/>
          <w:szCs w:val="18"/>
        </w:rPr>
      </w:pPr>
    </w:p>
    <w:p w:rsidR="002A4D02" w:rsidRDefault="002A4D02" w:rsidP="00706C08">
      <w:pPr>
        <w:spacing w:line="276" w:lineRule="auto"/>
        <w:rPr>
          <w:rFonts w:ascii="Arial" w:hAnsi="Arial" w:cs="Arial"/>
        </w:rPr>
      </w:pPr>
    </w:p>
    <w:p w:rsidR="00706C08" w:rsidRPr="008A54A2" w:rsidRDefault="00A039A2" w:rsidP="00706C08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 xml:space="preserve">We beginnen de vragenlijst met </w:t>
      </w:r>
      <w:r w:rsidR="00224904" w:rsidRPr="008A54A2">
        <w:rPr>
          <w:rFonts w:ascii="Arial" w:hAnsi="Arial" w:cs="Arial"/>
        </w:rPr>
        <w:t>enkele vragen</w:t>
      </w:r>
      <w:r w:rsidR="00620FA2" w:rsidRPr="008A54A2">
        <w:rPr>
          <w:rFonts w:ascii="Arial" w:hAnsi="Arial" w:cs="Arial"/>
        </w:rPr>
        <w:t xml:space="preserve"> over </w:t>
      </w:r>
      <w:r w:rsidR="00706C08" w:rsidRPr="008A54A2">
        <w:rPr>
          <w:rFonts w:ascii="Arial" w:hAnsi="Arial" w:cs="Arial"/>
        </w:rPr>
        <w:t xml:space="preserve">het dagcentrum. Het gaat hierbij om de </w:t>
      </w:r>
      <w:r w:rsidR="00706C08" w:rsidRPr="008A54A2">
        <w:rPr>
          <w:rFonts w:ascii="Arial" w:hAnsi="Arial" w:cs="Arial"/>
          <w:u w:val="single"/>
        </w:rPr>
        <w:t>afgelopen 12 maanden</w:t>
      </w:r>
      <w:r w:rsidR="00706C08" w:rsidRPr="008A54A2">
        <w:rPr>
          <w:rFonts w:ascii="Arial" w:hAnsi="Arial" w:cs="Arial"/>
        </w:rPr>
        <w:t>.</w:t>
      </w:r>
    </w:p>
    <w:p w:rsidR="006436D5" w:rsidRDefault="006436D5" w:rsidP="00706C08">
      <w:pPr>
        <w:spacing w:line="276" w:lineRule="auto"/>
        <w:rPr>
          <w:rFonts w:ascii="Arial" w:hAnsi="Arial" w:cs="Arial"/>
          <w:b/>
        </w:rPr>
      </w:pPr>
    </w:p>
    <w:p w:rsidR="00F35DD2" w:rsidRPr="00F35DD2" w:rsidRDefault="00F35DD2" w:rsidP="00F35DD2">
      <w:pPr>
        <w:spacing w:line="276" w:lineRule="auto"/>
        <w:ind w:firstLine="360"/>
        <w:rPr>
          <w:rFonts w:ascii="Arial" w:hAnsi="Arial" w:cs="Arial"/>
          <w:i/>
        </w:rPr>
      </w:pPr>
      <w:r w:rsidRPr="00F35DD2">
        <w:rPr>
          <w:rFonts w:ascii="Arial" w:hAnsi="Arial" w:cs="Arial"/>
          <w:i/>
        </w:rPr>
        <w:t xml:space="preserve">Int: Deze vraag </w:t>
      </w:r>
      <w:r w:rsidRPr="00F35DD2">
        <w:rPr>
          <w:rFonts w:ascii="Arial" w:hAnsi="Arial" w:cs="Arial"/>
          <w:b/>
          <w:i/>
        </w:rPr>
        <w:t>niet</w:t>
      </w:r>
      <w:r w:rsidRPr="00F35DD2">
        <w:rPr>
          <w:rFonts w:ascii="Arial" w:hAnsi="Arial" w:cs="Arial"/>
          <w:i/>
        </w:rPr>
        <w:t xml:space="preserve"> stellen. Vul zelf in.</w:t>
      </w:r>
    </w:p>
    <w:p w:rsidR="00213E06" w:rsidRPr="008A54A2" w:rsidRDefault="00E86870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1</w:t>
      </w:r>
      <w:r w:rsidR="00D10B09" w:rsidRPr="008A54A2">
        <w:rPr>
          <w:rFonts w:ascii="Arial" w:hAnsi="Arial" w:cs="Arial"/>
          <w:b/>
        </w:rPr>
        <w:t xml:space="preserve">. </w:t>
      </w:r>
      <w:r w:rsidR="00271EB1" w:rsidRPr="008A54A2">
        <w:rPr>
          <w:rFonts w:ascii="Arial" w:hAnsi="Arial" w:cs="Arial"/>
          <w:b/>
        </w:rPr>
        <w:tab/>
      </w:r>
      <w:r w:rsidR="00DA655D" w:rsidRPr="008A54A2">
        <w:rPr>
          <w:rFonts w:ascii="Arial" w:hAnsi="Arial" w:cs="Arial"/>
          <w:b/>
        </w:rPr>
        <w:t xml:space="preserve">Gaat u op </w:t>
      </w:r>
      <w:r w:rsidR="00A039A2" w:rsidRPr="008A54A2">
        <w:rPr>
          <w:rFonts w:ascii="Arial" w:hAnsi="Arial" w:cs="Arial"/>
          <w:b/>
        </w:rPr>
        <w:t xml:space="preserve">dit moment </w:t>
      </w:r>
      <w:r w:rsidR="00DA655D" w:rsidRPr="008A54A2">
        <w:rPr>
          <w:rFonts w:ascii="Arial" w:hAnsi="Arial" w:cs="Arial"/>
          <w:b/>
        </w:rPr>
        <w:t xml:space="preserve">naar een dagcentrum (activiteitencentrum of werklocatie) </w:t>
      </w:r>
      <w:r w:rsidR="00413A90" w:rsidRPr="008A54A2">
        <w:rPr>
          <w:rFonts w:ascii="Arial" w:hAnsi="Arial" w:cs="Arial"/>
          <w:b/>
        </w:rPr>
        <w:t xml:space="preserve">van </w:t>
      </w:r>
      <w:r w:rsidR="000140FC" w:rsidRPr="008A54A2">
        <w:rPr>
          <w:rFonts w:ascii="Arial" w:hAnsi="Arial" w:cs="Arial"/>
          <w:b/>
        </w:rPr>
        <w:t>&lt;naam org&gt;</w:t>
      </w:r>
      <w:r w:rsidR="00213E06" w:rsidRPr="008A54A2">
        <w:rPr>
          <w:rFonts w:ascii="Arial" w:hAnsi="Arial" w:cs="Arial"/>
          <w:b/>
        </w:rPr>
        <w:t>?</w:t>
      </w:r>
    </w:p>
    <w:p w:rsidR="0037467F" w:rsidRPr="008A54A2" w:rsidRDefault="0037467F" w:rsidP="0037467F">
      <w:pPr>
        <w:spacing w:line="144" w:lineRule="auto"/>
        <w:rPr>
          <w:rFonts w:ascii="Arial" w:hAnsi="Arial" w:cs="Arial"/>
          <w:i/>
        </w:rPr>
      </w:pPr>
    </w:p>
    <w:tbl>
      <w:tblPr>
        <w:tblW w:w="8589" w:type="dxa"/>
        <w:tblInd w:w="454" w:type="dxa"/>
        <w:tblLayout w:type="fixed"/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634"/>
        <w:gridCol w:w="699"/>
        <w:gridCol w:w="6859"/>
      </w:tblGrid>
      <w:tr w:rsidR="0071480C" w:rsidRPr="00CA40A9">
        <w:tblPrEx>
          <w:tblCellMar>
            <w:top w:w="0" w:type="dxa"/>
            <w:bottom w:w="0" w:type="dxa"/>
          </w:tblCellMar>
        </w:tblPrEx>
        <w:tc>
          <w:tcPr>
            <w:tcW w:w="397" w:type="dxa"/>
            <w:vAlign w:val="center"/>
          </w:tcPr>
          <w:p w:rsidR="0071480C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795" t="12700" r="6985" b="5080"/>
                      <wp:wrapNone/>
                      <wp:docPr id="376" name="Text Box 36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706C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706C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38" o:spid="_x0000_s1040" type="#_x0000_t202" style="position:absolute;margin-left:0;margin-top:2pt;width:11.35pt;height:11.35pt;z-index:2517463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GqtEa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706C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706C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1480C" w:rsidRPr="00CA40A9">
              <w:rPr>
                <w:rFonts w:ascii="Helvetica" w:hAnsi="Helvetica" w:cs="Arial"/>
                <w:noProof/>
              </w:rPr>
              <w:t>7</w:t>
            </w:r>
          </w:p>
        </w:tc>
        <w:tc>
          <w:tcPr>
            <w:tcW w:w="634" w:type="dxa"/>
          </w:tcPr>
          <w:p w:rsidR="0071480C" w:rsidRPr="00CA40A9" w:rsidRDefault="0071480C" w:rsidP="00AD402E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ja</w:t>
            </w:r>
          </w:p>
        </w:tc>
        <w:tc>
          <w:tcPr>
            <w:tcW w:w="699" w:type="dxa"/>
            <w:vAlign w:val="center"/>
          </w:tcPr>
          <w:p w:rsidR="0071480C" w:rsidRPr="008A54A2" w:rsidRDefault="008876E7" w:rsidP="009A5654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10795" t="61595" r="20955" b="52705"/>
                      <wp:wrapNone/>
                      <wp:docPr id="375" name="Line 36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2A7ADD" id="Line 3639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wNsLAIAAE4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6859" w:type="dxa"/>
            <w:vAlign w:val="center"/>
          </w:tcPr>
          <w:p w:rsidR="0071480C" w:rsidRPr="00CA40A9" w:rsidRDefault="0071480C" w:rsidP="00AD402E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 naar vraag 2</w:t>
            </w:r>
          </w:p>
        </w:tc>
      </w:tr>
      <w:tr w:rsidR="0071480C" w:rsidRPr="00CA40A9">
        <w:tblPrEx>
          <w:tblCellMar>
            <w:top w:w="0" w:type="dxa"/>
            <w:bottom w:w="0" w:type="dxa"/>
          </w:tblCellMar>
        </w:tblPrEx>
        <w:tc>
          <w:tcPr>
            <w:tcW w:w="397" w:type="dxa"/>
            <w:vAlign w:val="center"/>
          </w:tcPr>
          <w:p w:rsidR="0071480C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795" t="11430" r="6985" b="6350"/>
                      <wp:wrapNone/>
                      <wp:docPr id="374" name="Text Box 36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706C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706C0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40" o:spid="_x0000_s1041" type="#_x0000_t202" style="position:absolute;margin-left:0;margin-top:2pt;width:11.35pt;height:11.35pt;z-index:2517483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Yg9Ul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706C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706C0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1480C" w:rsidRPr="00CA40A9">
              <w:rPr>
                <w:rFonts w:ascii="Helvetica" w:hAnsi="Helvetica" w:cs="Arial"/>
                <w:noProof/>
              </w:rPr>
              <w:t>7</w:t>
            </w:r>
          </w:p>
        </w:tc>
        <w:tc>
          <w:tcPr>
            <w:tcW w:w="634" w:type="dxa"/>
          </w:tcPr>
          <w:p w:rsidR="0071480C" w:rsidRPr="00CA40A9" w:rsidRDefault="0071480C" w:rsidP="00AD402E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nee</w:t>
            </w:r>
          </w:p>
        </w:tc>
        <w:tc>
          <w:tcPr>
            <w:tcW w:w="699" w:type="dxa"/>
            <w:vAlign w:val="center"/>
          </w:tcPr>
          <w:p w:rsidR="0071480C" w:rsidRPr="008A54A2" w:rsidRDefault="008876E7" w:rsidP="009A5654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10795" t="60325" r="20955" b="53975"/>
                      <wp:wrapNone/>
                      <wp:docPr id="373" name="Line 36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617F5D" id="Line 3641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6859" w:type="dxa"/>
            <w:vMerge w:val="restart"/>
            <w:vAlign w:val="center"/>
          </w:tcPr>
          <w:p w:rsidR="0071480C" w:rsidRPr="00CA40A9" w:rsidRDefault="0071480C" w:rsidP="00AD402E">
            <w:pPr>
              <w:pStyle w:val="hokjesok"/>
              <w:numPr>
                <w:ilvl w:val="0"/>
                <w:numId w:val="0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Vul de vragenlijst niet verder in. W</w:t>
            </w:r>
            <w:r w:rsidRPr="00CA40A9">
              <w:rPr>
                <w:rFonts w:ascii="Arial" w:hAnsi="Arial" w:cs="Arial"/>
              </w:rPr>
              <w:t>ilt u de lege vragenlijst terugsturen in de antwoordenvelop? Een postzegel is niet nodig.</w:t>
            </w:r>
          </w:p>
        </w:tc>
      </w:tr>
      <w:tr w:rsidR="00706C08" w:rsidRPr="00CA40A9">
        <w:tblPrEx>
          <w:tblCellMar>
            <w:top w:w="0" w:type="dxa"/>
            <w:bottom w:w="0" w:type="dxa"/>
          </w:tblCellMar>
        </w:tblPrEx>
        <w:tc>
          <w:tcPr>
            <w:tcW w:w="397" w:type="dxa"/>
            <w:vAlign w:val="center"/>
          </w:tcPr>
          <w:p w:rsidR="00706C08" w:rsidRPr="00CA40A9" w:rsidRDefault="00706C08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</w:p>
        </w:tc>
        <w:tc>
          <w:tcPr>
            <w:tcW w:w="634" w:type="dxa"/>
          </w:tcPr>
          <w:p w:rsidR="00706C08" w:rsidRPr="00CA40A9" w:rsidRDefault="00706C08" w:rsidP="00AD402E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</w:p>
        </w:tc>
        <w:tc>
          <w:tcPr>
            <w:tcW w:w="699" w:type="dxa"/>
            <w:vAlign w:val="center"/>
          </w:tcPr>
          <w:p w:rsidR="00706C08" w:rsidRPr="00CA40A9" w:rsidRDefault="00706C08" w:rsidP="00AD402E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</w:p>
        </w:tc>
        <w:tc>
          <w:tcPr>
            <w:tcW w:w="6859" w:type="dxa"/>
            <w:vMerge/>
            <w:vAlign w:val="center"/>
          </w:tcPr>
          <w:p w:rsidR="00706C08" w:rsidRPr="00CA40A9" w:rsidRDefault="00706C08" w:rsidP="00AD402E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</w:p>
        </w:tc>
      </w:tr>
    </w:tbl>
    <w:p w:rsidR="00706C08" w:rsidRDefault="00706C08" w:rsidP="00706C08">
      <w:pPr>
        <w:spacing w:line="276" w:lineRule="auto"/>
        <w:ind w:left="454" w:hanging="454"/>
        <w:jc w:val="both"/>
        <w:rPr>
          <w:rFonts w:ascii="Arial" w:hAnsi="Arial" w:cs="Arial"/>
        </w:rPr>
      </w:pPr>
    </w:p>
    <w:p w:rsidR="00706C08" w:rsidRDefault="00706C08" w:rsidP="00706C08">
      <w:pPr>
        <w:spacing w:line="276" w:lineRule="auto"/>
        <w:ind w:left="454" w:hanging="454"/>
        <w:jc w:val="both"/>
        <w:rPr>
          <w:rFonts w:ascii="Arial" w:hAnsi="Arial" w:cs="Arial"/>
        </w:rPr>
      </w:pPr>
    </w:p>
    <w:p w:rsidR="00DA162F" w:rsidRDefault="00706C08" w:rsidP="00DA162F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620FA2" w:rsidRPr="008A54A2">
        <w:rPr>
          <w:rFonts w:ascii="Arial" w:hAnsi="Arial" w:cs="Arial"/>
          <w:b/>
        </w:rPr>
        <w:t>.</w:t>
      </w:r>
      <w:r w:rsidR="00E1745C" w:rsidRPr="008A54A2">
        <w:rPr>
          <w:rFonts w:ascii="Arial" w:hAnsi="Arial" w:cs="Arial"/>
          <w:b/>
        </w:rPr>
        <w:tab/>
      </w:r>
      <w:r w:rsidR="00620FA2" w:rsidRPr="008A54A2">
        <w:rPr>
          <w:rFonts w:ascii="Arial" w:hAnsi="Arial" w:cs="Arial"/>
          <w:b/>
        </w:rPr>
        <w:t xml:space="preserve">Naar wat voor dagcentrum </w:t>
      </w:r>
      <w:r w:rsidR="007D062B" w:rsidRPr="008A54A2">
        <w:rPr>
          <w:rFonts w:ascii="Arial" w:hAnsi="Arial" w:cs="Arial"/>
          <w:b/>
        </w:rPr>
        <w:t xml:space="preserve">van &lt;naam org&gt; </w:t>
      </w:r>
      <w:r w:rsidR="00620FA2" w:rsidRPr="008A54A2">
        <w:rPr>
          <w:rFonts w:ascii="Arial" w:hAnsi="Arial" w:cs="Arial"/>
          <w:b/>
        </w:rPr>
        <w:t>gaat u?</w:t>
      </w:r>
      <w:r w:rsidR="005D177D">
        <w:rPr>
          <w:rFonts w:ascii="Arial" w:hAnsi="Arial" w:cs="Arial"/>
          <w:b/>
        </w:rPr>
        <w:t xml:space="preserve"> </w:t>
      </w:r>
    </w:p>
    <w:p w:rsidR="00874994" w:rsidRDefault="00874994" w:rsidP="00874994">
      <w:pPr>
        <w:spacing w:line="276" w:lineRule="auto"/>
        <w:ind w:left="360"/>
        <w:rPr>
          <w:rFonts w:ascii="Arial" w:hAnsi="Arial" w:cs="Arial"/>
          <w:i/>
        </w:rPr>
      </w:pPr>
      <w:r>
        <w:rPr>
          <w:rFonts w:ascii="Arial" w:hAnsi="Arial" w:cs="Arial"/>
          <w:i/>
        </w:rPr>
        <w:t>Int: u kunt, bij deze vraag en bij volgende vragen, ook de term ‘werk’ in plaats van da</w:t>
      </w:r>
      <w:r>
        <w:rPr>
          <w:rFonts w:ascii="Arial" w:hAnsi="Arial" w:cs="Arial"/>
          <w:i/>
        </w:rPr>
        <w:t>g</w:t>
      </w:r>
      <w:r>
        <w:rPr>
          <w:rFonts w:ascii="Arial" w:hAnsi="Arial" w:cs="Arial"/>
          <w:i/>
        </w:rPr>
        <w:t>centrum g</w:t>
      </w:r>
      <w:r>
        <w:rPr>
          <w:rFonts w:ascii="Arial" w:hAnsi="Arial" w:cs="Arial"/>
          <w:i/>
        </w:rPr>
        <w:t>e</w:t>
      </w:r>
      <w:r>
        <w:rPr>
          <w:rFonts w:ascii="Arial" w:hAnsi="Arial" w:cs="Arial"/>
          <w:i/>
        </w:rPr>
        <w:t>bruiken indien dat meer van toepassing is.</w:t>
      </w:r>
    </w:p>
    <w:p w:rsidR="00DA162F" w:rsidRPr="008A54A2" w:rsidRDefault="00DA162F" w:rsidP="00DA162F">
      <w:pPr>
        <w:spacing w:line="276" w:lineRule="auto"/>
        <w:ind w:left="360"/>
        <w:rPr>
          <w:rFonts w:ascii="Arial" w:hAnsi="Arial" w:cs="Arial"/>
          <w:i/>
        </w:rPr>
      </w:pPr>
      <w:r w:rsidRPr="008A54A2">
        <w:rPr>
          <w:rFonts w:ascii="Arial" w:hAnsi="Arial" w:cs="Arial"/>
          <w:i/>
        </w:rPr>
        <w:t>Meer</w:t>
      </w:r>
      <w:r>
        <w:rPr>
          <w:rFonts w:ascii="Arial" w:hAnsi="Arial" w:cs="Arial"/>
          <w:i/>
        </w:rPr>
        <w:t xml:space="preserve"> </w:t>
      </w:r>
      <w:r w:rsidRPr="008A54A2">
        <w:rPr>
          <w:rFonts w:ascii="Arial" w:hAnsi="Arial" w:cs="Arial"/>
          <w:i/>
        </w:rPr>
        <w:t xml:space="preserve">antwoorden </w:t>
      </w:r>
      <w:r>
        <w:rPr>
          <w:rFonts w:ascii="Arial" w:hAnsi="Arial" w:cs="Arial"/>
          <w:i/>
        </w:rPr>
        <w:t xml:space="preserve">aankruisen mag. </w:t>
      </w:r>
    </w:p>
    <w:p w:rsidR="00E1745C" w:rsidRPr="008A54A2" w:rsidRDefault="00E1745C" w:rsidP="00E1745C">
      <w:pPr>
        <w:spacing w:line="144" w:lineRule="auto"/>
        <w:rPr>
          <w:rFonts w:ascii="Arial" w:hAnsi="Arial" w:cs="Arial"/>
          <w:i/>
        </w:rPr>
      </w:pPr>
    </w:p>
    <w:tbl>
      <w:tblPr>
        <w:tblW w:w="8413" w:type="dxa"/>
        <w:tblInd w:w="378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8021"/>
      </w:tblGrid>
      <w:tr w:rsidR="00E1745C" w:rsidRPr="008A54A2">
        <w:tc>
          <w:tcPr>
            <w:tcW w:w="392" w:type="dxa"/>
            <w:vAlign w:val="center"/>
          </w:tcPr>
          <w:p w:rsidR="00E1745C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647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0160" r="7620" b="7620"/>
                      <wp:wrapNone/>
                      <wp:docPr id="372" name="Text Box 29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Pr="00BE06BC" w:rsidRDefault="004F7E10" w:rsidP="00E1745C">
                                  <w:pPr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91" o:spid="_x0000_s1042" type="#_x0000_t202" style="position:absolute;margin-left:0;margin-top:2pt;width:11.35pt;height:11.35pt;z-index:2514647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" strokeweight=".5pt">
                      <v:textbox inset="0,0,0,0">
                        <w:txbxContent>
                          <w:p w:rsidR="004F7E10" w:rsidRPr="00BE06BC" w:rsidRDefault="004F7E10" w:rsidP="00E1745C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E1745C" w:rsidRPr="008A54A2" w:rsidRDefault="00E1745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een activiteitencentrum</w:t>
            </w:r>
          </w:p>
        </w:tc>
      </w:tr>
      <w:tr w:rsidR="00E1745C" w:rsidRPr="008A54A2">
        <w:tc>
          <w:tcPr>
            <w:tcW w:w="392" w:type="dxa"/>
            <w:vAlign w:val="center"/>
          </w:tcPr>
          <w:p w:rsidR="00E1745C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657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0795" r="7620" b="6985"/>
                      <wp:wrapNone/>
                      <wp:docPr id="371" name="Text Box 29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Pr="00BE06BC" w:rsidRDefault="004F7E10" w:rsidP="00E1745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92" o:spid="_x0000_s1043" type="#_x0000_t202" style="position:absolute;margin-left:0;margin-top:2pt;width:11.35pt;height:11.35pt;z-index:2514657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9xB0F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Pr="00BE06BC" w:rsidRDefault="004F7E10" w:rsidP="00E1745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E1745C" w:rsidRPr="008A54A2" w:rsidRDefault="00E1745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een werklocatie</w:t>
            </w:r>
          </w:p>
        </w:tc>
      </w:tr>
      <w:tr w:rsidR="00E1745C" w:rsidRPr="008A54A2">
        <w:tc>
          <w:tcPr>
            <w:tcW w:w="392" w:type="dxa"/>
            <w:vAlign w:val="center"/>
          </w:tcPr>
          <w:p w:rsidR="00E1745C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667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1430" r="7620" b="6350"/>
                      <wp:wrapNone/>
                      <wp:docPr id="370" name="Text Box 29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93" o:spid="_x0000_s1044" type="#_x0000_t202" style="position:absolute;margin-left:0;margin-top:2pt;width:11.35pt;height:11.35pt;z-index:2514667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V9tFs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E1745C" w:rsidRPr="008A54A2" w:rsidRDefault="009B6BC1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een z</w:t>
            </w:r>
            <w:r w:rsidR="00E1745C" w:rsidRPr="008A54A2">
              <w:rPr>
                <w:rFonts w:ascii="Arial" w:hAnsi="Arial" w:cs="Arial"/>
              </w:rPr>
              <w:t xml:space="preserve">orgboerderij </w:t>
            </w:r>
          </w:p>
        </w:tc>
      </w:tr>
      <w:tr w:rsidR="00E1745C" w:rsidRPr="008A54A2">
        <w:tc>
          <w:tcPr>
            <w:tcW w:w="392" w:type="dxa"/>
            <w:vAlign w:val="center"/>
          </w:tcPr>
          <w:p w:rsidR="00E1745C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677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2700" r="7620" b="5080"/>
                      <wp:wrapNone/>
                      <wp:docPr id="369" name="Text Box 29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94" o:spid="_x0000_s1045" type="#_x0000_t202" style="position:absolute;margin-left:0;margin-top:2pt;width:11.35pt;height:11.35pt;z-index:2514677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Ak3fd4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E1745C" w:rsidRPr="008A54A2" w:rsidRDefault="00E1745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 xml:space="preserve">een winkel </w:t>
            </w:r>
          </w:p>
        </w:tc>
      </w:tr>
      <w:tr w:rsidR="00E1745C" w:rsidRPr="008A54A2">
        <w:tc>
          <w:tcPr>
            <w:tcW w:w="392" w:type="dxa"/>
            <w:vAlign w:val="center"/>
          </w:tcPr>
          <w:p w:rsidR="00E1745C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688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3335" r="7620" b="13970"/>
                      <wp:wrapNone/>
                      <wp:docPr id="368" name="Text Box 30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Pr="00BE06BC" w:rsidRDefault="004F7E10" w:rsidP="00E1745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12" o:spid="_x0000_s1046" type="#_x0000_t202" style="position:absolute;margin-left:0;margin-top:2pt;width:11.35pt;height:11.35pt;z-index:2514688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kc4d5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Pr="00BE06BC" w:rsidRDefault="004F7E10" w:rsidP="00E1745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E1745C" w:rsidRPr="008A54A2" w:rsidRDefault="00E1745C" w:rsidP="00223A42">
            <w:pPr>
              <w:tabs>
                <w:tab w:val="right" w:leader="dot" w:pos="5406"/>
              </w:tabs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 xml:space="preserve">anders, nl.: </w:t>
            </w:r>
            <w:r w:rsidRPr="008A54A2">
              <w:rPr>
                <w:rFonts w:ascii="Arial" w:hAnsi="Arial" w:cs="Arial"/>
              </w:rPr>
              <w:tab/>
            </w:r>
          </w:p>
        </w:tc>
      </w:tr>
    </w:tbl>
    <w:p w:rsidR="00E1745C" w:rsidRPr="008A54A2" w:rsidRDefault="00E1745C" w:rsidP="00E1745C">
      <w:pPr>
        <w:spacing w:line="276" w:lineRule="auto"/>
        <w:rPr>
          <w:rFonts w:ascii="Arial" w:hAnsi="Arial" w:cs="Arial"/>
        </w:rPr>
      </w:pPr>
    </w:p>
    <w:p w:rsidR="00620FA2" w:rsidRPr="00ED03FC" w:rsidRDefault="00620FA2" w:rsidP="00620FA2">
      <w:pPr>
        <w:spacing w:line="276" w:lineRule="auto"/>
        <w:rPr>
          <w:rFonts w:ascii="Arial" w:hAnsi="Arial" w:cs="Arial"/>
        </w:rPr>
      </w:pPr>
    </w:p>
    <w:p w:rsidR="00620FA2" w:rsidRPr="008A54A2" w:rsidRDefault="00D15C93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620FA2" w:rsidRPr="008A54A2">
        <w:rPr>
          <w:rFonts w:ascii="Arial" w:hAnsi="Arial" w:cs="Arial"/>
          <w:b/>
        </w:rPr>
        <w:t>.</w:t>
      </w:r>
      <w:r w:rsidR="00E1745C" w:rsidRPr="008A54A2">
        <w:rPr>
          <w:rFonts w:ascii="Arial" w:hAnsi="Arial" w:cs="Arial"/>
          <w:b/>
        </w:rPr>
        <w:tab/>
      </w:r>
      <w:r w:rsidR="00620FA2" w:rsidRPr="008A54A2">
        <w:rPr>
          <w:rFonts w:ascii="Arial" w:hAnsi="Arial" w:cs="Arial"/>
          <w:b/>
        </w:rPr>
        <w:t>Hoe vaak gaat u naar het dagcentrum</w:t>
      </w:r>
      <w:r w:rsidR="007D062B" w:rsidRPr="008A54A2">
        <w:rPr>
          <w:rFonts w:ascii="Arial" w:hAnsi="Arial" w:cs="Arial"/>
          <w:b/>
        </w:rPr>
        <w:t xml:space="preserve"> van &lt;naam org&gt;</w:t>
      </w:r>
      <w:r w:rsidR="00620FA2" w:rsidRPr="008A54A2">
        <w:rPr>
          <w:rFonts w:ascii="Arial" w:hAnsi="Arial" w:cs="Arial"/>
          <w:b/>
        </w:rPr>
        <w:t>?</w:t>
      </w:r>
    </w:p>
    <w:p w:rsidR="00E1745C" w:rsidRPr="008A54A2" w:rsidRDefault="00E1745C" w:rsidP="00E1745C">
      <w:pPr>
        <w:spacing w:line="144" w:lineRule="auto"/>
        <w:rPr>
          <w:rFonts w:ascii="Arial" w:hAnsi="Arial" w:cs="Arial"/>
          <w:i/>
        </w:rPr>
      </w:pPr>
    </w:p>
    <w:tbl>
      <w:tblPr>
        <w:tblW w:w="8413" w:type="dxa"/>
        <w:tblInd w:w="378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8021"/>
      </w:tblGrid>
      <w:tr w:rsidR="00622D95" w:rsidRPr="008A54A2">
        <w:tc>
          <w:tcPr>
            <w:tcW w:w="392" w:type="dxa"/>
            <w:vAlign w:val="center"/>
          </w:tcPr>
          <w:p w:rsidR="00622D9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7620" r="7620" b="10160"/>
                      <wp:wrapNone/>
                      <wp:docPr id="367" name="Text Box 36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Pr="00BE06BC" w:rsidRDefault="004F7E10" w:rsidP="00E1745C">
                                  <w:pPr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6" o:spid="_x0000_s1047" type="#_x0000_t202" style="position:absolute;margin-left:0;margin-top:2pt;width:11.35pt;height:11.35pt;z-index:2517821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QQQ/6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Pr="00BE06BC" w:rsidRDefault="004F7E10" w:rsidP="00E1745C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622D95" w:rsidRPr="008A54A2" w:rsidRDefault="00622D95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dagdeel</w:t>
            </w:r>
            <w:r w:rsidRPr="008A54A2">
              <w:rPr>
                <w:rFonts w:ascii="Arial" w:hAnsi="Arial" w:cs="Arial"/>
              </w:rPr>
              <w:t xml:space="preserve"> per week</w:t>
            </w:r>
          </w:p>
        </w:tc>
      </w:tr>
      <w:tr w:rsidR="00622D95" w:rsidRPr="008A54A2">
        <w:tc>
          <w:tcPr>
            <w:tcW w:w="392" w:type="dxa"/>
            <w:vAlign w:val="center"/>
          </w:tcPr>
          <w:p w:rsidR="00622D9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8255" r="7620" b="9525"/>
                      <wp:wrapNone/>
                      <wp:docPr id="366" name="Text Box 36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Pr="00BE06BC" w:rsidRDefault="004F7E10" w:rsidP="00E1745C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7" o:spid="_x0000_s1048" type="#_x0000_t202" style="position:absolute;margin-left:0;margin-top:2pt;width:11.35pt;height:11.35pt;z-index:2517831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k9LTP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Pr="00BE06BC" w:rsidRDefault="004F7E10" w:rsidP="00E1745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622D95" w:rsidRPr="008A54A2" w:rsidRDefault="00622D95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dagdelen </w:t>
            </w:r>
            <w:r w:rsidR="00E605CB">
              <w:rPr>
                <w:rFonts w:ascii="Arial" w:hAnsi="Arial" w:cs="Arial"/>
              </w:rPr>
              <w:t xml:space="preserve">(1 dag) </w:t>
            </w:r>
            <w:r>
              <w:rPr>
                <w:rFonts w:ascii="Arial" w:hAnsi="Arial" w:cs="Arial"/>
              </w:rPr>
              <w:t xml:space="preserve">per </w:t>
            </w:r>
            <w:r w:rsidR="00E605CB">
              <w:rPr>
                <w:rFonts w:ascii="Arial" w:hAnsi="Arial" w:cs="Arial"/>
              </w:rPr>
              <w:t>week</w:t>
            </w:r>
          </w:p>
        </w:tc>
      </w:tr>
      <w:tr w:rsidR="00622D95" w:rsidRPr="008A54A2">
        <w:tc>
          <w:tcPr>
            <w:tcW w:w="392" w:type="dxa"/>
            <w:vAlign w:val="center"/>
          </w:tcPr>
          <w:p w:rsidR="00622D9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8890" r="7620" b="8890"/>
                      <wp:wrapNone/>
                      <wp:docPr id="365" name="Text Box 36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8" o:spid="_x0000_s1049" type="#_x0000_t202" style="position:absolute;margin-left:0;margin-top:2pt;width:11.35pt;height:11.35pt;z-index:2517841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fcTUN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622D95" w:rsidRPr="008A54A2" w:rsidRDefault="00622D95" w:rsidP="00223A4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dagdelen per week</w:t>
            </w:r>
          </w:p>
        </w:tc>
      </w:tr>
      <w:tr w:rsidR="00622D95" w:rsidRPr="008A54A2">
        <w:tc>
          <w:tcPr>
            <w:tcW w:w="392" w:type="dxa"/>
            <w:vAlign w:val="center"/>
          </w:tcPr>
          <w:p w:rsidR="00622D9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9525" r="7620" b="8255"/>
                      <wp:wrapNone/>
                      <wp:docPr id="364" name="Text Box 36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9" o:spid="_x0000_s1050" type="#_x0000_t202" style="position:absolute;margin-left:0;margin-top:2pt;width:11.35pt;height:11.35pt;z-index:2517852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Vwkz9y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622D95" w:rsidRPr="008A54A2" w:rsidRDefault="00622D9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 xml:space="preserve">2 – 3 dagen per week </w:t>
            </w:r>
          </w:p>
        </w:tc>
      </w:tr>
      <w:tr w:rsidR="00622D95" w:rsidRPr="008A54A2">
        <w:tc>
          <w:tcPr>
            <w:tcW w:w="392" w:type="dxa"/>
            <w:vAlign w:val="center"/>
          </w:tcPr>
          <w:p w:rsidR="00622D9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0160" t="10795" r="7620" b="6985"/>
                      <wp:wrapNone/>
                      <wp:docPr id="363" name="Text Box 36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0" o:spid="_x0000_s1051" type="#_x0000_t202" style="position:absolute;margin-left:0;margin-top:2pt;width:11.35pt;height:11.35pt;z-index:251786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qSpue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21" w:type="dxa"/>
            <w:vAlign w:val="center"/>
          </w:tcPr>
          <w:p w:rsidR="00622D95" w:rsidRPr="008A54A2" w:rsidRDefault="00622D9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4 – 5 dagen per week</w:t>
            </w:r>
          </w:p>
        </w:tc>
      </w:tr>
    </w:tbl>
    <w:p w:rsidR="009B6BC1" w:rsidRPr="00ED03FC" w:rsidRDefault="009B6BC1" w:rsidP="00E1745C">
      <w:pPr>
        <w:spacing w:line="276" w:lineRule="auto"/>
        <w:ind w:left="360" w:hanging="360"/>
        <w:rPr>
          <w:rFonts w:ascii="Arial" w:hAnsi="Arial" w:cs="Arial"/>
        </w:rPr>
      </w:pPr>
    </w:p>
    <w:p w:rsidR="00622D95" w:rsidRPr="00ED03FC" w:rsidRDefault="00622D95" w:rsidP="00E1745C">
      <w:pPr>
        <w:spacing w:line="276" w:lineRule="auto"/>
        <w:ind w:left="360" w:hanging="360"/>
        <w:rPr>
          <w:rFonts w:ascii="Arial" w:hAnsi="Arial" w:cs="Arial"/>
        </w:rPr>
      </w:pPr>
    </w:p>
    <w:p w:rsidR="00950FB1" w:rsidRPr="00950FB1" w:rsidRDefault="00950FB1" w:rsidP="00950FB1">
      <w:pPr>
        <w:spacing w:line="276" w:lineRule="auto"/>
        <w:rPr>
          <w:rFonts w:ascii="Arial" w:hAnsi="Arial" w:cs="Arial"/>
          <w:b/>
        </w:rPr>
      </w:pPr>
      <w:r w:rsidRPr="00950FB1">
        <w:rPr>
          <w:rFonts w:ascii="Arial" w:hAnsi="Arial" w:cs="Arial"/>
          <w:b/>
        </w:rPr>
        <w:t>Indien u naar meer dan één dagcentrum gaat vult u de overige vragen in voor het dagcentrum waar u het vaakst naar toe gaat.</w:t>
      </w:r>
    </w:p>
    <w:p w:rsidR="00620FA2" w:rsidRPr="008A54A2" w:rsidRDefault="00E50965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D15C93">
        <w:rPr>
          <w:rFonts w:ascii="Arial" w:hAnsi="Arial" w:cs="Arial"/>
          <w:b/>
        </w:rPr>
        <w:lastRenderedPageBreak/>
        <w:t>4</w:t>
      </w:r>
      <w:r w:rsidR="00552A8F" w:rsidRPr="008A54A2">
        <w:rPr>
          <w:rFonts w:ascii="Arial" w:hAnsi="Arial" w:cs="Arial"/>
          <w:b/>
        </w:rPr>
        <w:t>.</w:t>
      </w:r>
      <w:r w:rsidR="00E1745C" w:rsidRPr="008A54A2">
        <w:rPr>
          <w:rFonts w:ascii="Arial" w:hAnsi="Arial" w:cs="Arial"/>
          <w:b/>
        </w:rPr>
        <w:tab/>
      </w:r>
      <w:r w:rsidR="00552A8F" w:rsidRPr="008A54A2">
        <w:rPr>
          <w:rFonts w:ascii="Arial" w:hAnsi="Arial" w:cs="Arial"/>
          <w:b/>
        </w:rPr>
        <w:t>Heeft u zelf kunnen kiezen op welke dagen u naar het dagcentrum gaat?</w:t>
      </w:r>
    </w:p>
    <w:p w:rsidR="00E1745C" w:rsidRPr="008A54A2" w:rsidRDefault="00E1745C" w:rsidP="00E1745C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70" w:type="dxa"/>
          <w:bottom w:w="9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E1745C" w:rsidRPr="008A54A2" w:rsidTr="006436D5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E1745C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606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362" name="Text Box 29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53" o:spid="_x0000_s1052" type="#_x0000_t202" style="position:absolute;margin-left:0;margin-top:2pt;width:11.35pt;height:11.35pt;z-index:2514606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qQKeg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E1745C" w:rsidRPr="008A54A2" w:rsidRDefault="00E1745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nee, helemaal niet</w:t>
            </w:r>
          </w:p>
        </w:tc>
      </w:tr>
      <w:tr w:rsidR="00E1745C" w:rsidRPr="008A54A2" w:rsidTr="006436D5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E1745C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616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361" name="Text Box 29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54" o:spid="_x0000_s1053" type="#_x0000_t202" style="position:absolute;margin-left:0;margin-top:2pt;width:11.35pt;height:11.35pt;z-index:2514616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XePrM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E1745C" w:rsidRPr="008A54A2" w:rsidRDefault="00E1745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een beetje</w:t>
            </w:r>
          </w:p>
        </w:tc>
      </w:tr>
      <w:tr w:rsidR="00E1745C" w:rsidRPr="008A54A2" w:rsidTr="006436D5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E1745C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626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360" name="Text Box 29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55" o:spid="_x0000_s1054" type="#_x0000_t202" style="position:absolute;margin-left:0;margin-top:2pt;width:11.35pt;height:11.35pt;z-index:2514626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PJKdLU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E1745C" w:rsidRPr="008A54A2" w:rsidRDefault="00E1745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grotendeels</w:t>
            </w:r>
          </w:p>
        </w:tc>
      </w:tr>
      <w:tr w:rsidR="00E1745C" w:rsidRPr="008A54A2" w:rsidTr="006436D5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E1745C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636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359" name="Text Box 29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1745C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56" o:spid="_x0000_s1055" type="#_x0000_t202" style="position:absolute;margin-left:0;margin-top:2pt;width:11.35pt;height:11.35pt;z-index:2514636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56D67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1745C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E1745C" w:rsidRPr="008A54A2" w:rsidRDefault="00E1745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ja, helemaal</w:t>
            </w:r>
          </w:p>
        </w:tc>
      </w:tr>
    </w:tbl>
    <w:p w:rsidR="00E1745C" w:rsidRDefault="00E1745C" w:rsidP="00E1745C">
      <w:pPr>
        <w:spacing w:line="276" w:lineRule="auto"/>
        <w:rPr>
          <w:rFonts w:ascii="Arial" w:hAnsi="Arial" w:cs="Arial"/>
          <w:b/>
        </w:rPr>
      </w:pPr>
    </w:p>
    <w:p w:rsidR="00D15C93" w:rsidRDefault="00D15C93" w:rsidP="00E1745C">
      <w:pPr>
        <w:spacing w:line="276" w:lineRule="auto"/>
        <w:rPr>
          <w:rFonts w:ascii="Arial" w:hAnsi="Arial" w:cs="Arial"/>
          <w:b/>
        </w:rPr>
      </w:pPr>
    </w:p>
    <w:p w:rsidR="00DA655D" w:rsidRPr="008A54A2" w:rsidRDefault="00D15C93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7D062B" w:rsidRPr="008A54A2">
        <w:rPr>
          <w:rFonts w:ascii="Arial" w:hAnsi="Arial" w:cs="Arial"/>
          <w:b/>
        </w:rPr>
        <w:t>.</w:t>
      </w:r>
      <w:r w:rsidR="00E1745C" w:rsidRPr="008A54A2">
        <w:rPr>
          <w:rFonts w:ascii="Arial" w:hAnsi="Arial" w:cs="Arial"/>
          <w:b/>
        </w:rPr>
        <w:tab/>
      </w:r>
      <w:r w:rsidR="00DA655D" w:rsidRPr="008A54A2">
        <w:rPr>
          <w:rFonts w:ascii="Arial" w:hAnsi="Arial" w:cs="Arial"/>
          <w:b/>
        </w:rPr>
        <w:t>Wat voor activiteiten doet u op het dagcentrum</w:t>
      </w:r>
      <w:r w:rsidR="007D062B" w:rsidRPr="008A54A2">
        <w:rPr>
          <w:rFonts w:ascii="Arial" w:hAnsi="Arial" w:cs="Arial"/>
          <w:b/>
        </w:rPr>
        <w:t>?</w:t>
      </w:r>
    </w:p>
    <w:p w:rsidR="007D062B" w:rsidRPr="008A54A2" w:rsidRDefault="00E1745C" w:rsidP="00E1745C">
      <w:pPr>
        <w:spacing w:line="276" w:lineRule="auto"/>
        <w:ind w:left="360" w:hanging="360"/>
        <w:rPr>
          <w:rFonts w:ascii="Arial" w:hAnsi="Arial" w:cs="Arial"/>
          <w:i/>
        </w:rPr>
      </w:pPr>
      <w:r w:rsidRPr="008A54A2">
        <w:rPr>
          <w:rFonts w:ascii="Arial" w:hAnsi="Arial" w:cs="Arial"/>
          <w:i/>
        </w:rPr>
        <w:tab/>
      </w:r>
      <w:r w:rsidR="007D062B" w:rsidRPr="008A54A2">
        <w:rPr>
          <w:rFonts w:ascii="Arial" w:hAnsi="Arial" w:cs="Arial"/>
          <w:i/>
        </w:rPr>
        <w:t>Meer</w:t>
      </w:r>
      <w:r w:rsidR="00D15C93">
        <w:rPr>
          <w:rFonts w:ascii="Arial" w:hAnsi="Arial" w:cs="Arial"/>
          <w:i/>
        </w:rPr>
        <w:t xml:space="preserve"> </w:t>
      </w:r>
      <w:r w:rsidR="007D062B" w:rsidRPr="008A54A2">
        <w:rPr>
          <w:rFonts w:ascii="Arial" w:hAnsi="Arial" w:cs="Arial"/>
          <w:i/>
        </w:rPr>
        <w:t xml:space="preserve">antwoorden </w:t>
      </w:r>
      <w:r w:rsidR="00D15C93">
        <w:rPr>
          <w:rFonts w:ascii="Arial" w:hAnsi="Arial" w:cs="Arial"/>
          <w:i/>
        </w:rPr>
        <w:t xml:space="preserve">aankruisen mag. 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8665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268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698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358" name="Text Box 30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25" o:spid="_x0000_s1056" type="#_x0000_t202" style="position:absolute;margin-left:0;margin-top:2pt;width:11.35pt;height:11.35pt;z-index:2514698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iJkcjS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68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creatieve activiteiten, bijvoorbeeld schilderen, keramiek, textiel bewerken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708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357" name="Text Box 30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26" o:spid="_x0000_s1057" type="#_x0000_t202" style="position:absolute;margin-left:0;margin-top:2pt;width:11.35pt;height:11.35pt;z-index:2514708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GUnvzY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68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werken, bijvoorbeeld houtwerkplaats, winkel, inpakwerk, groenvoorziening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718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356" name="Text Box 30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27" o:spid="_x0000_s1058" type="#_x0000_t202" style="position:absolute;margin-left:0;margin-top:2pt;width:11.35pt;height:11.35pt;z-index:2514718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02HJFC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68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sport en ontspanning, bijvoorbeeld zwemmen, muziek, bewegen, drama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728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355" name="Text Box 30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28" o:spid="_x0000_s1059" type="#_x0000_t202" style="position:absolute;margin-left:0;margin-top:2pt;width:11.35pt;height:11.35pt;z-index:2514728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UHjDUi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68" w:type="dxa"/>
            <w:tcMar>
              <w:left w:w="0" w:type="dxa"/>
              <w:right w:w="0" w:type="dxa"/>
            </w:tcMar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scholing en training, bijvoorbeeld cursus</w:t>
            </w:r>
            <w:r w:rsidR="00D15C93">
              <w:rPr>
                <w:rFonts w:ascii="Arial" w:hAnsi="Arial" w:cs="Arial"/>
              </w:rPr>
              <w:t xml:space="preserve"> (computerles, motortechniek),</w:t>
            </w:r>
            <w:r w:rsidR="00512D34">
              <w:rPr>
                <w:rFonts w:ascii="Arial" w:hAnsi="Arial" w:cs="Arial"/>
              </w:rPr>
              <w:t xml:space="preserve"> </w:t>
            </w:r>
            <w:r w:rsidRPr="008A54A2">
              <w:rPr>
                <w:rFonts w:ascii="Arial" w:hAnsi="Arial" w:cs="Arial"/>
              </w:rPr>
              <w:t>oefenen met materialen, workshop, leren vaardigheden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739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354" name="Text Box 30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29" o:spid="_x0000_s1060" type="#_x0000_t202" style="position:absolute;margin-left:0;margin-top:2pt;width:11.35pt;height:11.35pt;z-index:2514739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2cRFC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68" w:type="dxa"/>
            <w:vAlign w:val="center"/>
          </w:tcPr>
          <w:p w:rsidR="00135D35" w:rsidRPr="008A54A2" w:rsidRDefault="00135D35" w:rsidP="00DE26D8">
            <w:pPr>
              <w:tabs>
                <w:tab w:val="right" w:leader="dot" w:pos="8066"/>
              </w:tabs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 xml:space="preserve">anders, nl.: </w:t>
            </w:r>
            <w:r w:rsidRPr="008A54A2">
              <w:rPr>
                <w:rFonts w:ascii="Arial" w:hAnsi="Arial" w:cs="Arial"/>
              </w:rPr>
              <w:tab/>
            </w:r>
          </w:p>
        </w:tc>
      </w:tr>
    </w:tbl>
    <w:p w:rsidR="00135D35" w:rsidRDefault="00135D35" w:rsidP="00135D35">
      <w:pPr>
        <w:spacing w:line="276" w:lineRule="auto"/>
        <w:rPr>
          <w:rFonts w:ascii="Arial" w:hAnsi="Arial" w:cs="Arial"/>
          <w:b/>
        </w:rPr>
      </w:pPr>
    </w:p>
    <w:p w:rsidR="00D15C93" w:rsidRPr="008A54A2" w:rsidRDefault="00D15C93" w:rsidP="00135D35">
      <w:pPr>
        <w:spacing w:line="276" w:lineRule="auto"/>
        <w:rPr>
          <w:rFonts w:ascii="Arial" w:hAnsi="Arial" w:cs="Arial"/>
          <w:b/>
        </w:rPr>
      </w:pPr>
    </w:p>
    <w:p w:rsidR="00DA655D" w:rsidRPr="008A54A2" w:rsidRDefault="00D15C93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DE00BA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DE00BA" w:rsidRPr="008A54A2">
        <w:rPr>
          <w:rFonts w:ascii="Arial" w:hAnsi="Arial" w:cs="Arial"/>
          <w:b/>
        </w:rPr>
        <w:t xml:space="preserve">Bepaalt u zelf </w:t>
      </w:r>
      <w:r w:rsidR="00DA655D" w:rsidRPr="008A54A2">
        <w:rPr>
          <w:rFonts w:ascii="Arial" w:hAnsi="Arial" w:cs="Arial"/>
          <w:b/>
        </w:rPr>
        <w:t>wat u doet op het dagcentrum</w:t>
      </w:r>
      <w:r w:rsidR="00DE00BA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71480C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749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353" name="Text Box 30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30" o:spid="_x0000_s1061" type="#_x0000_t202" style="position:absolute;margin-left:0;margin-top:2pt;width:11.35pt;height:11.35pt;z-index:2514749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7URVt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71480C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759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352" name="Text Box 30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31" o:spid="_x0000_s1062" type="#_x0000_t202" style="position:absolute;margin-left:0;margin-top:2pt;width:11.35pt;height:11.35pt;z-index:2514759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HQazBA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71480C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769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351" name="Text Box 30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32" o:spid="_x0000_s1063" type="#_x0000_t202" style="position:absolute;margin-left:0;margin-top:2pt;width:11.35pt;height:11.35pt;z-index:2514769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F99DFI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71480C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780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350" name="Text Box 30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33" o:spid="_x0000_s1064" type="#_x0000_t202" style="position:absolute;margin-left:0;margin-top:2pt;width:11.35pt;height:11.35pt;z-index:2514780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jJrOaC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135D35" w:rsidRDefault="00135D35" w:rsidP="00135D35">
      <w:pPr>
        <w:spacing w:line="276" w:lineRule="auto"/>
        <w:rPr>
          <w:rFonts w:ascii="Arial" w:hAnsi="Arial" w:cs="Arial"/>
          <w:b/>
        </w:rPr>
      </w:pPr>
    </w:p>
    <w:p w:rsidR="003937A2" w:rsidRDefault="003937A2" w:rsidP="00537F3F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7. </w:t>
      </w:r>
      <w:r w:rsidR="00537F3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Biedt het dagcentrum voldoende </w:t>
      </w:r>
      <w:r w:rsidR="00537F3F">
        <w:rPr>
          <w:rFonts w:ascii="Arial" w:hAnsi="Arial" w:cs="Arial"/>
          <w:b/>
        </w:rPr>
        <w:t xml:space="preserve">activiteiten aan? </w:t>
      </w:r>
    </w:p>
    <w:p w:rsidR="00512D34" w:rsidRPr="008A54A2" w:rsidRDefault="00512D34" w:rsidP="00512D34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537F3F" w:rsidRPr="008A54A2" w:rsidTr="006436D5">
        <w:tc>
          <w:tcPr>
            <w:tcW w:w="397" w:type="dxa"/>
            <w:vAlign w:val="center"/>
          </w:tcPr>
          <w:p w:rsidR="00537F3F" w:rsidRPr="008A54A2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75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349" name="Text Box 3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537F3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537F3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97" o:spid="_x0000_s1065" type="#_x0000_t202" style="position:absolute;margin-left:0;margin-top:2pt;width:11.35pt;height:11.35pt;z-index:2515875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ZTSGa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537F3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537F3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537F3F" w:rsidRPr="008A54A2" w:rsidRDefault="00537F3F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537F3F" w:rsidRPr="008A54A2" w:rsidTr="006436D5">
        <w:tc>
          <w:tcPr>
            <w:tcW w:w="397" w:type="dxa"/>
            <w:vAlign w:val="center"/>
          </w:tcPr>
          <w:p w:rsidR="00537F3F" w:rsidRPr="008A54A2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86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348" name="Text Box 33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537F3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537F3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98" o:spid="_x0000_s1066" type="#_x0000_t202" style="position:absolute;margin-left:0;margin-top:2pt;width:11.35pt;height:11.35pt;z-index:2515886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PI9cU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537F3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537F3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37F3F" w:rsidRPr="008A54A2" w:rsidRDefault="00537F3F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537F3F" w:rsidRPr="008A54A2" w:rsidTr="006436D5">
        <w:tc>
          <w:tcPr>
            <w:tcW w:w="397" w:type="dxa"/>
            <w:vAlign w:val="center"/>
          </w:tcPr>
          <w:p w:rsidR="00537F3F" w:rsidRPr="008A54A2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96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347" name="Text Box 3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537F3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537F3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99" o:spid="_x0000_s1067" type="#_x0000_t202" style="position:absolute;margin-left:0;margin-top:2pt;width:11.35pt;height:11.35pt;z-index:2515896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Ct7ECc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537F3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537F3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537F3F" w:rsidRPr="008A54A2" w:rsidRDefault="00537F3F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537F3F" w:rsidRPr="008A54A2" w:rsidTr="006436D5">
        <w:tc>
          <w:tcPr>
            <w:tcW w:w="397" w:type="dxa"/>
            <w:vAlign w:val="center"/>
          </w:tcPr>
          <w:p w:rsidR="00537F3F" w:rsidRPr="008A54A2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346" name="Text Box 34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537F3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537F3F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00" o:spid="_x0000_s1068" type="#_x0000_t202" style="position:absolute;margin-left:0;margin-top:2pt;width:11.35pt;height:11.35pt;z-index:2515906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RL3bo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537F3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537F3F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37F3F" w:rsidRPr="008A54A2" w:rsidRDefault="00537F3F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537F3F" w:rsidRDefault="00537F3F" w:rsidP="003937A2">
      <w:pPr>
        <w:spacing w:line="276" w:lineRule="auto"/>
        <w:rPr>
          <w:rFonts w:ascii="Arial" w:hAnsi="Arial" w:cs="Arial"/>
          <w:b/>
        </w:rPr>
      </w:pPr>
    </w:p>
    <w:p w:rsidR="00537F3F" w:rsidRDefault="00537F3F" w:rsidP="003937A2">
      <w:pPr>
        <w:spacing w:line="276" w:lineRule="auto"/>
        <w:rPr>
          <w:rFonts w:ascii="Arial" w:hAnsi="Arial" w:cs="Arial"/>
          <w:b/>
        </w:rPr>
      </w:pPr>
    </w:p>
    <w:p w:rsidR="00537F3F" w:rsidRPr="008A54A2" w:rsidRDefault="00537F3F" w:rsidP="00537F3F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Pr="008A54A2">
        <w:rPr>
          <w:rFonts w:ascii="Arial" w:hAnsi="Arial" w:cs="Arial"/>
          <w:b/>
        </w:rPr>
        <w:t>.</w:t>
      </w:r>
      <w:r w:rsidRPr="008A54A2">
        <w:rPr>
          <w:rFonts w:ascii="Arial" w:hAnsi="Arial" w:cs="Arial"/>
          <w:b/>
        </w:rPr>
        <w:tab/>
        <w:t>Krijgt u op het dagcentrum afwisselende activiteiten aangeboden?</w:t>
      </w:r>
    </w:p>
    <w:p w:rsidR="00512D34" w:rsidRPr="008A54A2" w:rsidRDefault="00512D34" w:rsidP="00512D34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512D34" w:rsidRPr="008A54A2" w:rsidTr="002D7A30">
        <w:tc>
          <w:tcPr>
            <w:tcW w:w="397" w:type="dxa"/>
            <w:vAlign w:val="center"/>
          </w:tcPr>
          <w:p w:rsidR="00512D34" w:rsidRPr="008A54A2" w:rsidRDefault="008876E7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345" name="Text Box 36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7" o:spid="_x0000_s1069" type="#_x0000_t202" style="position:absolute;margin-left:0;margin-top:2pt;width:11.35pt;height:11.35pt;z-index:2517626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Cf74l8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512D34" w:rsidRPr="008A54A2" w:rsidRDefault="00512D34" w:rsidP="002D7A3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512D34" w:rsidRPr="008A54A2" w:rsidTr="002D7A30">
        <w:tc>
          <w:tcPr>
            <w:tcW w:w="397" w:type="dxa"/>
            <w:vAlign w:val="center"/>
          </w:tcPr>
          <w:p w:rsidR="00512D34" w:rsidRPr="008A54A2" w:rsidRDefault="008876E7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344" name="Text Box 36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8" o:spid="_x0000_s1070" type="#_x0000_t202" style="position:absolute;margin-left:0;margin-top:2pt;width:11.35pt;height:11.35pt;z-index:2517637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NFugm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12D34" w:rsidRPr="008A54A2" w:rsidRDefault="00512D34" w:rsidP="002D7A3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512D34" w:rsidRPr="008A54A2" w:rsidTr="002D7A30">
        <w:tc>
          <w:tcPr>
            <w:tcW w:w="397" w:type="dxa"/>
            <w:vAlign w:val="center"/>
          </w:tcPr>
          <w:p w:rsidR="00512D34" w:rsidRPr="008A54A2" w:rsidRDefault="008876E7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343" name="Text Box 36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9" o:spid="_x0000_s1071" type="#_x0000_t202" style="position:absolute;margin-left:0;margin-top:2pt;width:11.35pt;height:11.35pt;z-index:2517647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W/zaA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512D34" w:rsidRPr="008A54A2" w:rsidRDefault="00512D34" w:rsidP="002D7A3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512D34" w:rsidRPr="008A54A2" w:rsidTr="002D7A30">
        <w:tc>
          <w:tcPr>
            <w:tcW w:w="397" w:type="dxa"/>
            <w:vAlign w:val="center"/>
          </w:tcPr>
          <w:p w:rsidR="00512D34" w:rsidRPr="008A54A2" w:rsidRDefault="008876E7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342" name="Text Box 36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0" o:spid="_x0000_s1072" type="#_x0000_t202" style="position:absolute;margin-left:0;margin-top:2pt;width:11.35pt;height:11.35pt;z-index:2517657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K6cW6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12D34" w:rsidRPr="008A54A2" w:rsidRDefault="00512D34" w:rsidP="002D7A3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512D34" w:rsidRDefault="00512D34" w:rsidP="00512D34">
      <w:pPr>
        <w:spacing w:line="276" w:lineRule="auto"/>
        <w:rPr>
          <w:rFonts w:ascii="Arial" w:hAnsi="Arial" w:cs="Arial"/>
          <w:b/>
        </w:rPr>
      </w:pPr>
    </w:p>
    <w:p w:rsidR="00844F78" w:rsidRPr="008A54A2" w:rsidRDefault="00844F78" w:rsidP="00844F78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87581D">
        <w:rPr>
          <w:rFonts w:ascii="Arial" w:hAnsi="Arial" w:cs="Arial"/>
          <w:b/>
        </w:rPr>
        <w:lastRenderedPageBreak/>
        <w:t>9</w:t>
      </w:r>
      <w:r w:rsidRPr="008A54A2">
        <w:rPr>
          <w:rFonts w:ascii="Arial" w:hAnsi="Arial" w:cs="Arial"/>
          <w:b/>
        </w:rPr>
        <w:t>.</w:t>
      </w:r>
      <w:r w:rsidRPr="008A54A2">
        <w:rPr>
          <w:rFonts w:ascii="Arial" w:hAnsi="Arial" w:cs="Arial"/>
          <w:b/>
        </w:rPr>
        <w:tab/>
        <w:t xml:space="preserve">Helpen de begeleiders </w:t>
      </w:r>
      <w:r>
        <w:rPr>
          <w:rFonts w:ascii="Arial" w:hAnsi="Arial" w:cs="Arial"/>
          <w:b/>
        </w:rPr>
        <w:t xml:space="preserve">op het dagcentrum </w:t>
      </w:r>
      <w:r w:rsidRPr="008A54A2">
        <w:rPr>
          <w:rFonts w:ascii="Arial" w:hAnsi="Arial" w:cs="Arial"/>
          <w:b/>
        </w:rPr>
        <w:t xml:space="preserve">u bij het leren van </w:t>
      </w:r>
      <w:r w:rsidRPr="008A54A2">
        <w:rPr>
          <w:rFonts w:ascii="Arial" w:hAnsi="Arial" w:cs="Arial"/>
          <w:b/>
          <w:u w:val="single"/>
        </w:rPr>
        <w:t>nieuwe</w:t>
      </w:r>
      <w:r w:rsidRPr="008A54A2">
        <w:rPr>
          <w:rFonts w:ascii="Arial" w:hAnsi="Arial" w:cs="Arial"/>
          <w:b/>
        </w:rPr>
        <w:t xml:space="preserve"> dingen of activiteiten?</w:t>
      </w:r>
      <w:r>
        <w:rPr>
          <w:rFonts w:ascii="Arial" w:hAnsi="Arial" w:cs="Arial"/>
          <w:b/>
        </w:rPr>
        <w:t xml:space="preserve"> </w:t>
      </w:r>
    </w:p>
    <w:p w:rsidR="00844F78" w:rsidRPr="008A54A2" w:rsidRDefault="00844F78" w:rsidP="00844F78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844F78" w:rsidRPr="008A54A2" w:rsidTr="000E4160">
        <w:tc>
          <w:tcPr>
            <w:tcW w:w="397" w:type="dxa"/>
            <w:vAlign w:val="center"/>
          </w:tcPr>
          <w:p w:rsidR="00844F78" w:rsidRPr="008A54A2" w:rsidRDefault="008876E7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341" name="Text Box 36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844F7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844F7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5" o:spid="_x0000_s1073" type="#_x0000_t202" style="position:absolute;margin-left:0;margin-top:2pt;width:11.35pt;height:11.35pt;z-index:2517913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ozqZp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844F7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844F7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844F78" w:rsidRPr="008A54A2" w:rsidRDefault="00844F78" w:rsidP="000E41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 xml:space="preserve">n.v.t., </w:t>
            </w:r>
            <w:r>
              <w:rPr>
                <w:rFonts w:ascii="Arial" w:hAnsi="Arial" w:cs="Arial"/>
              </w:rPr>
              <w:t xml:space="preserve">ik </w:t>
            </w:r>
            <w:r w:rsidRPr="008A54A2">
              <w:rPr>
                <w:rFonts w:ascii="Arial" w:hAnsi="Arial" w:cs="Arial"/>
              </w:rPr>
              <w:t>wil geen hulp bij nieuwe dingen</w:t>
            </w:r>
            <w:r>
              <w:rPr>
                <w:rFonts w:ascii="Arial" w:hAnsi="Arial" w:cs="Arial"/>
              </w:rPr>
              <w:t xml:space="preserve"> / wil geen nieuwe dingen leren</w:t>
            </w:r>
          </w:p>
        </w:tc>
      </w:tr>
      <w:tr w:rsidR="00844F78" w:rsidRPr="008A54A2" w:rsidTr="000E4160">
        <w:tc>
          <w:tcPr>
            <w:tcW w:w="397" w:type="dxa"/>
            <w:vAlign w:val="center"/>
          </w:tcPr>
          <w:p w:rsidR="00844F78" w:rsidRPr="008A54A2" w:rsidRDefault="008876E7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340" name="Text Box 36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844F7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844F7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1" o:spid="_x0000_s1074" type="#_x0000_t202" style="position:absolute;margin-left:0;margin-top:2pt;width:11.35pt;height:11.35pt;z-index:251787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A8DFE+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4F7E10" w:rsidRDefault="004F7E10" w:rsidP="00844F7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844F7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844F78" w:rsidRPr="008A54A2" w:rsidRDefault="00844F78" w:rsidP="000E41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844F78" w:rsidRPr="008A54A2" w:rsidTr="000E4160">
        <w:tc>
          <w:tcPr>
            <w:tcW w:w="397" w:type="dxa"/>
            <w:vAlign w:val="center"/>
          </w:tcPr>
          <w:p w:rsidR="00844F78" w:rsidRPr="008A54A2" w:rsidRDefault="008876E7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339" name="Text Box 36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844F7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844F7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2" o:spid="_x0000_s1075" type="#_x0000_t202" style="position:absolute;margin-left:0;margin-top:2pt;width:11.35pt;height:11.35pt;z-index:2517882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p1b+M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844F7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844F7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844F78" w:rsidRPr="008A54A2" w:rsidRDefault="00844F78" w:rsidP="000E41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844F78" w:rsidRPr="008A54A2" w:rsidTr="000E4160">
        <w:tc>
          <w:tcPr>
            <w:tcW w:w="397" w:type="dxa"/>
            <w:vAlign w:val="center"/>
          </w:tcPr>
          <w:p w:rsidR="00844F78" w:rsidRPr="008A54A2" w:rsidRDefault="008876E7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338" name="Text Box 36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844F7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844F7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3" o:spid="_x0000_s1076" type="#_x0000_t202" style="position:absolute;margin-left:0;margin-top:2pt;width:11.35pt;height:11.35pt;z-index:2517893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2JNu1C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844F7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844F7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844F78" w:rsidRPr="008A54A2" w:rsidRDefault="00844F78" w:rsidP="000E41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844F78" w:rsidRPr="008A54A2" w:rsidTr="000E4160">
        <w:tc>
          <w:tcPr>
            <w:tcW w:w="397" w:type="dxa"/>
            <w:vAlign w:val="center"/>
          </w:tcPr>
          <w:p w:rsidR="00844F78" w:rsidRPr="008A54A2" w:rsidRDefault="008876E7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337" name="Text Box 36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844F7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844F7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4" o:spid="_x0000_s1077" type="#_x0000_t202" style="position:absolute;margin-left:0;margin-top:2pt;width:11.35pt;height:11.35pt;z-index:2517903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h/C54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844F7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844F7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844F78" w:rsidRPr="008A54A2" w:rsidRDefault="00844F78" w:rsidP="000E41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844F78" w:rsidRPr="008A54A2" w:rsidRDefault="00844F78" w:rsidP="00844F78">
      <w:pPr>
        <w:spacing w:line="276" w:lineRule="auto"/>
        <w:rPr>
          <w:rFonts w:ascii="Arial" w:hAnsi="Arial" w:cs="Arial"/>
          <w:b/>
        </w:rPr>
      </w:pPr>
    </w:p>
    <w:p w:rsidR="00844F78" w:rsidRDefault="00844F78" w:rsidP="00512D34">
      <w:pPr>
        <w:spacing w:line="276" w:lineRule="auto"/>
        <w:rPr>
          <w:rFonts w:ascii="Arial" w:hAnsi="Arial" w:cs="Arial"/>
          <w:b/>
        </w:rPr>
      </w:pPr>
    </w:p>
    <w:p w:rsidR="00DA655D" w:rsidRPr="008A54A2" w:rsidRDefault="0087581D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10</w:t>
      </w:r>
      <w:r w:rsidR="00DE00BA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DA655D" w:rsidRPr="008A54A2">
        <w:rPr>
          <w:rFonts w:ascii="Arial" w:hAnsi="Arial" w:cs="Arial"/>
          <w:b/>
        </w:rPr>
        <w:t>Helpen de begeleiders u bij uw activiteiten</w:t>
      </w:r>
      <w:r w:rsidR="009B6BC1" w:rsidRPr="008A54A2">
        <w:rPr>
          <w:rFonts w:ascii="Arial" w:hAnsi="Arial" w:cs="Arial"/>
          <w:b/>
        </w:rPr>
        <w:t xml:space="preserve"> op het dagcentrum</w:t>
      </w:r>
      <w:r w:rsidR="00F9786D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537F3F" w:rsidRPr="008A54A2" w:rsidTr="0071480C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37F3F" w:rsidRPr="008A54A2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336" name="Text Box 34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10" o:spid="_x0000_s1078" type="#_x0000_t202" style="position:absolute;margin-left:0;margin-top:2pt;width:11.35pt;height:11.35pt;z-index:2515957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1fTHV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537F3F" w:rsidRPr="008A54A2" w:rsidRDefault="00537F3F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n.v.t., geen hulp nodig / wil geen hulp bij activiteiten</w:t>
            </w:r>
          </w:p>
        </w:tc>
      </w:tr>
      <w:tr w:rsidR="00537F3F" w:rsidRPr="008A54A2" w:rsidTr="0071480C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37F3F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16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335" name="Text Box 34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05" o:spid="_x0000_s1079" type="#_x0000_t202" style="position:absolute;margin-left:0;margin-top:2pt;width:11.35pt;height:11.35pt;z-index:2515916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tybpr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37F3F" w:rsidRPr="008A54A2" w:rsidRDefault="00537F3F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537F3F" w:rsidRPr="008A54A2" w:rsidTr="0071480C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37F3F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334" name="Text Box 34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06" o:spid="_x0000_s1080" type="#_x0000_t202" style="position:absolute;margin-left:0;margin-top:2pt;width:11.35pt;height:11.35pt;z-index:2515927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/K2qK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37F3F" w:rsidRPr="008A54A2" w:rsidRDefault="00537F3F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537F3F" w:rsidRPr="008A54A2" w:rsidTr="0071480C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37F3F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333" name="Text Box 34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07" o:spid="_x0000_s1081" type="#_x0000_t202" style="position:absolute;margin-left:0;margin-top:2pt;width:11.35pt;height:11.35pt;z-index:2515937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dXqCB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37F3F" w:rsidRPr="008A54A2" w:rsidRDefault="00537F3F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537F3F" w:rsidRPr="008A54A2" w:rsidTr="0071480C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537F3F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332" name="Text Box 3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08" o:spid="_x0000_s1082" type="#_x0000_t202" style="position:absolute;margin-left:0;margin-top:2pt;width:11.35pt;height:11.35pt;z-index:2515947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U34hh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537F3F" w:rsidRPr="008A54A2" w:rsidRDefault="00537F3F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87581D" w:rsidRDefault="0087581D" w:rsidP="00CD7DE3">
      <w:pPr>
        <w:spacing w:line="276" w:lineRule="auto"/>
        <w:ind w:left="360" w:hanging="360"/>
        <w:rPr>
          <w:rFonts w:ascii="Arial" w:hAnsi="Arial" w:cs="Arial"/>
          <w:b/>
        </w:rPr>
      </w:pPr>
    </w:p>
    <w:p w:rsidR="0087581D" w:rsidRDefault="0087581D" w:rsidP="00CD7DE3">
      <w:pPr>
        <w:spacing w:line="276" w:lineRule="auto"/>
        <w:ind w:left="360" w:hanging="360"/>
        <w:rPr>
          <w:rFonts w:ascii="Arial" w:hAnsi="Arial" w:cs="Arial"/>
          <w:b/>
        </w:rPr>
      </w:pPr>
    </w:p>
    <w:p w:rsidR="00CD7DE3" w:rsidRPr="008A54A2" w:rsidRDefault="00CD7DE3" w:rsidP="00CD7DE3">
      <w:pPr>
        <w:spacing w:line="276" w:lineRule="auto"/>
        <w:ind w:left="360" w:hanging="360"/>
        <w:rPr>
          <w:rFonts w:ascii="Arial" w:hAnsi="Arial" w:cs="Arial"/>
          <w:b/>
        </w:rPr>
      </w:pPr>
      <w:r w:rsidRPr="00B34617">
        <w:rPr>
          <w:rFonts w:ascii="Arial" w:hAnsi="Arial" w:cs="Arial"/>
          <w:b/>
        </w:rPr>
        <w:t>1</w:t>
      </w:r>
      <w:r w:rsidR="0087581D">
        <w:rPr>
          <w:rFonts w:ascii="Arial" w:hAnsi="Arial" w:cs="Arial"/>
          <w:b/>
        </w:rPr>
        <w:t>1</w:t>
      </w:r>
      <w:r w:rsidRPr="00B34617">
        <w:rPr>
          <w:rFonts w:ascii="Arial" w:hAnsi="Arial" w:cs="Arial"/>
          <w:b/>
        </w:rPr>
        <w:t>.</w:t>
      </w:r>
      <w:r w:rsidRPr="00B34617">
        <w:rPr>
          <w:rFonts w:ascii="Arial" w:hAnsi="Arial" w:cs="Arial"/>
          <w:b/>
        </w:rPr>
        <w:tab/>
        <w:t xml:space="preserve">Doet u de activiteiten die u </w:t>
      </w:r>
      <w:r w:rsidR="00537F3F" w:rsidRPr="00B34617">
        <w:rPr>
          <w:rFonts w:ascii="Arial" w:hAnsi="Arial" w:cs="Arial"/>
          <w:b/>
        </w:rPr>
        <w:t xml:space="preserve">interessant of leuk </w:t>
      </w:r>
      <w:r w:rsidRPr="00B34617">
        <w:rPr>
          <w:rFonts w:ascii="Arial" w:hAnsi="Arial" w:cs="Arial"/>
          <w:b/>
        </w:rPr>
        <w:t>vindt?</w:t>
      </w:r>
    </w:p>
    <w:p w:rsidR="00CD7DE3" w:rsidRPr="008A54A2" w:rsidRDefault="00CD7DE3" w:rsidP="00CD7DE3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CD7DE3" w:rsidRPr="008A54A2" w:rsidTr="006436D5">
        <w:tc>
          <w:tcPr>
            <w:tcW w:w="397" w:type="dxa"/>
            <w:vAlign w:val="center"/>
          </w:tcPr>
          <w:p w:rsidR="00CD7DE3" w:rsidRPr="008A54A2" w:rsidRDefault="008876E7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32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331" name="Text Box 3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CD7DE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CD7DE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40" o:spid="_x0000_s1083" type="#_x0000_t202" style="position:absolute;margin-left:0;margin-top:2pt;width:11.35pt;height:11.35pt;z-index:2515732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DV4HG0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CD7DE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CD7DE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CD7DE3" w:rsidRPr="008A54A2" w:rsidRDefault="00CD7DE3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CD7DE3" w:rsidRPr="008A54A2" w:rsidTr="006436D5">
        <w:tc>
          <w:tcPr>
            <w:tcW w:w="397" w:type="dxa"/>
            <w:vAlign w:val="center"/>
          </w:tcPr>
          <w:p w:rsidR="00CD7DE3" w:rsidRPr="008A54A2" w:rsidRDefault="008876E7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42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330" name="Text Box 3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CD7DE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CD7DE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41" o:spid="_x0000_s1084" type="#_x0000_t202" style="position:absolute;margin-left:0;margin-top:2pt;width:11.35pt;height:11.35pt;z-index:2515742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l565F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CD7DE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CD7DE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CD7DE3" w:rsidRPr="008A54A2" w:rsidRDefault="00CD7DE3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CD7DE3" w:rsidRPr="008A54A2" w:rsidTr="006436D5">
        <w:tc>
          <w:tcPr>
            <w:tcW w:w="397" w:type="dxa"/>
            <w:vAlign w:val="center"/>
          </w:tcPr>
          <w:p w:rsidR="00CD7DE3" w:rsidRPr="008A54A2" w:rsidRDefault="008876E7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329" name="Text Box 33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CD7DE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CD7DE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42" o:spid="_x0000_s1085" type="#_x0000_t202" style="position:absolute;margin-left:0;margin-top:2pt;width:11.35pt;height:11.35pt;z-index:2515752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/VAlI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CD7DE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CD7DE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CD7DE3" w:rsidRPr="008A54A2" w:rsidRDefault="00CD7DE3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CD7DE3" w:rsidRPr="008A54A2" w:rsidTr="006436D5">
        <w:tc>
          <w:tcPr>
            <w:tcW w:w="397" w:type="dxa"/>
            <w:vAlign w:val="center"/>
          </w:tcPr>
          <w:p w:rsidR="00CD7DE3" w:rsidRPr="008A54A2" w:rsidRDefault="008876E7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63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328" name="Text Box 3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CD7DE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CD7DE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43" o:spid="_x0000_s1086" type="#_x0000_t202" style="position:absolute;margin-left:0;margin-top:2pt;width:11.35pt;height:11.35pt;z-index:2515763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0H52vSECAABN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CD7DE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CD7DE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CD7DE3" w:rsidRPr="008A54A2" w:rsidRDefault="00CD7DE3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CD7DE3" w:rsidRPr="008A54A2" w:rsidRDefault="00CD7DE3" w:rsidP="00CD7DE3">
      <w:pPr>
        <w:spacing w:line="276" w:lineRule="auto"/>
        <w:rPr>
          <w:rFonts w:ascii="Arial" w:hAnsi="Arial" w:cs="Arial"/>
          <w:b/>
        </w:rPr>
      </w:pPr>
    </w:p>
    <w:p w:rsidR="00CD7DE3" w:rsidRPr="008A54A2" w:rsidRDefault="00CD7DE3" w:rsidP="00CD7DE3">
      <w:pPr>
        <w:spacing w:line="276" w:lineRule="auto"/>
        <w:rPr>
          <w:rFonts w:ascii="Arial" w:hAnsi="Arial" w:cs="Arial"/>
          <w:b/>
        </w:rPr>
      </w:pPr>
    </w:p>
    <w:p w:rsidR="00F8468B" w:rsidRPr="008A54A2" w:rsidRDefault="00F8468B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1</w:t>
      </w:r>
      <w:r w:rsidR="0087581D">
        <w:rPr>
          <w:rFonts w:ascii="Arial" w:hAnsi="Arial" w:cs="Arial"/>
          <w:b/>
        </w:rPr>
        <w:t>2</w:t>
      </w:r>
      <w:r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Pr="008A54A2">
        <w:rPr>
          <w:rFonts w:ascii="Arial" w:hAnsi="Arial" w:cs="Arial"/>
          <w:b/>
        </w:rPr>
        <w:t>Is het dagcentrum aangepast aan uw beperkingen?</w:t>
      </w:r>
    </w:p>
    <w:p w:rsidR="008F5679" w:rsidRPr="008A54A2" w:rsidRDefault="008F5679" w:rsidP="008F5679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537F3F" w:rsidRPr="008A54A2" w:rsidTr="006436D5">
        <w:tc>
          <w:tcPr>
            <w:tcW w:w="397" w:type="dxa"/>
            <w:vAlign w:val="center"/>
          </w:tcPr>
          <w:p w:rsidR="00537F3F" w:rsidRPr="008A54A2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327" name="Text Box 3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22" o:spid="_x0000_s1087" type="#_x0000_t202" style="position:absolute;margin-left:0;margin-top:2pt;width:11.35pt;height:11.35pt;z-index:2516008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qqcux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37F3F" w:rsidRPr="008A54A2" w:rsidRDefault="00537F3F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 xml:space="preserve">n.v.t., aanpassingen zijn niet nodig </w:t>
            </w:r>
          </w:p>
        </w:tc>
      </w:tr>
      <w:tr w:rsidR="00537F3F" w:rsidRPr="008A54A2" w:rsidTr="006436D5">
        <w:tc>
          <w:tcPr>
            <w:tcW w:w="397" w:type="dxa"/>
            <w:vAlign w:val="center"/>
          </w:tcPr>
          <w:p w:rsidR="00537F3F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326" name="Text Box 34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17" o:spid="_x0000_s1088" type="#_x0000_t202" style="position:absolute;margin-left:0;margin-top:2pt;width:11.35pt;height:11.35pt;z-index:2515968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/aXKx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37F3F" w:rsidRPr="008A54A2" w:rsidRDefault="00537F3F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nee, helemaal niet</w:t>
            </w:r>
          </w:p>
        </w:tc>
      </w:tr>
      <w:tr w:rsidR="00537F3F" w:rsidRPr="008A54A2" w:rsidTr="006436D5">
        <w:tc>
          <w:tcPr>
            <w:tcW w:w="397" w:type="dxa"/>
            <w:vAlign w:val="center"/>
          </w:tcPr>
          <w:p w:rsidR="00537F3F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325" name="Text Box 3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18" o:spid="_x0000_s1089" type="#_x0000_t202" style="position:absolute;margin-left:0;margin-top:2pt;width:11.35pt;height:11.35pt;z-index:2515978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AsLEsI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37F3F" w:rsidRPr="008A54A2" w:rsidRDefault="00537F3F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een beetje</w:t>
            </w:r>
          </w:p>
        </w:tc>
      </w:tr>
      <w:tr w:rsidR="00537F3F" w:rsidRPr="008A54A2" w:rsidTr="006436D5">
        <w:tc>
          <w:tcPr>
            <w:tcW w:w="397" w:type="dxa"/>
            <w:vAlign w:val="center"/>
          </w:tcPr>
          <w:p w:rsidR="00537F3F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324" name="Text Box 3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19" o:spid="_x0000_s1090" type="#_x0000_t202" style="position:absolute;margin-left:0;margin-top:2pt;width:11.35pt;height:11.35pt;z-index:2515988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p7be6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37F3F" w:rsidRPr="008A54A2" w:rsidRDefault="00537F3F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grotendeels</w:t>
            </w:r>
          </w:p>
        </w:tc>
      </w:tr>
      <w:tr w:rsidR="00537F3F" w:rsidRPr="008A54A2" w:rsidTr="006436D5">
        <w:tc>
          <w:tcPr>
            <w:tcW w:w="397" w:type="dxa"/>
            <w:vAlign w:val="center"/>
          </w:tcPr>
          <w:p w:rsidR="00537F3F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323" name="Text Box 34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20" o:spid="_x0000_s1091" type="#_x0000_t202" style="position:absolute;margin-left:0;margin-top:2pt;width:11.35pt;height:11.35pt;z-index:2515998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CUhYYU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37F3F" w:rsidRPr="008A54A2" w:rsidRDefault="00537F3F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ja, helemaal</w:t>
            </w:r>
          </w:p>
        </w:tc>
      </w:tr>
    </w:tbl>
    <w:p w:rsidR="008F5679" w:rsidRDefault="008F5679" w:rsidP="008F5679">
      <w:pPr>
        <w:spacing w:line="276" w:lineRule="auto"/>
        <w:rPr>
          <w:rFonts w:ascii="Arial" w:hAnsi="Arial" w:cs="Arial"/>
          <w:b/>
        </w:rPr>
      </w:pPr>
    </w:p>
    <w:p w:rsidR="00324E70" w:rsidRDefault="00324E70" w:rsidP="008F5679">
      <w:pPr>
        <w:spacing w:line="276" w:lineRule="auto"/>
        <w:rPr>
          <w:rFonts w:ascii="Arial" w:hAnsi="Arial" w:cs="Arial"/>
          <w:b/>
        </w:rPr>
      </w:pPr>
    </w:p>
    <w:p w:rsidR="00324E70" w:rsidRPr="008A54A2" w:rsidRDefault="00936032" w:rsidP="00324E70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324E70" w:rsidRPr="008A54A2">
        <w:rPr>
          <w:rFonts w:ascii="Arial" w:hAnsi="Arial" w:cs="Arial"/>
          <w:b/>
        </w:rPr>
        <w:lastRenderedPageBreak/>
        <w:t>1</w:t>
      </w:r>
      <w:r w:rsidR="0087581D">
        <w:rPr>
          <w:rFonts w:ascii="Arial" w:hAnsi="Arial" w:cs="Arial"/>
          <w:b/>
        </w:rPr>
        <w:t>3</w:t>
      </w:r>
      <w:r w:rsidR="00324E70" w:rsidRPr="008A54A2">
        <w:rPr>
          <w:rFonts w:ascii="Arial" w:hAnsi="Arial" w:cs="Arial"/>
          <w:b/>
        </w:rPr>
        <w:t>.</w:t>
      </w:r>
      <w:r w:rsidR="00324E70" w:rsidRPr="008A54A2">
        <w:rPr>
          <w:rFonts w:ascii="Arial" w:hAnsi="Arial" w:cs="Arial"/>
          <w:b/>
        </w:rPr>
        <w:tab/>
      </w:r>
      <w:r w:rsidR="00324E70">
        <w:rPr>
          <w:rFonts w:ascii="Arial" w:hAnsi="Arial" w:cs="Arial"/>
          <w:b/>
        </w:rPr>
        <w:t xml:space="preserve">Zijn de materialen en het gereedschap op </w:t>
      </w:r>
      <w:r w:rsidR="00324E70" w:rsidRPr="008A54A2">
        <w:rPr>
          <w:rFonts w:ascii="Arial" w:hAnsi="Arial" w:cs="Arial"/>
          <w:b/>
        </w:rPr>
        <w:t>het dagcentrum aangepast aan uw beperkingen?</w:t>
      </w:r>
    </w:p>
    <w:p w:rsidR="00324E70" w:rsidRPr="008A54A2" w:rsidRDefault="00324E70" w:rsidP="00324E70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324E70" w:rsidRPr="008A54A2" w:rsidTr="006436D5">
        <w:tc>
          <w:tcPr>
            <w:tcW w:w="397" w:type="dxa"/>
            <w:vAlign w:val="center"/>
          </w:tcPr>
          <w:p w:rsidR="00324E70" w:rsidRPr="008A54A2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322" name="Text Box 34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324E70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324E70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27" o:spid="_x0000_s1092" type="#_x0000_t202" style="position:absolute;margin-left:0;margin-top:2pt;width:11.35pt;height:11.35pt;z-index:2516060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cATPK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324E70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324E70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324E70" w:rsidRPr="008A54A2" w:rsidRDefault="00324E70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 xml:space="preserve">n.v.t., aanpassingen zijn niet nodig </w:t>
            </w:r>
          </w:p>
        </w:tc>
      </w:tr>
      <w:tr w:rsidR="00324E70" w:rsidRPr="008A54A2" w:rsidTr="006436D5">
        <w:tc>
          <w:tcPr>
            <w:tcW w:w="397" w:type="dxa"/>
            <w:vAlign w:val="center"/>
          </w:tcPr>
          <w:p w:rsidR="00324E70" w:rsidRPr="008A54A2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19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321" name="Text Box 3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324E70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324E70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23" o:spid="_x0000_s1093" type="#_x0000_t202" style="position:absolute;margin-left:0;margin-top:2pt;width:11.35pt;height:11.35pt;z-index:2516019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hWFz1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324E70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324E70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324E70" w:rsidRPr="008A54A2" w:rsidRDefault="00324E70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nee, helemaal niet</w:t>
            </w:r>
          </w:p>
        </w:tc>
      </w:tr>
      <w:tr w:rsidR="00324E70" w:rsidRPr="008A54A2" w:rsidTr="006436D5">
        <w:tc>
          <w:tcPr>
            <w:tcW w:w="397" w:type="dxa"/>
            <w:vAlign w:val="center"/>
          </w:tcPr>
          <w:p w:rsidR="00324E70" w:rsidRPr="008A54A2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320" name="Text Box 34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324E70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324E70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24" o:spid="_x0000_s1094" type="#_x0000_t202" style="position:absolute;margin-left:0;margin-top:2pt;width:11.35pt;height:11.35pt;z-index:2516029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1sVNT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324E70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324E70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324E70" w:rsidRPr="008A54A2" w:rsidRDefault="00324E70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een beetje</w:t>
            </w:r>
          </w:p>
        </w:tc>
      </w:tr>
      <w:tr w:rsidR="00324E70" w:rsidRPr="008A54A2" w:rsidTr="006436D5">
        <w:tc>
          <w:tcPr>
            <w:tcW w:w="397" w:type="dxa"/>
            <w:vAlign w:val="center"/>
          </w:tcPr>
          <w:p w:rsidR="00324E70" w:rsidRPr="008A54A2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319" name="Text Box 3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324E70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324E70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25" o:spid="_x0000_s1095" type="#_x0000_t202" style="position:absolute;margin-left:0;margin-top:2pt;width:11.35pt;height:11.35pt;z-index:2516039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CGF2j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324E70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324E70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324E70" w:rsidRPr="008A54A2" w:rsidRDefault="00324E70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grotendeels</w:t>
            </w:r>
          </w:p>
        </w:tc>
      </w:tr>
      <w:tr w:rsidR="00324E70" w:rsidRPr="008A54A2" w:rsidTr="006436D5">
        <w:tc>
          <w:tcPr>
            <w:tcW w:w="397" w:type="dxa"/>
            <w:vAlign w:val="center"/>
          </w:tcPr>
          <w:p w:rsidR="00324E70" w:rsidRPr="008A54A2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49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318" name="Text Box 3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324E70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324E70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26" o:spid="_x0000_s1096" type="#_x0000_t202" style="position:absolute;margin-left:0;margin-top:2pt;width:11.35pt;height:11.35pt;z-index:2516049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93ADr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324E70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324E70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324E70" w:rsidRPr="008A54A2" w:rsidRDefault="00324E70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ja, helemaal</w:t>
            </w:r>
          </w:p>
        </w:tc>
      </w:tr>
    </w:tbl>
    <w:p w:rsidR="00537F3F" w:rsidRPr="008A54A2" w:rsidRDefault="00537F3F" w:rsidP="008F5679">
      <w:pPr>
        <w:spacing w:line="276" w:lineRule="auto"/>
        <w:rPr>
          <w:rFonts w:ascii="Arial" w:hAnsi="Arial" w:cs="Arial"/>
          <w:b/>
        </w:rPr>
      </w:pPr>
    </w:p>
    <w:p w:rsidR="009B6BC1" w:rsidRPr="008A54A2" w:rsidRDefault="009B6BC1" w:rsidP="008F5679">
      <w:pPr>
        <w:spacing w:line="276" w:lineRule="auto"/>
        <w:rPr>
          <w:rFonts w:ascii="Arial" w:hAnsi="Arial" w:cs="Arial"/>
          <w:b/>
        </w:rPr>
      </w:pPr>
    </w:p>
    <w:p w:rsidR="00413A90" w:rsidRPr="008A54A2" w:rsidRDefault="00BC0C9C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1</w:t>
      </w:r>
      <w:r w:rsidR="0087581D">
        <w:rPr>
          <w:rFonts w:ascii="Arial" w:hAnsi="Arial" w:cs="Arial"/>
          <w:b/>
        </w:rPr>
        <w:t>4</w:t>
      </w:r>
      <w:r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054162" w:rsidRPr="008A54A2">
        <w:rPr>
          <w:rFonts w:ascii="Arial" w:hAnsi="Arial" w:cs="Arial"/>
          <w:b/>
        </w:rPr>
        <w:t>Voelt u</w:t>
      </w:r>
      <w:r w:rsidR="00F8468B" w:rsidRPr="008A54A2">
        <w:rPr>
          <w:rFonts w:ascii="Arial" w:hAnsi="Arial" w:cs="Arial"/>
          <w:b/>
        </w:rPr>
        <w:t xml:space="preserve"> zich </w:t>
      </w:r>
      <w:r w:rsidR="00324E70">
        <w:rPr>
          <w:rFonts w:ascii="Arial" w:hAnsi="Arial" w:cs="Arial"/>
          <w:b/>
        </w:rPr>
        <w:t xml:space="preserve">prettig </w:t>
      </w:r>
      <w:r w:rsidR="00F8468B" w:rsidRPr="008A54A2">
        <w:rPr>
          <w:rFonts w:ascii="Arial" w:hAnsi="Arial" w:cs="Arial"/>
          <w:b/>
        </w:rPr>
        <w:t>op het dagcentrum</w:t>
      </w:r>
      <w:r w:rsidR="00B352BD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790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317" name="Text Box 30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51" o:spid="_x0000_s1097" type="#_x0000_t202" style="position:absolute;margin-left:0;margin-top:2pt;width:11.35pt;height:11.35pt;z-index:2514790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L3+Zo4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00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316" name="Text Box 30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52" o:spid="_x0000_s1098" type="#_x0000_t202" style="position:absolute;margin-left:0;margin-top:2pt;width:11.35pt;height:11.35pt;z-index:2514800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TCfxA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10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315" name="Text Box 30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53" o:spid="_x0000_s1099" type="#_x0000_t202" style="position:absolute;margin-left:0;margin-top:2pt;width:11.35pt;height:11.35pt;z-index:2514810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oqzpvyECAABN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21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314" name="Text Box 30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54" o:spid="_x0000_s1100" type="#_x0000_t202" style="position:absolute;margin-left:0;margin-top:2pt;width:11.35pt;height:11.35pt;z-index:2514821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pQM1d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3F1A6D" w:rsidRDefault="003F1A6D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3F1A6D" w:rsidRDefault="003F1A6D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F8468B" w:rsidRPr="008A54A2" w:rsidRDefault="00F8468B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1</w:t>
      </w:r>
      <w:r w:rsidR="0087581D">
        <w:rPr>
          <w:rFonts w:ascii="Arial" w:hAnsi="Arial" w:cs="Arial"/>
          <w:b/>
        </w:rPr>
        <w:t>5</w:t>
      </w:r>
      <w:r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Pr="008A54A2">
        <w:rPr>
          <w:rFonts w:ascii="Arial" w:hAnsi="Arial" w:cs="Arial"/>
          <w:b/>
        </w:rPr>
        <w:t xml:space="preserve">Bent u bang voor een andere </w:t>
      </w:r>
      <w:r w:rsidR="009D4305" w:rsidRPr="008A54A2">
        <w:rPr>
          <w:rFonts w:ascii="Arial" w:hAnsi="Arial" w:cs="Arial"/>
          <w:b/>
        </w:rPr>
        <w:t xml:space="preserve">deelnemer </w:t>
      </w:r>
      <w:r w:rsidRPr="008A54A2">
        <w:rPr>
          <w:rFonts w:ascii="Arial" w:hAnsi="Arial" w:cs="Arial"/>
          <w:b/>
        </w:rPr>
        <w:t>op het dagcentrum?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31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313" name="Text Box 30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55" o:spid="_x0000_s1101" type="#_x0000_t202" style="position:absolute;margin-left:0;margin-top:2pt;width:11.35pt;height:11.35pt;z-index:2514831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OszlI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41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312" name="Text Box 30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56" o:spid="_x0000_s1102" type="#_x0000_t202" style="position:absolute;margin-left:0;margin-top:2pt;width:11.35pt;height:11.35pt;z-index:2514841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PpLsv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51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311" name="Text Box 30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57" o:spid="_x0000_s1103" type="#_x0000_t202" style="position:absolute;margin-left:0;margin-top:2pt;width:11.35pt;height:11.35pt;z-index:2514851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fgGu0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62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310" name="Text Box 30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58" o:spid="_x0000_s1104" type="#_x0000_t202" style="position:absolute;margin-left:0;margin-top:2pt;width:11.35pt;height:11.35pt;z-index:2514862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NkgfiQ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87581D" w:rsidRDefault="0087581D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BC0C9C" w:rsidRPr="008A54A2" w:rsidRDefault="00324E70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87581D">
        <w:rPr>
          <w:rFonts w:ascii="Arial" w:hAnsi="Arial" w:cs="Arial"/>
          <w:b/>
        </w:rPr>
        <w:t>6</w:t>
      </w:r>
      <w:r w:rsidR="00BC0C9C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Grijpen de b</w:t>
      </w:r>
      <w:r w:rsidR="00BC0C9C" w:rsidRPr="008A54A2">
        <w:rPr>
          <w:rFonts w:ascii="Arial" w:hAnsi="Arial" w:cs="Arial"/>
          <w:b/>
        </w:rPr>
        <w:t xml:space="preserve">egeleiders </w:t>
      </w:r>
      <w:r>
        <w:rPr>
          <w:rFonts w:ascii="Arial" w:hAnsi="Arial" w:cs="Arial"/>
          <w:b/>
        </w:rPr>
        <w:t xml:space="preserve">in bij zaken </w:t>
      </w:r>
      <w:r w:rsidR="00BC0C9C" w:rsidRPr="008A54A2">
        <w:rPr>
          <w:rFonts w:ascii="Arial" w:hAnsi="Arial" w:cs="Arial"/>
          <w:b/>
        </w:rPr>
        <w:t>zoals pesten, slaan, bedreigingen of lastig vallen?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324E70" w:rsidRPr="008A54A2" w:rsidTr="006436D5">
        <w:tc>
          <w:tcPr>
            <w:tcW w:w="397" w:type="dxa"/>
            <w:vAlign w:val="center"/>
          </w:tcPr>
          <w:p w:rsidR="00324E70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70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309" name="Text Box 3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AD402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AD402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29" o:spid="_x0000_s1105" type="#_x0000_t202" style="position:absolute;margin-left:0;margin-top:2pt;width:11.35pt;height:11.35pt;z-index:2516070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1KdxN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AD402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D402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324E70" w:rsidRPr="00CA40A9" w:rsidRDefault="00324E70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n.v.t., dergelijke zaken komen niet voor op het dagcentrum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72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308" name="Text Box 30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63" o:spid="_x0000_s1106" type="#_x0000_t202" style="position:absolute;margin-left:0;margin-top:2pt;width:11.35pt;height:11.35pt;z-index:2514872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rtWWA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82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307" name="Text Box 30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64" o:spid="_x0000_s1107" type="#_x0000_t202" style="position:absolute;margin-left:0;margin-top:2pt;width:11.35pt;height:11.35pt;z-index:2514882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L7ThyU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892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306" name="Text Box 30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65" o:spid="_x0000_s1108" type="#_x0000_t202" style="position:absolute;margin-left:0;margin-top:2pt;width:11.35pt;height:11.35pt;z-index:2514892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60Hf2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903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305" name="Text Box 30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66" o:spid="_x0000_s1109" type="#_x0000_t202" style="position:absolute;margin-left:0;margin-top:2pt;width:11.35pt;height:11.35pt;z-index:2514903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30hZZ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DB288D" w:rsidRPr="008A54A2" w:rsidRDefault="00DB288D" w:rsidP="00135D35">
      <w:pPr>
        <w:spacing w:line="276" w:lineRule="auto"/>
        <w:rPr>
          <w:rFonts w:ascii="Arial" w:hAnsi="Arial" w:cs="Arial"/>
          <w:b/>
        </w:rPr>
      </w:pPr>
    </w:p>
    <w:p w:rsidR="00054162" w:rsidRPr="00EF3E58" w:rsidRDefault="00933C06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324E70">
        <w:rPr>
          <w:rFonts w:ascii="Arial" w:hAnsi="Arial" w:cs="Arial"/>
          <w:b/>
          <w:sz w:val="24"/>
          <w:szCs w:val="24"/>
        </w:rPr>
        <w:lastRenderedPageBreak/>
        <w:t>V</w:t>
      </w:r>
      <w:r w:rsidR="00BC0C9C" w:rsidRPr="00EF3E58">
        <w:rPr>
          <w:rFonts w:ascii="Arial" w:hAnsi="Arial" w:cs="Arial"/>
          <w:b/>
          <w:sz w:val="24"/>
          <w:szCs w:val="24"/>
        </w:rPr>
        <w:t>erzorging en hulpmiddelen</w:t>
      </w:r>
    </w:p>
    <w:p w:rsidR="00CF4DF0" w:rsidRPr="008A54A2" w:rsidRDefault="00CF4DF0" w:rsidP="00271EB1">
      <w:pPr>
        <w:spacing w:line="276" w:lineRule="auto"/>
        <w:rPr>
          <w:rFonts w:ascii="Arial" w:hAnsi="Arial" w:cs="Arial"/>
        </w:rPr>
      </w:pPr>
    </w:p>
    <w:p w:rsidR="000A6FE3" w:rsidRPr="008A54A2" w:rsidRDefault="000A6FE3" w:rsidP="00271EB1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>Nu komen er enkele vragen over de hulp bij de persoonlijke verzorging</w:t>
      </w:r>
      <w:r w:rsidR="00BC0C9C" w:rsidRPr="008A54A2">
        <w:rPr>
          <w:rFonts w:ascii="Arial" w:hAnsi="Arial" w:cs="Arial"/>
        </w:rPr>
        <w:t xml:space="preserve"> en het gebruik van hulpmiddelen</w:t>
      </w:r>
      <w:r w:rsidR="00D043D5">
        <w:rPr>
          <w:rFonts w:ascii="Arial" w:hAnsi="Arial" w:cs="Arial"/>
        </w:rPr>
        <w:t xml:space="preserve"> op het dagcentrum</w:t>
      </w:r>
      <w:r w:rsidRPr="008A54A2">
        <w:rPr>
          <w:rFonts w:ascii="Arial" w:hAnsi="Arial" w:cs="Arial"/>
        </w:rPr>
        <w:t xml:space="preserve">. Het gaat hierbij om de </w:t>
      </w:r>
      <w:r w:rsidRPr="008A54A2">
        <w:rPr>
          <w:rFonts w:ascii="Arial" w:hAnsi="Arial" w:cs="Arial"/>
          <w:u w:val="single"/>
        </w:rPr>
        <w:t>afgelopen 12 maanden.</w:t>
      </w:r>
      <w:r w:rsidRPr="008A54A2">
        <w:rPr>
          <w:rFonts w:ascii="Arial" w:hAnsi="Arial" w:cs="Arial"/>
        </w:rPr>
        <w:t xml:space="preserve"> </w:t>
      </w:r>
    </w:p>
    <w:p w:rsidR="009D4305" w:rsidRPr="008A54A2" w:rsidRDefault="009D4305" w:rsidP="00271EB1">
      <w:pPr>
        <w:spacing w:line="276" w:lineRule="auto"/>
        <w:rPr>
          <w:rFonts w:ascii="Arial" w:hAnsi="Arial" w:cs="Arial"/>
          <w:b/>
        </w:rPr>
      </w:pPr>
    </w:p>
    <w:p w:rsidR="005B2559" w:rsidRPr="008A54A2" w:rsidRDefault="003F1A6D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87581D">
        <w:rPr>
          <w:rFonts w:ascii="Arial" w:hAnsi="Arial" w:cs="Arial"/>
          <w:b/>
        </w:rPr>
        <w:t>7</w:t>
      </w:r>
      <w:r w:rsidR="00BC0C9C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5B2559" w:rsidRPr="008A54A2">
        <w:rPr>
          <w:rFonts w:ascii="Arial" w:hAnsi="Arial" w:cs="Arial"/>
          <w:b/>
        </w:rPr>
        <w:t xml:space="preserve">Helpen de begeleiders </w:t>
      </w:r>
      <w:r w:rsidR="00F8468B" w:rsidRPr="008A54A2">
        <w:rPr>
          <w:rFonts w:ascii="Arial" w:hAnsi="Arial" w:cs="Arial"/>
          <w:b/>
        </w:rPr>
        <w:t xml:space="preserve">op het dagcentrum </w:t>
      </w:r>
      <w:r w:rsidR="005B2559" w:rsidRPr="008A54A2">
        <w:rPr>
          <w:rFonts w:ascii="Arial" w:hAnsi="Arial" w:cs="Arial"/>
          <w:b/>
        </w:rPr>
        <w:t xml:space="preserve">u </w:t>
      </w:r>
      <w:r w:rsidR="005B2559" w:rsidRPr="00BD34E8">
        <w:rPr>
          <w:rFonts w:ascii="Arial" w:hAnsi="Arial" w:cs="Arial"/>
          <w:b/>
        </w:rPr>
        <w:t>voldoende</w:t>
      </w:r>
      <w:r w:rsidR="005B2559" w:rsidRPr="008A54A2">
        <w:rPr>
          <w:rFonts w:ascii="Arial" w:hAnsi="Arial" w:cs="Arial"/>
          <w:b/>
        </w:rPr>
        <w:t xml:space="preserve"> bij </w:t>
      </w:r>
      <w:r w:rsidR="009B6BC1" w:rsidRPr="008A54A2">
        <w:rPr>
          <w:rFonts w:ascii="Arial" w:hAnsi="Arial" w:cs="Arial"/>
          <w:b/>
        </w:rPr>
        <w:t xml:space="preserve">de </w:t>
      </w:r>
      <w:r w:rsidR="005B2559" w:rsidRPr="008A54A2">
        <w:rPr>
          <w:rFonts w:ascii="Arial" w:hAnsi="Arial" w:cs="Arial"/>
          <w:b/>
        </w:rPr>
        <w:t>persoonlijke verzorging?</w:t>
      </w:r>
      <w:r w:rsidR="00BC0C9C" w:rsidRPr="008A54A2">
        <w:rPr>
          <w:rFonts w:ascii="Arial" w:hAnsi="Arial" w:cs="Arial"/>
          <w:b/>
        </w:rPr>
        <w:t xml:space="preserve"> </w:t>
      </w:r>
      <w:r w:rsidR="00F8468B" w:rsidRPr="008A54A2">
        <w:rPr>
          <w:rFonts w:ascii="Arial" w:hAnsi="Arial" w:cs="Arial"/>
          <w:b/>
        </w:rPr>
        <w:t xml:space="preserve">Bijvoorbeeld bij aandoen jas, </w:t>
      </w:r>
      <w:r w:rsidR="00BC0C9C" w:rsidRPr="008A54A2">
        <w:rPr>
          <w:rFonts w:ascii="Arial" w:hAnsi="Arial" w:cs="Arial"/>
          <w:b/>
        </w:rPr>
        <w:t>eten en drinken en naar de WC gaan</w:t>
      </w:r>
      <w:r w:rsidR="009B6BC1" w:rsidRPr="008A54A2">
        <w:rPr>
          <w:rFonts w:ascii="Arial" w:hAnsi="Arial" w:cs="Arial"/>
          <w:b/>
        </w:rPr>
        <w:t>.</w:t>
      </w:r>
    </w:p>
    <w:p w:rsidR="008F5679" w:rsidRDefault="008F5679" w:rsidP="008F5679">
      <w:pPr>
        <w:spacing w:line="144" w:lineRule="auto"/>
        <w:rPr>
          <w:rFonts w:ascii="Arial" w:hAnsi="Arial" w:cs="Arial"/>
          <w:i/>
        </w:rPr>
      </w:pPr>
    </w:p>
    <w:tbl>
      <w:tblPr>
        <w:tblW w:w="865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5186"/>
        <w:gridCol w:w="672"/>
        <w:gridCol w:w="2399"/>
      </w:tblGrid>
      <w:tr w:rsidR="00DE26D8" w:rsidRPr="00CA40A9" w:rsidTr="00DE26D8">
        <w:tc>
          <w:tcPr>
            <w:tcW w:w="397" w:type="dxa"/>
            <w:vAlign w:val="center"/>
          </w:tcPr>
          <w:p w:rsidR="00DE26D8" w:rsidRPr="00CA40A9" w:rsidRDefault="008876E7" w:rsidP="0016017D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304" name="Text Box 36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DE26D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DE26D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47" o:spid="_x0000_s1110" type="#_x0000_t202" style="position:absolute;margin-left:0;margin-top:2pt;width:11.35pt;height:11.35pt;z-index:2517534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uBnkn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DE26D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DE26D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86" w:type="dxa"/>
            <w:vAlign w:val="center"/>
          </w:tcPr>
          <w:p w:rsidR="00DE26D8" w:rsidRPr="00CA40A9" w:rsidRDefault="00DE26D8" w:rsidP="0016017D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n.v.t., geen hulp nodig / wil geen hulp bij verzorging</w:t>
            </w:r>
          </w:p>
        </w:tc>
        <w:tc>
          <w:tcPr>
            <w:tcW w:w="672" w:type="dxa"/>
            <w:vAlign w:val="center"/>
          </w:tcPr>
          <w:p w:rsidR="00DE26D8" w:rsidRPr="00CA40A9" w:rsidRDefault="008876E7" w:rsidP="0016017D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CA40A9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10795" t="59690" r="20955" b="54610"/>
                      <wp:wrapNone/>
                      <wp:docPr id="303" name="Line 36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0C37E5" id="Line 3648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2399" w:type="dxa"/>
            <w:vAlign w:val="center"/>
          </w:tcPr>
          <w:p w:rsidR="00DE26D8" w:rsidRPr="00CA40A9" w:rsidRDefault="00DE26D8" w:rsidP="0016017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ga naar vraag </w:t>
            </w:r>
            <w:r w:rsidR="0073692E">
              <w:rPr>
                <w:rFonts w:ascii="Arial" w:hAnsi="Arial" w:cs="Arial"/>
              </w:rPr>
              <w:t>20</w:t>
            </w:r>
          </w:p>
        </w:tc>
      </w:tr>
      <w:tr w:rsidR="001E581D" w:rsidRPr="008A54A2" w:rsidTr="00DE26D8">
        <w:tc>
          <w:tcPr>
            <w:tcW w:w="397" w:type="dxa"/>
            <w:vAlign w:val="center"/>
          </w:tcPr>
          <w:p w:rsidR="001E581D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302" name="Text Box 34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30" o:spid="_x0000_s1111" type="#_x0000_t202" style="position:absolute;margin-left:0;margin-top:2pt;width:11.35pt;height:11.35pt;z-index:2516080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HdQ2G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57" w:type="dxa"/>
            <w:gridSpan w:val="3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E581D" w:rsidRPr="008A54A2" w:rsidTr="00DE26D8">
        <w:tc>
          <w:tcPr>
            <w:tcW w:w="397" w:type="dxa"/>
            <w:vAlign w:val="center"/>
          </w:tcPr>
          <w:p w:rsidR="001E581D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301" name="Text Box 34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31" o:spid="_x0000_s1112" type="#_x0000_t202" style="position:absolute;margin-left:0;margin-top:2pt;width:11.35pt;height:11.35pt;z-index:2516090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PbQGHk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57" w:type="dxa"/>
            <w:gridSpan w:val="3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E581D" w:rsidRPr="008A54A2" w:rsidTr="00DE26D8">
        <w:tc>
          <w:tcPr>
            <w:tcW w:w="397" w:type="dxa"/>
            <w:vAlign w:val="center"/>
          </w:tcPr>
          <w:p w:rsidR="001E581D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300" name="Text Box 3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32" o:spid="_x0000_s1113" type="#_x0000_t202" style="position:absolute;margin-left:0;margin-top:2pt;width:11.35pt;height:11.35pt;z-index:2516101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YJ4K3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57" w:type="dxa"/>
            <w:gridSpan w:val="3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E581D" w:rsidRPr="008A54A2" w:rsidTr="00DE26D8">
        <w:tc>
          <w:tcPr>
            <w:tcW w:w="397" w:type="dxa"/>
            <w:vAlign w:val="center"/>
          </w:tcPr>
          <w:p w:rsidR="001E581D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99" name="Text Box 3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33" o:spid="_x0000_s1114" type="#_x0000_t202" style="position:absolute;margin-left:0;margin-top:2pt;width:11.35pt;height:11.35pt;z-index:2516111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wjgmy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57" w:type="dxa"/>
            <w:gridSpan w:val="3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8F5679" w:rsidRDefault="008F5679" w:rsidP="008F5679">
      <w:pPr>
        <w:spacing w:line="276" w:lineRule="auto"/>
        <w:rPr>
          <w:rFonts w:ascii="Arial" w:hAnsi="Arial" w:cs="Arial"/>
          <w:b/>
        </w:rPr>
      </w:pPr>
    </w:p>
    <w:p w:rsidR="00EF3E58" w:rsidRPr="008A54A2" w:rsidRDefault="00EF3E58" w:rsidP="008F5679">
      <w:pPr>
        <w:spacing w:line="276" w:lineRule="auto"/>
        <w:rPr>
          <w:rFonts w:ascii="Arial" w:hAnsi="Arial" w:cs="Arial"/>
          <w:b/>
        </w:rPr>
      </w:pPr>
    </w:p>
    <w:p w:rsidR="00EF3E58" w:rsidRPr="008A54A2" w:rsidRDefault="003F1A6D" w:rsidP="00EF3E58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87581D">
        <w:rPr>
          <w:rFonts w:ascii="Arial" w:hAnsi="Arial" w:cs="Arial"/>
          <w:b/>
        </w:rPr>
        <w:t>8</w:t>
      </w:r>
      <w:r w:rsidR="00EF3E58" w:rsidRPr="008A54A2">
        <w:rPr>
          <w:rFonts w:ascii="Arial" w:hAnsi="Arial" w:cs="Arial"/>
          <w:b/>
        </w:rPr>
        <w:t>.</w:t>
      </w:r>
      <w:r w:rsidR="00EF3E58" w:rsidRPr="008A54A2">
        <w:rPr>
          <w:rFonts w:ascii="Arial" w:hAnsi="Arial" w:cs="Arial"/>
          <w:b/>
        </w:rPr>
        <w:tab/>
      </w:r>
      <w:r w:rsidR="00EF3E58">
        <w:rPr>
          <w:rFonts w:ascii="Arial" w:hAnsi="Arial" w:cs="Arial"/>
          <w:b/>
        </w:rPr>
        <w:t xml:space="preserve">Bepaalt u zelf wanneer u geholpen wordt bij de </w:t>
      </w:r>
      <w:r w:rsidR="00EF3E58" w:rsidRPr="008A54A2">
        <w:rPr>
          <w:rFonts w:ascii="Arial" w:hAnsi="Arial" w:cs="Arial"/>
          <w:b/>
        </w:rPr>
        <w:t>persoonlijke verzorging</w:t>
      </w:r>
      <w:r w:rsidR="00EF3E58">
        <w:rPr>
          <w:rFonts w:ascii="Arial" w:hAnsi="Arial" w:cs="Arial"/>
          <w:b/>
        </w:rPr>
        <w:t xml:space="preserve"> op het dagcentrum</w:t>
      </w:r>
      <w:r w:rsidR="00EF3E58" w:rsidRPr="008A54A2">
        <w:rPr>
          <w:rFonts w:ascii="Arial" w:hAnsi="Arial" w:cs="Arial"/>
          <w:b/>
        </w:rPr>
        <w:t xml:space="preserve">? </w:t>
      </w:r>
    </w:p>
    <w:p w:rsidR="00EF3E58" w:rsidRPr="008A54A2" w:rsidRDefault="00EF3E58" w:rsidP="00EF3E58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EF3E58" w:rsidRPr="008A54A2" w:rsidTr="006436D5">
        <w:tc>
          <w:tcPr>
            <w:tcW w:w="397" w:type="dxa"/>
            <w:vAlign w:val="center"/>
          </w:tcPr>
          <w:p w:rsidR="00EF3E58" w:rsidRPr="008A54A2" w:rsidRDefault="008876E7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298" name="Text Box 3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68" o:spid="_x0000_s1115" type="#_x0000_t202" style="position:absolute;margin-left:0;margin-top:2pt;width:11.35pt;height:11.35pt;z-index:2515793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V0Fdg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EF3E58" w:rsidRPr="008A54A2" w:rsidRDefault="00EF3E58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EF3E58" w:rsidRPr="008A54A2" w:rsidTr="006436D5">
        <w:tc>
          <w:tcPr>
            <w:tcW w:w="397" w:type="dxa"/>
            <w:vAlign w:val="center"/>
          </w:tcPr>
          <w:p w:rsidR="00EF3E58" w:rsidRPr="008A54A2" w:rsidRDefault="008876E7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297" name="Text Box 3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69" o:spid="_x0000_s1116" type="#_x0000_t202" style="position:absolute;margin-left:0;margin-top:2pt;width:11.35pt;height:11.35pt;z-index:2515804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ZFA2Z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EF3E58" w:rsidRPr="008A54A2" w:rsidRDefault="00EF3E58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EF3E58" w:rsidRPr="008A54A2" w:rsidTr="006436D5">
        <w:tc>
          <w:tcPr>
            <w:tcW w:w="397" w:type="dxa"/>
            <w:vAlign w:val="center"/>
          </w:tcPr>
          <w:p w:rsidR="00EF3E58" w:rsidRPr="008A54A2" w:rsidRDefault="008876E7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296" name="Text Box 33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70" o:spid="_x0000_s1117" type="#_x0000_t202" style="position:absolute;margin-left:0;margin-top:2pt;width:11.35pt;height:11.35pt;z-index:2515814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yapq9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EF3E58" w:rsidRPr="008A54A2" w:rsidRDefault="00EF3E58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EF3E58" w:rsidRPr="008A54A2" w:rsidTr="006436D5">
        <w:tc>
          <w:tcPr>
            <w:tcW w:w="397" w:type="dxa"/>
            <w:vAlign w:val="center"/>
          </w:tcPr>
          <w:p w:rsidR="00EF3E58" w:rsidRPr="008A54A2" w:rsidRDefault="008876E7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24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95" name="Text Box 33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71" o:spid="_x0000_s1118" type="#_x0000_t202" style="position:absolute;margin-left:0;margin-top:2pt;width:11.35pt;height:11.35pt;z-index:2515824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AKJzVz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EF3E58" w:rsidRPr="008A54A2" w:rsidRDefault="00EF3E58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9D4305" w:rsidRDefault="009D4305" w:rsidP="00BC0C9C">
      <w:pPr>
        <w:spacing w:line="276" w:lineRule="auto"/>
        <w:rPr>
          <w:rFonts w:ascii="Arial" w:hAnsi="Arial" w:cs="Arial"/>
          <w:b/>
        </w:rPr>
      </w:pPr>
    </w:p>
    <w:p w:rsidR="00EF3E58" w:rsidRPr="008A54A2" w:rsidRDefault="00EF3E58" w:rsidP="00BC0C9C">
      <w:pPr>
        <w:spacing w:line="276" w:lineRule="auto"/>
        <w:rPr>
          <w:rFonts w:ascii="Arial" w:hAnsi="Arial" w:cs="Arial"/>
          <w:b/>
        </w:rPr>
      </w:pPr>
    </w:p>
    <w:p w:rsidR="00EF3E58" w:rsidRPr="008A54A2" w:rsidRDefault="003F1A6D" w:rsidP="00EF3E58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87581D">
        <w:rPr>
          <w:rFonts w:ascii="Arial" w:hAnsi="Arial" w:cs="Arial"/>
          <w:b/>
        </w:rPr>
        <w:t>9</w:t>
      </w:r>
      <w:r w:rsidR="00EF3E58" w:rsidRPr="008A54A2">
        <w:rPr>
          <w:rFonts w:ascii="Arial" w:hAnsi="Arial" w:cs="Arial"/>
          <w:b/>
        </w:rPr>
        <w:t>.</w:t>
      </w:r>
      <w:r w:rsidR="00EF3E58" w:rsidRPr="008A54A2">
        <w:rPr>
          <w:rFonts w:ascii="Arial" w:hAnsi="Arial" w:cs="Arial"/>
          <w:b/>
        </w:rPr>
        <w:tab/>
      </w:r>
      <w:r w:rsidR="00EF3E58">
        <w:rPr>
          <w:rFonts w:ascii="Arial" w:hAnsi="Arial" w:cs="Arial"/>
          <w:b/>
        </w:rPr>
        <w:t xml:space="preserve">Voelt u zich veilig tijdens de </w:t>
      </w:r>
      <w:r w:rsidR="00EF3E58" w:rsidRPr="008A54A2">
        <w:rPr>
          <w:rFonts w:ascii="Arial" w:hAnsi="Arial" w:cs="Arial"/>
          <w:b/>
        </w:rPr>
        <w:t>persoonlijke verzorging</w:t>
      </w:r>
      <w:r w:rsidR="00EF3E58">
        <w:rPr>
          <w:rFonts w:ascii="Arial" w:hAnsi="Arial" w:cs="Arial"/>
          <w:b/>
        </w:rPr>
        <w:t xml:space="preserve"> op het dagcentrum</w:t>
      </w:r>
      <w:r w:rsidR="00EF3E58" w:rsidRPr="008A54A2">
        <w:rPr>
          <w:rFonts w:ascii="Arial" w:hAnsi="Arial" w:cs="Arial"/>
          <w:b/>
        </w:rPr>
        <w:t xml:space="preserve">? </w:t>
      </w:r>
    </w:p>
    <w:p w:rsidR="00EF3E58" w:rsidRPr="008A54A2" w:rsidRDefault="00EF3E58" w:rsidP="00EF3E58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EF3E58" w:rsidRPr="008A54A2" w:rsidTr="006436D5">
        <w:tc>
          <w:tcPr>
            <w:tcW w:w="397" w:type="dxa"/>
            <w:vAlign w:val="center"/>
          </w:tcPr>
          <w:p w:rsidR="00EF3E58" w:rsidRPr="008A54A2" w:rsidRDefault="008876E7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294" name="Text Box 3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79" o:spid="_x0000_s1119" type="#_x0000_t202" style="position:absolute;margin-left:0;margin-top:2pt;width:11.35pt;height:11.35pt;z-index:2515834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GmDMoc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EF3E58" w:rsidRPr="008A54A2" w:rsidRDefault="00EF3E58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EF3E58" w:rsidRPr="008A54A2" w:rsidTr="006436D5">
        <w:tc>
          <w:tcPr>
            <w:tcW w:w="397" w:type="dxa"/>
            <w:vAlign w:val="center"/>
          </w:tcPr>
          <w:p w:rsidR="00EF3E58" w:rsidRPr="008A54A2" w:rsidRDefault="008876E7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45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293" name="Text Box 3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80" o:spid="_x0000_s1120" type="#_x0000_t202" style="position:absolute;margin-left:0;margin-top:2pt;width:11.35pt;height:11.35pt;z-index:2515845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6pSio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EF3E58" w:rsidRPr="008A54A2" w:rsidRDefault="00EF3E58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EF3E58" w:rsidRPr="008A54A2" w:rsidTr="006436D5">
        <w:tc>
          <w:tcPr>
            <w:tcW w:w="397" w:type="dxa"/>
            <w:vAlign w:val="center"/>
          </w:tcPr>
          <w:p w:rsidR="00EF3E58" w:rsidRPr="008A54A2" w:rsidRDefault="008876E7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292" name="Text Box 3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81" o:spid="_x0000_s1121" type="#_x0000_t202" style="position:absolute;margin-left:0;margin-top:2pt;width:11.35pt;height:11.35pt;z-index:2515855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PENAJglAgAATA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EF3E58" w:rsidRPr="008A54A2" w:rsidRDefault="00EF3E58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EF3E58" w:rsidRPr="008A54A2" w:rsidTr="006436D5">
        <w:tc>
          <w:tcPr>
            <w:tcW w:w="397" w:type="dxa"/>
            <w:vAlign w:val="center"/>
          </w:tcPr>
          <w:p w:rsidR="00EF3E58" w:rsidRPr="008A54A2" w:rsidRDefault="008876E7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65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291" name="Text Box 3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82" o:spid="_x0000_s1122" type="#_x0000_t202" style="position:absolute;margin-left:0;margin-top:2pt;width:11.35pt;height:11.35pt;z-index:2515865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zHb+N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EF3E58" w:rsidRPr="008A54A2" w:rsidRDefault="00EF3E58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EF3E58" w:rsidRDefault="00EF3E58" w:rsidP="00EF3E58">
      <w:pPr>
        <w:spacing w:line="276" w:lineRule="auto"/>
        <w:rPr>
          <w:rFonts w:ascii="Arial" w:hAnsi="Arial" w:cs="Arial"/>
          <w:b/>
        </w:rPr>
      </w:pPr>
    </w:p>
    <w:p w:rsidR="00EF3E58" w:rsidRDefault="00EF3E58" w:rsidP="00EF3E58">
      <w:pPr>
        <w:spacing w:line="276" w:lineRule="auto"/>
        <w:rPr>
          <w:rFonts w:ascii="Arial" w:hAnsi="Arial" w:cs="Arial"/>
          <w:b/>
        </w:rPr>
      </w:pPr>
    </w:p>
    <w:p w:rsidR="00BC0C9C" w:rsidRPr="008A54A2" w:rsidRDefault="0087581D" w:rsidP="001E581D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</w:t>
      </w:r>
      <w:r w:rsidR="00BC0C9C" w:rsidRPr="008A54A2">
        <w:rPr>
          <w:rFonts w:ascii="Arial" w:hAnsi="Arial" w:cs="Arial"/>
          <w:b/>
        </w:rPr>
        <w:t>.</w:t>
      </w:r>
      <w:r w:rsidR="001E581D">
        <w:rPr>
          <w:rFonts w:ascii="Arial" w:hAnsi="Arial" w:cs="Arial"/>
          <w:b/>
        </w:rPr>
        <w:tab/>
      </w:r>
      <w:r w:rsidR="00BC0C9C" w:rsidRPr="008A54A2">
        <w:rPr>
          <w:rFonts w:ascii="Arial" w:hAnsi="Arial" w:cs="Arial"/>
          <w:b/>
        </w:rPr>
        <w:t xml:space="preserve">Helpen de begeleiders u als u </w:t>
      </w:r>
      <w:r w:rsidR="00EF3E58">
        <w:rPr>
          <w:rFonts w:ascii="Arial" w:hAnsi="Arial" w:cs="Arial"/>
          <w:b/>
        </w:rPr>
        <w:t xml:space="preserve">zich </w:t>
      </w:r>
      <w:r w:rsidR="00BC0C9C" w:rsidRPr="008A54A2">
        <w:rPr>
          <w:rFonts w:ascii="Arial" w:hAnsi="Arial" w:cs="Arial"/>
          <w:b/>
        </w:rPr>
        <w:t xml:space="preserve">ziek </w:t>
      </w:r>
      <w:r w:rsidR="00EF3E58">
        <w:rPr>
          <w:rFonts w:ascii="Arial" w:hAnsi="Arial" w:cs="Arial"/>
          <w:b/>
        </w:rPr>
        <w:t xml:space="preserve">of beroerd voelt </w:t>
      </w:r>
      <w:r w:rsidR="00F8468B" w:rsidRPr="008A54A2">
        <w:rPr>
          <w:rFonts w:ascii="Arial" w:hAnsi="Arial" w:cs="Arial"/>
          <w:b/>
        </w:rPr>
        <w:t>op het dagcentrum</w:t>
      </w:r>
      <w:r w:rsidR="00BC0C9C" w:rsidRPr="008A54A2">
        <w:rPr>
          <w:rFonts w:ascii="Arial" w:hAnsi="Arial" w:cs="Arial"/>
          <w:b/>
        </w:rPr>
        <w:t>?</w:t>
      </w:r>
    </w:p>
    <w:p w:rsidR="008F5679" w:rsidRPr="008A54A2" w:rsidRDefault="008F5679" w:rsidP="008F5679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290" name="Text Box 34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48" o:spid="_x0000_s1123" type="#_x0000_t202" style="position:absolute;margin-left:0;margin-top:2pt;width:11.35pt;height:11.35pt;z-index:2516162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aIdqM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 xml:space="preserve">n.v.t., </w:t>
            </w:r>
            <w:r w:rsidR="002B1D24">
              <w:rPr>
                <w:rFonts w:ascii="Arial" w:hAnsi="Arial" w:cs="Arial"/>
              </w:rPr>
              <w:t xml:space="preserve">ik </w:t>
            </w:r>
            <w:r w:rsidRPr="008A54A2">
              <w:rPr>
                <w:rFonts w:ascii="Arial" w:hAnsi="Arial" w:cs="Arial"/>
              </w:rPr>
              <w:t>ben afgelopen jaar niet ziek geweest</w:t>
            </w:r>
            <w:r w:rsidR="00BD34E8">
              <w:rPr>
                <w:rFonts w:ascii="Arial" w:hAnsi="Arial" w:cs="Arial"/>
              </w:rPr>
              <w:t xml:space="preserve"> op het dagcentrum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289" name="Text Box 34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44" o:spid="_x0000_s1124" type="#_x0000_t202" style="position:absolute;margin-left:0;margin-top:2pt;width:11.35pt;height:11.35pt;z-index:2516121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6jY8g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288" name="Text Box 34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45" o:spid="_x0000_s1125" type="#_x0000_t202" style="position:absolute;margin-left:0;margin-top:2pt;width:11.35pt;height:11.35pt;z-index:2516131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Vp/DV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287" name="Text Box 34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46" o:spid="_x0000_s1126" type="#_x0000_t202" style="position:absolute;margin-left:0;margin-top:2pt;width:11.35pt;height:11.35pt;z-index:2516142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" strokeweight=".5pt">
                      <v:textbox inset="0,0,0,0">
                        <w:txbxContent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286" name="Text Box 3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8F5679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47" o:spid="_x0000_s1127" type="#_x0000_t202" style="position:absolute;margin-left:0;margin-top:2pt;width:11.35pt;height:11.35pt;z-index:2516152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B0jAs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8F5679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E581D" w:rsidRDefault="001E581D" w:rsidP="00EF3E58">
      <w:pPr>
        <w:spacing w:line="276" w:lineRule="auto"/>
        <w:rPr>
          <w:rFonts w:ascii="Arial" w:hAnsi="Arial" w:cs="Arial"/>
          <w:b/>
        </w:rPr>
      </w:pPr>
    </w:p>
    <w:p w:rsidR="001E581D" w:rsidRDefault="001E581D" w:rsidP="00EF3E58">
      <w:pPr>
        <w:spacing w:line="276" w:lineRule="auto"/>
        <w:rPr>
          <w:rFonts w:ascii="Arial" w:hAnsi="Arial" w:cs="Arial"/>
          <w:b/>
        </w:rPr>
      </w:pPr>
    </w:p>
    <w:p w:rsidR="00EF3E58" w:rsidRPr="008A54A2" w:rsidRDefault="00B04122" w:rsidP="001E581D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1E581D">
        <w:rPr>
          <w:rFonts w:ascii="Arial" w:hAnsi="Arial" w:cs="Arial"/>
          <w:b/>
        </w:rPr>
        <w:lastRenderedPageBreak/>
        <w:t>2</w:t>
      </w:r>
      <w:r w:rsidR="0087581D">
        <w:rPr>
          <w:rFonts w:ascii="Arial" w:hAnsi="Arial" w:cs="Arial"/>
          <w:b/>
        </w:rPr>
        <w:t>1</w:t>
      </w:r>
      <w:r w:rsidR="00EF3E58" w:rsidRPr="008A54A2">
        <w:rPr>
          <w:rFonts w:ascii="Arial" w:hAnsi="Arial" w:cs="Arial"/>
          <w:b/>
        </w:rPr>
        <w:t>.</w:t>
      </w:r>
      <w:r w:rsidR="001E581D">
        <w:rPr>
          <w:rFonts w:ascii="Arial" w:hAnsi="Arial" w:cs="Arial"/>
          <w:b/>
        </w:rPr>
        <w:tab/>
      </w:r>
      <w:r w:rsidR="00EF3E58" w:rsidRPr="008A54A2">
        <w:rPr>
          <w:rFonts w:ascii="Arial" w:hAnsi="Arial" w:cs="Arial"/>
          <w:b/>
        </w:rPr>
        <w:t xml:space="preserve">Helpen de begeleiders u als u </w:t>
      </w:r>
      <w:r w:rsidR="005F2D7F">
        <w:rPr>
          <w:rFonts w:ascii="Arial" w:hAnsi="Arial" w:cs="Arial"/>
          <w:b/>
        </w:rPr>
        <w:t xml:space="preserve">pijn heeft </w:t>
      </w:r>
      <w:r w:rsidR="00EF3E58" w:rsidRPr="008A54A2">
        <w:rPr>
          <w:rFonts w:ascii="Arial" w:hAnsi="Arial" w:cs="Arial"/>
          <w:b/>
        </w:rPr>
        <w:t>op het dagcentrum?</w:t>
      </w:r>
    </w:p>
    <w:p w:rsidR="00EF3E58" w:rsidRPr="008A54A2" w:rsidRDefault="00EF3E58" w:rsidP="00EF3E58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285" name="Text Box 3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54" o:spid="_x0000_s1128" type="#_x0000_t202" style="position:absolute;margin-left:0;margin-top:2pt;width:11.35pt;height:11.35pt;z-index:2516213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Aql6Fc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n.v.t., </w:t>
            </w:r>
            <w:r w:rsidR="002B1D24">
              <w:rPr>
                <w:rFonts w:ascii="Arial" w:hAnsi="Arial" w:cs="Arial"/>
              </w:rPr>
              <w:t xml:space="preserve">ik </w:t>
            </w:r>
            <w:r>
              <w:rPr>
                <w:rFonts w:ascii="Arial" w:hAnsi="Arial" w:cs="Arial"/>
              </w:rPr>
              <w:t xml:space="preserve">heb </w:t>
            </w:r>
            <w:r w:rsidRPr="008A54A2">
              <w:rPr>
                <w:rFonts w:ascii="Arial" w:hAnsi="Arial" w:cs="Arial"/>
              </w:rPr>
              <w:t xml:space="preserve">afgelopen jaar </w:t>
            </w:r>
            <w:r>
              <w:rPr>
                <w:rFonts w:ascii="Arial" w:hAnsi="Arial" w:cs="Arial"/>
              </w:rPr>
              <w:t>geen pijn gehad</w:t>
            </w:r>
            <w:r w:rsidR="00BD34E8">
              <w:rPr>
                <w:rFonts w:ascii="Arial" w:hAnsi="Arial" w:cs="Arial"/>
              </w:rPr>
              <w:t xml:space="preserve"> op het dagcentrum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876E7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284" name="Text Box 34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49" o:spid="_x0000_s1129" type="#_x0000_t202" style="position:absolute;margin-left:0;margin-top:2pt;width:11.35pt;height:11.35pt;z-index:2516172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Aczr8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876E7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283" name="Text Box 3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50" o:spid="_x0000_s1130" type="#_x0000_t202" style="position:absolute;margin-left:0;margin-top:2pt;width:11.35pt;height:11.35pt;z-index:2516183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krGzey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876E7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282" name="Text Box 34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51" o:spid="_x0000_s1131" type="#_x0000_t202" style="position:absolute;margin-left:0;margin-top:2pt;width:11.35pt;height:11.35pt;z-index:2516193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ANjza3JgIAAEw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876E7" w:rsidP="00587208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281" name="Text Box 34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EF3E5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52" o:spid="_x0000_s1132" type="#_x0000_t202" style="position:absolute;margin-left:0;margin-top:2pt;width:11.35pt;height:11.35pt;z-index:2516203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Pn4mi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EF3E5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587208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086636" w:rsidRDefault="00086636" w:rsidP="00271EB1">
      <w:pPr>
        <w:spacing w:line="276" w:lineRule="auto"/>
        <w:rPr>
          <w:rFonts w:ascii="Arial" w:hAnsi="Arial" w:cs="Arial"/>
          <w:b/>
        </w:rPr>
      </w:pPr>
    </w:p>
    <w:p w:rsidR="00EF3E58" w:rsidRPr="008A54A2" w:rsidRDefault="00EF3E58" w:rsidP="00271EB1">
      <w:pPr>
        <w:spacing w:line="276" w:lineRule="auto"/>
        <w:rPr>
          <w:rFonts w:ascii="Arial" w:hAnsi="Arial" w:cs="Arial"/>
          <w:b/>
        </w:rPr>
      </w:pPr>
    </w:p>
    <w:p w:rsidR="00CF4DF0" w:rsidRPr="008A54A2" w:rsidRDefault="00086636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2</w:t>
      </w:r>
      <w:r w:rsidR="0087581D">
        <w:rPr>
          <w:rFonts w:ascii="Arial" w:hAnsi="Arial" w:cs="Arial"/>
          <w:b/>
        </w:rPr>
        <w:t>2</w:t>
      </w:r>
      <w:r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3E19FC" w:rsidRPr="008A54A2">
        <w:rPr>
          <w:rFonts w:ascii="Arial" w:hAnsi="Arial" w:cs="Arial"/>
          <w:b/>
        </w:rPr>
        <w:t>Gebruikt</w:t>
      </w:r>
      <w:r w:rsidR="00EC3F48" w:rsidRPr="008A54A2">
        <w:rPr>
          <w:rFonts w:ascii="Arial" w:hAnsi="Arial" w:cs="Arial"/>
          <w:b/>
        </w:rPr>
        <w:t xml:space="preserve"> </w:t>
      </w:r>
      <w:r w:rsidR="00054162" w:rsidRPr="008A54A2">
        <w:rPr>
          <w:rFonts w:ascii="Arial" w:hAnsi="Arial" w:cs="Arial"/>
          <w:b/>
        </w:rPr>
        <w:t>u een hulpmiddel</w:t>
      </w:r>
      <w:r w:rsidR="00F8468B" w:rsidRPr="008A54A2">
        <w:rPr>
          <w:rFonts w:ascii="Arial" w:hAnsi="Arial" w:cs="Arial"/>
          <w:b/>
        </w:rPr>
        <w:t xml:space="preserve"> op het dagcentrum</w:t>
      </w:r>
      <w:r w:rsidR="00054162" w:rsidRPr="008A54A2">
        <w:rPr>
          <w:rFonts w:ascii="Arial" w:hAnsi="Arial" w:cs="Arial"/>
          <w:b/>
        </w:rPr>
        <w:t xml:space="preserve">? Bijvoorbeeld </w:t>
      </w:r>
      <w:r w:rsidR="009B6BC1" w:rsidRPr="008A54A2">
        <w:rPr>
          <w:rFonts w:ascii="Arial" w:hAnsi="Arial" w:cs="Arial"/>
          <w:b/>
        </w:rPr>
        <w:t xml:space="preserve">om u te verplaatsen, te </w:t>
      </w:r>
      <w:r w:rsidRPr="008A54A2">
        <w:rPr>
          <w:rFonts w:ascii="Arial" w:hAnsi="Arial" w:cs="Arial"/>
          <w:b/>
        </w:rPr>
        <w:t xml:space="preserve">communiceren met anderen of </w:t>
      </w:r>
      <w:r w:rsidR="009B6BC1" w:rsidRPr="008A54A2">
        <w:rPr>
          <w:rFonts w:ascii="Arial" w:hAnsi="Arial" w:cs="Arial"/>
          <w:b/>
        </w:rPr>
        <w:t xml:space="preserve">voor de </w:t>
      </w:r>
      <w:r w:rsidRPr="008A54A2">
        <w:rPr>
          <w:rFonts w:ascii="Arial" w:hAnsi="Arial" w:cs="Arial"/>
          <w:b/>
        </w:rPr>
        <w:t>dagelijks</w:t>
      </w:r>
      <w:r w:rsidR="009B6BC1" w:rsidRPr="008A54A2">
        <w:rPr>
          <w:rFonts w:ascii="Arial" w:hAnsi="Arial" w:cs="Arial"/>
          <w:b/>
        </w:rPr>
        <w:t>e dingen</w:t>
      </w:r>
      <w:r w:rsidRPr="008A54A2">
        <w:rPr>
          <w:rFonts w:ascii="Arial" w:hAnsi="Arial" w:cs="Arial"/>
          <w:b/>
        </w:rPr>
        <w:t xml:space="preserve">. </w:t>
      </w:r>
    </w:p>
    <w:p w:rsidR="00223A42" w:rsidRPr="008A54A2" w:rsidRDefault="00223A42" w:rsidP="00223A42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665"/>
        <w:gridCol w:w="814"/>
        <w:gridCol w:w="3084"/>
      </w:tblGrid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27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280" name="Text Box 3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02" o:spid="_x0000_s1133" type="#_x0000_t202" style="position:absolute;margin-left:0;margin-top:2pt;width:11.35pt;height:11.35pt;z-index:2515527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OBE2G0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65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nee</w:t>
            </w:r>
          </w:p>
        </w:tc>
        <w:tc>
          <w:tcPr>
            <w:tcW w:w="814" w:type="dxa"/>
            <w:vAlign w:val="center"/>
          </w:tcPr>
          <w:p w:rsidR="00223A42" w:rsidRPr="008A54A2" w:rsidRDefault="008876E7" w:rsidP="00223A42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481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6985" t="59690" r="15240" b="54610"/>
                      <wp:wrapNone/>
                      <wp:docPr id="279" name="Line 3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B19E54" id="Line 3204" o:spid="_x0000_s1026" style="position:absolute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084" w:type="dxa"/>
            <w:vAlign w:val="center"/>
          </w:tcPr>
          <w:p w:rsidR="00223A42" w:rsidRPr="008A54A2" w:rsidRDefault="009423A3" w:rsidP="00223A4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 naar vraag 2</w:t>
            </w:r>
            <w:r w:rsidR="0073692E">
              <w:rPr>
                <w:rFonts w:ascii="Arial" w:hAnsi="Arial" w:cs="Arial"/>
              </w:rPr>
              <w:t>5</w:t>
            </w: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37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278" name="Text Box 3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03" o:spid="_x0000_s1134" type="#_x0000_t202" style="position:absolute;margin-left:0;margin-top:2pt;width:11.35pt;height:11.35pt;z-index:2515537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DMlAxs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65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ja</w:t>
            </w:r>
          </w:p>
        </w:tc>
        <w:tc>
          <w:tcPr>
            <w:tcW w:w="814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84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223A42" w:rsidRPr="008A54A2" w:rsidRDefault="00223A42" w:rsidP="00223A42">
      <w:pPr>
        <w:spacing w:line="276" w:lineRule="auto"/>
        <w:rPr>
          <w:rFonts w:ascii="Arial" w:hAnsi="Arial" w:cs="Arial"/>
          <w:b/>
        </w:rPr>
      </w:pPr>
    </w:p>
    <w:p w:rsidR="009B6BC1" w:rsidRPr="008A54A2" w:rsidRDefault="009B6BC1" w:rsidP="00223A42">
      <w:pPr>
        <w:spacing w:line="276" w:lineRule="auto"/>
        <w:rPr>
          <w:rFonts w:ascii="Arial" w:hAnsi="Arial" w:cs="Arial"/>
          <w:b/>
        </w:rPr>
      </w:pPr>
    </w:p>
    <w:p w:rsidR="00C12DBF" w:rsidRPr="008A54A2" w:rsidRDefault="00086636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2</w:t>
      </w:r>
      <w:r w:rsidR="0087581D">
        <w:rPr>
          <w:rFonts w:ascii="Arial" w:hAnsi="Arial" w:cs="Arial"/>
          <w:b/>
        </w:rPr>
        <w:t>3</w:t>
      </w:r>
      <w:r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766987" w:rsidRPr="008A54A2">
        <w:rPr>
          <w:rFonts w:ascii="Arial" w:hAnsi="Arial" w:cs="Arial"/>
          <w:b/>
        </w:rPr>
        <w:t xml:space="preserve">Kunt u dit </w:t>
      </w:r>
      <w:r w:rsidR="003E19FC" w:rsidRPr="008A54A2">
        <w:rPr>
          <w:rFonts w:ascii="Arial" w:hAnsi="Arial" w:cs="Arial"/>
          <w:b/>
        </w:rPr>
        <w:t xml:space="preserve">hulpmiddel </w:t>
      </w:r>
      <w:r w:rsidR="00043A65" w:rsidRPr="008A54A2">
        <w:rPr>
          <w:rFonts w:ascii="Arial" w:hAnsi="Arial" w:cs="Arial"/>
          <w:b/>
        </w:rPr>
        <w:t xml:space="preserve">gebruiken </w:t>
      </w:r>
      <w:r w:rsidR="00E714B7" w:rsidRPr="008A54A2">
        <w:rPr>
          <w:rFonts w:ascii="Arial" w:hAnsi="Arial" w:cs="Arial"/>
          <w:b/>
        </w:rPr>
        <w:t xml:space="preserve">op de momenten dat </w:t>
      </w:r>
      <w:r w:rsidR="00766987" w:rsidRPr="008A54A2">
        <w:rPr>
          <w:rFonts w:ascii="Arial" w:hAnsi="Arial" w:cs="Arial"/>
          <w:b/>
        </w:rPr>
        <w:t xml:space="preserve">u het </w:t>
      </w:r>
      <w:r w:rsidR="00043A65" w:rsidRPr="008A54A2">
        <w:rPr>
          <w:rFonts w:ascii="Arial" w:hAnsi="Arial" w:cs="Arial"/>
          <w:b/>
        </w:rPr>
        <w:t>nodig heeft</w:t>
      </w:r>
      <w:r w:rsidRPr="008A54A2">
        <w:rPr>
          <w:rFonts w:ascii="Arial" w:hAnsi="Arial" w:cs="Arial"/>
          <w:b/>
        </w:rPr>
        <w:t xml:space="preserve">? </w:t>
      </w:r>
    </w:p>
    <w:p w:rsidR="00512D34" w:rsidRPr="008A54A2" w:rsidRDefault="00512D34" w:rsidP="00512D34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512D34" w:rsidRPr="008A54A2" w:rsidTr="002D7A30">
        <w:tc>
          <w:tcPr>
            <w:tcW w:w="397" w:type="dxa"/>
            <w:vAlign w:val="center"/>
          </w:tcPr>
          <w:p w:rsidR="00512D34" w:rsidRPr="008A54A2" w:rsidRDefault="008876E7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277" name="Text Box 36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1" o:spid="_x0000_s1135" type="#_x0000_t202" style="position:absolute;margin-left:0;margin-top:2pt;width:11.35pt;height:11.35pt;z-index:2517667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B0/ovh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4F7E10" w:rsidRDefault="004F7E10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512D34" w:rsidRPr="008A54A2" w:rsidRDefault="00512D34" w:rsidP="002D7A3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512D34" w:rsidRPr="008A54A2" w:rsidTr="002D7A30">
        <w:tc>
          <w:tcPr>
            <w:tcW w:w="397" w:type="dxa"/>
            <w:vAlign w:val="center"/>
          </w:tcPr>
          <w:p w:rsidR="00512D34" w:rsidRPr="008A54A2" w:rsidRDefault="008876E7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276" name="Text Box 36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2" o:spid="_x0000_s1136" type="#_x0000_t202" style="position:absolute;margin-left:0;margin-top:2pt;width:11.35pt;height:11.35pt;z-index:2517678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G6dgR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12D34" w:rsidRPr="008A54A2" w:rsidRDefault="00512D34" w:rsidP="002D7A3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512D34" w:rsidRPr="008A54A2" w:rsidTr="002D7A30">
        <w:tc>
          <w:tcPr>
            <w:tcW w:w="397" w:type="dxa"/>
            <w:vAlign w:val="center"/>
          </w:tcPr>
          <w:p w:rsidR="00512D34" w:rsidRPr="008A54A2" w:rsidRDefault="008876E7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275" name="Text Box 36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3" o:spid="_x0000_s1137" type="#_x0000_t202" style="position:absolute;margin-left:0;margin-top:2pt;width:11.35pt;height:11.35pt;z-index:2517688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qAnW6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tcMar>
              <w:left w:w="0" w:type="dxa"/>
              <w:right w:w="0" w:type="dxa"/>
            </w:tcMar>
            <w:vAlign w:val="center"/>
          </w:tcPr>
          <w:p w:rsidR="00512D34" w:rsidRPr="008A54A2" w:rsidRDefault="00512D34" w:rsidP="002D7A3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512D34" w:rsidRPr="008A54A2" w:rsidTr="002D7A30">
        <w:tc>
          <w:tcPr>
            <w:tcW w:w="397" w:type="dxa"/>
            <w:vAlign w:val="center"/>
          </w:tcPr>
          <w:p w:rsidR="00512D34" w:rsidRPr="008A54A2" w:rsidRDefault="008876E7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274" name="Text Box 36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512D34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4" o:spid="_x0000_s1138" type="#_x0000_t202" style="position:absolute;margin-left:0;margin-top:2pt;width:11.35pt;height:11.35pt;z-index:2517698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GTv6eY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512D34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512D34" w:rsidRPr="008A54A2" w:rsidRDefault="00512D34" w:rsidP="002D7A3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512D34" w:rsidRDefault="00512D34" w:rsidP="00512D34">
      <w:pPr>
        <w:spacing w:line="276" w:lineRule="auto"/>
        <w:rPr>
          <w:rFonts w:ascii="Arial" w:hAnsi="Arial" w:cs="Arial"/>
          <w:b/>
        </w:rPr>
      </w:pPr>
    </w:p>
    <w:p w:rsidR="00512D34" w:rsidRDefault="00512D34" w:rsidP="00512D34">
      <w:pPr>
        <w:spacing w:line="276" w:lineRule="auto"/>
        <w:rPr>
          <w:rFonts w:ascii="Arial" w:hAnsi="Arial" w:cs="Arial"/>
          <w:b/>
        </w:rPr>
      </w:pPr>
    </w:p>
    <w:p w:rsidR="003E19FC" w:rsidRPr="008A54A2" w:rsidRDefault="00043A65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2</w:t>
      </w:r>
      <w:r w:rsidR="0087581D">
        <w:rPr>
          <w:rFonts w:ascii="Arial" w:hAnsi="Arial" w:cs="Arial"/>
          <w:b/>
        </w:rPr>
        <w:t>4</w:t>
      </w:r>
      <w:r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3E19FC" w:rsidRPr="008A54A2">
        <w:rPr>
          <w:rFonts w:ascii="Arial" w:hAnsi="Arial" w:cs="Arial"/>
          <w:b/>
        </w:rPr>
        <w:t>Helpen de begeleiders u bij het gebruiken van het hulpmiddel?</w:t>
      </w:r>
    </w:p>
    <w:p w:rsidR="00223A42" w:rsidRPr="008A54A2" w:rsidRDefault="00223A42" w:rsidP="00223A42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273" name="Text Box 34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6" o:spid="_x0000_s1139" type="#_x0000_t202" style="position:absolute;margin-left:0;margin-top:2pt;width:11.35pt;height:11.35pt;z-index:2516316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mcSWh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n.v.t., geen hulp nodig / wil geen hulp bij gebruik hulpmiddel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272" name="Text Box 34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1" o:spid="_x0000_s1140" type="#_x0000_t202" style="position:absolute;margin-left:0;margin-top:2pt;width:11.35pt;height:11.35pt;z-index:2516275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CSZD42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271" name="Text Box 34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2" o:spid="_x0000_s1141" type="#_x0000_t202" style="position:absolute;margin-left:0;margin-top:2pt;width:11.35pt;height:11.35pt;z-index:2516285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C20t2c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70" name="Text Box 3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3" o:spid="_x0000_s1142" type="#_x0000_t202" style="position:absolute;margin-left:0;margin-top:2pt;width:11.35pt;height:11.35pt;z-index:2516295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B3aVwi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269" name="Text Box 3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4" o:spid="_x0000_s1143" type="#_x0000_t202" style="position:absolute;margin-left:0;margin-top:2pt;width:11.35pt;height:11.35pt;z-index:2516305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H2q2jw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5F2D7F" w:rsidRDefault="005F2D7F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5F2D7F" w:rsidRDefault="005F2D7F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DC3D8F" w:rsidRPr="008A54A2" w:rsidRDefault="00F8468B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2</w:t>
      </w:r>
      <w:r w:rsidR="0087581D">
        <w:rPr>
          <w:rFonts w:ascii="Arial" w:hAnsi="Arial" w:cs="Arial"/>
          <w:b/>
        </w:rPr>
        <w:t>5</w:t>
      </w:r>
      <w:r w:rsidR="00023CE5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4473C6" w:rsidRPr="008A54A2">
        <w:rPr>
          <w:rFonts w:ascii="Arial" w:hAnsi="Arial" w:cs="Arial"/>
          <w:b/>
        </w:rPr>
        <w:t xml:space="preserve">Regelt het dagcentrum </w:t>
      </w:r>
      <w:r w:rsidR="00766987" w:rsidRPr="008A54A2">
        <w:rPr>
          <w:rFonts w:ascii="Arial" w:hAnsi="Arial" w:cs="Arial"/>
          <w:b/>
        </w:rPr>
        <w:t xml:space="preserve">voor u </w:t>
      </w:r>
      <w:r w:rsidR="00DC3D8F" w:rsidRPr="008A54A2">
        <w:rPr>
          <w:rFonts w:ascii="Arial" w:hAnsi="Arial" w:cs="Arial"/>
          <w:b/>
        </w:rPr>
        <w:t xml:space="preserve">aangepast vervoer </w:t>
      </w:r>
      <w:r w:rsidR="004473C6" w:rsidRPr="008A54A2">
        <w:rPr>
          <w:rFonts w:ascii="Arial" w:hAnsi="Arial" w:cs="Arial"/>
          <w:b/>
        </w:rPr>
        <w:t xml:space="preserve">als </w:t>
      </w:r>
      <w:r w:rsidR="00023CE5" w:rsidRPr="008A54A2">
        <w:rPr>
          <w:rFonts w:ascii="Arial" w:hAnsi="Arial" w:cs="Arial"/>
          <w:b/>
        </w:rPr>
        <w:t>u het no</w:t>
      </w:r>
      <w:r w:rsidR="00DC3D8F" w:rsidRPr="008A54A2">
        <w:rPr>
          <w:rFonts w:ascii="Arial" w:hAnsi="Arial" w:cs="Arial"/>
          <w:b/>
        </w:rPr>
        <w:t>dig heeft?</w:t>
      </w:r>
    </w:p>
    <w:p w:rsidR="00223A42" w:rsidRPr="008A54A2" w:rsidRDefault="00223A42" w:rsidP="00223A42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268" name="Text Box 34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0" o:spid="_x0000_s1144" type="#_x0000_t202" style="position:absolute;margin-left:0;margin-top:2pt;width:11.35pt;height:11.35pt;z-index:2516264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pJZ91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AD402E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n.v.t., geen aangepast vervoer nodig / regel ik zelf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267" name="Text Box 34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55" o:spid="_x0000_s1145" type="#_x0000_t202" style="position:absolute;margin-left:0;margin-top:2pt;width:11.35pt;height:11.35pt;z-index:2516224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t5ees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266" name="Text Box 34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56" o:spid="_x0000_s1146" type="#_x0000_t202" style="position:absolute;margin-left:0;margin-top:2pt;width:11.35pt;height:11.35pt;z-index:2516234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kGpUW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265" name="Text Box 34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57" o:spid="_x0000_s1147" type="#_x0000_t202" style="position:absolute;margin-left:0;margin-top:2pt;width:11.35pt;height:11.35pt;z-index:2516244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PNa1UI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E581D" w:rsidRPr="008A54A2" w:rsidTr="006436D5">
        <w:tc>
          <w:tcPr>
            <w:tcW w:w="397" w:type="dxa"/>
            <w:vAlign w:val="center"/>
          </w:tcPr>
          <w:p w:rsidR="001E581D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264" name="Text Box 34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58" o:spid="_x0000_s1148" type="#_x0000_t202" style="position:absolute;margin-left:0;margin-top:2pt;width:11.35pt;height:11.35pt;z-index:2516254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tm3tZ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E581D" w:rsidRPr="008A54A2" w:rsidRDefault="001E581D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0E11BE" w:rsidRPr="008A54A2" w:rsidRDefault="000E11BE" w:rsidP="00271EB1">
      <w:pPr>
        <w:spacing w:line="276" w:lineRule="auto"/>
        <w:rPr>
          <w:rFonts w:ascii="Arial" w:hAnsi="Arial" w:cs="Arial"/>
          <w:b/>
        </w:rPr>
      </w:pPr>
    </w:p>
    <w:p w:rsidR="00223A42" w:rsidRPr="008A54A2" w:rsidRDefault="00223A42" w:rsidP="00271EB1">
      <w:pPr>
        <w:spacing w:line="276" w:lineRule="auto"/>
        <w:rPr>
          <w:rFonts w:ascii="Arial" w:hAnsi="Arial" w:cs="Arial"/>
          <w:b/>
        </w:rPr>
      </w:pPr>
    </w:p>
    <w:p w:rsidR="000E11BE" w:rsidRPr="005F2D7F" w:rsidRDefault="000E11BE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5F2D7F">
        <w:rPr>
          <w:rFonts w:ascii="Arial" w:hAnsi="Arial" w:cs="Arial"/>
          <w:b/>
          <w:sz w:val="24"/>
          <w:szCs w:val="24"/>
        </w:rPr>
        <w:lastRenderedPageBreak/>
        <w:t>Zorgafspraken</w:t>
      </w:r>
    </w:p>
    <w:p w:rsidR="000E11BE" w:rsidRPr="008A54A2" w:rsidRDefault="000E11BE" w:rsidP="00271EB1">
      <w:pPr>
        <w:spacing w:line="276" w:lineRule="auto"/>
        <w:rPr>
          <w:rFonts w:ascii="Arial" w:hAnsi="Arial" w:cs="Arial"/>
          <w:b/>
        </w:rPr>
      </w:pPr>
    </w:p>
    <w:p w:rsidR="00F176A4" w:rsidRPr="008A54A2" w:rsidRDefault="00901366" w:rsidP="00F176A4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 xml:space="preserve">De volgende vragen gaan over de afspraken die zijn gemaakt over de </w:t>
      </w:r>
      <w:r w:rsidR="007F517A" w:rsidRPr="008A54A2">
        <w:rPr>
          <w:rFonts w:ascii="Arial" w:hAnsi="Arial" w:cs="Arial"/>
        </w:rPr>
        <w:t>dagbesteding</w:t>
      </w:r>
      <w:r w:rsidRPr="008A54A2">
        <w:rPr>
          <w:rFonts w:ascii="Arial" w:hAnsi="Arial" w:cs="Arial"/>
        </w:rPr>
        <w:t>. Deze afspraken staan in een zorgplan. Zo’n plan wordt ook wel begeleidingsplan, SamenWerkplan of gewoon de map genoemd.</w:t>
      </w:r>
      <w:r w:rsidR="00F176A4" w:rsidRPr="008A54A2">
        <w:rPr>
          <w:rFonts w:ascii="Arial" w:hAnsi="Arial" w:cs="Arial"/>
        </w:rPr>
        <w:t xml:space="preserve"> Het gaat hierbij om de </w:t>
      </w:r>
      <w:r w:rsidR="00F176A4" w:rsidRPr="008A54A2">
        <w:rPr>
          <w:rFonts w:ascii="Arial" w:hAnsi="Arial" w:cs="Arial"/>
          <w:u w:val="single"/>
        </w:rPr>
        <w:t>afgelopen 12 maanden.</w:t>
      </w:r>
      <w:r w:rsidR="00F176A4" w:rsidRPr="008A54A2">
        <w:rPr>
          <w:rFonts w:ascii="Arial" w:hAnsi="Arial" w:cs="Arial"/>
        </w:rPr>
        <w:t xml:space="preserve"> </w:t>
      </w:r>
    </w:p>
    <w:p w:rsidR="00901366" w:rsidRPr="008A54A2" w:rsidRDefault="00901366" w:rsidP="00901366">
      <w:pPr>
        <w:spacing w:line="276" w:lineRule="auto"/>
        <w:rPr>
          <w:rFonts w:ascii="Arial" w:hAnsi="Arial" w:cs="Arial"/>
        </w:rPr>
      </w:pPr>
    </w:p>
    <w:p w:rsidR="00901366" w:rsidRPr="008A54A2" w:rsidRDefault="00F5690A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</w:t>
      </w:r>
      <w:r w:rsidR="007D55A1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901366" w:rsidRPr="008A54A2">
        <w:rPr>
          <w:rFonts w:ascii="Arial" w:hAnsi="Arial" w:cs="Arial"/>
          <w:b/>
        </w:rPr>
        <w:t>Bespreken de begeleiders met u welke hulp u nodig heeft</w:t>
      </w:r>
      <w:r w:rsidR="009B6BC1" w:rsidRPr="008A54A2">
        <w:rPr>
          <w:rFonts w:ascii="Arial" w:hAnsi="Arial" w:cs="Arial"/>
          <w:b/>
        </w:rPr>
        <w:t xml:space="preserve"> bij uw dagbesteding</w:t>
      </w:r>
      <w:r w:rsidR="00901366" w:rsidRPr="008A54A2">
        <w:rPr>
          <w:rFonts w:ascii="Arial" w:hAnsi="Arial" w:cs="Arial"/>
          <w:b/>
        </w:rPr>
        <w:t>?</w:t>
      </w:r>
    </w:p>
    <w:p w:rsidR="00223A42" w:rsidRPr="008A54A2" w:rsidRDefault="00223A42" w:rsidP="00223A42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1171"/>
        <w:gridCol w:w="756"/>
        <w:gridCol w:w="3770"/>
      </w:tblGrid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58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263" name="Text Box 3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18" o:spid="_x0000_s1149" type="#_x0000_t202" style="position:absolute;margin-left:0;margin-top:2pt;width:11.35pt;height:11.35pt;z-index:2515558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EkiNi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71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  <w:tc>
          <w:tcPr>
            <w:tcW w:w="756" w:type="dxa"/>
            <w:vAlign w:val="center"/>
          </w:tcPr>
          <w:p w:rsidR="00223A42" w:rsidRPr="008A54A2" w:rsidRDefault="00223A42" w:rsidP="00223A42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</w:p>
        </w:tc>
        <w:tc>
          <w:tcPr>
            <w:tcW w:w="3770" w:type="dxa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68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262" name="Text Box 3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19" o:spid="_x0000_s1150" type="#_x0000_t202" style="position:absolute;margin-left:0;margin-top:2pt;width:11.35pt;height:11.35pt;z-index:2515568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LmOJA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71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  <w:tc>
          <w:tcPr>
            <w:tcW w:w="756" w:type="dxa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770" w:type="dxa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78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261" name="Text Box 3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20" o:spid="_x0000_s1151" type="#_x0000_t202" style="position:absolute;margin-left:0;margin-top:2pt;width:11.35pt;height:11.35pt;z-index:2515578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gssLW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71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  <w:tc>
          <w:tcPr>
            <w:tcW w:w="756" w:type="dxa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770" w:type="dxa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89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260" name="Text Box 3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21" o:spid="_x0000_s1152" type="#_x0000_t202" style="position:absolute;margin-left:0;margin-top:2pt;width:11.35pt;height:11.35pt;z-index:2515589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APjSwolAgAATA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71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  <w:tc>
          <w:tcPr>
            <w:tcW w:w="756" w:type="dxa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770" w:type="dxa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9B6BC1" w:rsidRPr="008A54A2" w:rsidRDefault="009B6BC1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901366" w:rsidRPr="008A54A2" w:rsidRDefault="00901366" w:rsidP="00271EB1">
      <w:pPr>
        <w:spacing w:line="276" w:lineRule="auto"/>
        <w:rPr>
          <w:rFonts w:ascii="Arial" w:hAnsi="Arial" w:cs="Arial"/>
          <w:b/>
        </w:rPr>
      </w:pPr>
    </w:p>
    <w:p w:rsidR="00901366" w:rsidRPr="008A54A2" w:rsidRDefault="00F5690A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F85DF1">
        <w:rPr>
          <w:rFonts w:ascii="Arial" w:hAnsi="Arial" w:cs="Arial"/>
          <w:b/>
        </w:rPr>
        <w:t>7</w:t>
      </w:r>
      <w:r w:rsidR="00065000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73692E">
        <w:rPr>
          <w:rFonts w:ascii="Arial" w:hAnsi="Arial" w:cs="Arial"/>
          <w:b/>
        </w:rPr>
        <w:t>Passen</w:t>
      </w:r>
      <w:r w:rsidR="007F517A" w:rsidRPr="008A54A2">
        <w:rPr>
          <w:rFonts w:ascii="Arial" w:hAnsi="Arial" w:cs="Arial"/>
          <w:b/>
        </w:rPr>
        <w:t xml:space="preserve"> de afspraken </w:t>
      </w:r>
      <w:r w:rsidR="00F50DAC">
        <w:rPr>
          <w:rFonts w:ascii="Arial" w:hAnsi="Arial" w:cs="Arial"/>
          <w:b/>
        </w:rPr>
        <w:t xml:space="preserve">in uw zorgplan </w:t>
      </w:r>
      <w:r w:rsidR="0073692E">
        <w:rPr>
          <w:rFonts w:ascii="Arial" w:hAnsi="Arial" w:cs="Arial"/>
          <w:b/>
        </w:rPr>
        <w:t>goed</w:t>
      </w:r>
      <w:r w:rsidR="00F50DAC">
        <w:rPr>
          <w:rFonts w:ascii="Arial" w:hAnsi="Arial" w:cs="Arial"/>
          <w:b/>
        </w:rPr>
        <w:t xml:space="preserve"> bij </w:t>
      </w:r>
      <w:r w:rsidR="0073692E">
        <w:rPr>
          <w:rFonts w:ascii="Arial" w:hAnsi="Arial" w:cs="Arial"/>
          <w:b/>
        </w:rPr>
        <w:t xml:space="preserve">datgene </w:t>
      </w:r>
      <w:r w:rsidR="00F50DAC">
        <w:rPr>
          <w:rFonts w:ascii="Arial" w:hAnsi="Arial" w:cs="Arial"/>
          <w:b/>
        </w:rPr>
        <w:t xml:space="preserve">wat u nodig heeft? 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913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259" name="Text Box 30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87" o:spid="_x0000_s1153" type="#_x0000_t202" style="position:absolute;margin-left:0;margin-top:2pt;width:11.35pt;height:11.35pt;z-index:2514913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51He3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923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258" name="Text Box 30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88" o:spid="_x0000_s1154" type="#_x0000_t202" style="position:absolute;margin-left:0;margin-top:2pt;width:11.35pt;height:11.35pt;z-index:2514923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13Chl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933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257" name="Text Box 30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89" o:spid="_x0000_s1155" type="#_x0000_t202" style="position:absolute;margin-left:0;margin-top:2pt;width:11.35pt;height:11.35pt;z-index:2514933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kYTvV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944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256" name="Text Box 30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90" o:spid="_x0000_s1156" type="#_x0000_t202" style="position:absolute;margin-left:0;margin-top:2pt;width:11.35pt;height:11.35pt;z-index:2514944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zLGjX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99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255" name="Text Box 3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23" o:spid="_x0000_s1157" type="#_x0000_t202" style="position:absolute;margin-left:0;margin-top:2pt;width:11.35pt;height:11.35pt;z-index:2515599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AlXKNs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weet ik niet</w:t>
            </w:r>
            <w:r w:rsidR="00F50DAC">
              <w:rPr>
                <w:rFonts w:ascii="Arial" w:hAnsi="Arial" w:cs="Arial"/>
              </w:rPr>
              <w:t xml:space="preserve"> (meer)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5F2D7F" w:rsidRDefault="005F2D7F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901366" w:rsidRPr="008A54A2" w:rsidRDefault="00F5690A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="00F85DF1">
        <w:rPr>
          <w:rFonts w:ascii="Arial" w:hAnsi="Arial" w:cs="Arial"/>
          <w:b/>
        </w:rPr>
        <w:t>8</w:t>
      </w:r>
      <w:r w:rsidR="000A45C0" w:rsidRPr="008A54A2">
        <w:rPr>
          <w:rFonts w:ascii="Arial" w:hAnsi="Arial" w:cs="Arial"/>
          <w:b/>
        </w:rPr>
        <w:t>.</w:t>
      </w:r>
      <w:r w:rsidR="00223A42" w:rsidRPr="008A54A2">
        <w:rPr>
          <w:rFonts w:ascii="Arial" w:hAnsi="Arial" w:cs="Arial"/>
          <w:b/>
        </w:rPr>
        <w:tab/>
      </w:r>
      <w:r w:rsidR="00F50DAC">
        <w:rPr>
          <w:rFonts w:ascii="Arial" w:hAnsi="Arial" w:cs="Arial"/>
          <w:b/>
        </w:rPr>
        <w:t xml:space="preserve">Helpen de begeleiders op het dagcentrum u </w:t>
      </w:r>
      <w:r w:rsidR="008D6E1E" w:rsidRPr="008A54A2">
        <w:rPr>
          <w:rFonts w:ascii="Arial" w:hAnsi="Arial" w:cs="Arial"/>
          <w:b/>
        </w:rPr>
        <w:t xml:space="preserve">volgens de afspraken </w:t>
      </w:r>
      <w:r w:rsidR="00F50DAC">
        <w:rPr>
          <w:rFonts w:ascii="Arial" w:hAnsi="Arial" w:cs="Arial"/>
          <w:b/>
        </w:rPr>
        <w:t>in uw zorgplan</w:t>
      </w:r>
      <w:r w:rsidR="00901366" w:rsidRPr="008A54A2">
        <w:rPr>
          <w:rFonts w:ascii="Arial" w:hAnsi="Arial" w:cs="Arial"/>
          <w:b/>
        </w:rPr>
        <w:t>?</w:t>
      </w:r>
    </w:p>
    <w:p w:rsidR="00223A42" w:rsidRPr="008A54A2" w:rsidRDefault="00223A42" w:rsidP="00223A42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09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54" name="Text Box 3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24" o:spid="_x0000_s1158" type="#_x0000_t202" style="position:absolute;margin-left:0;margin-top:2pt;width:11.35pt;height:11.35pt;z-index:2515609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I0568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19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253" name="Text Box 3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25" o:spid="_x0000_s1159" type="#_x0000_t202" style="position:absolute;margin-left:0;margin-top:2pt;width:11.35pt;height:11.35pt;z-index:2515619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NM6QBo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30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252" name="Text Box 3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26" o:spid="_x0000_s1160" type="#_x0000_t202" style="position:absolute;margin-left:0;margin-top:2pt;width:11.35pt;height:11.35pt;z-index:2515630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rnsSZ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40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251" name="Text Box 3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27" o:spid="_x0000_s1161" type="#_x0000_t202" style="position:absolute;margin-left:0;margin-top:2pt;width:11.35pt;height:11.35pt;z-index:2515640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aO9Fm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50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250" name="Text Box 3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28" o:spid="_x0000_s1162" type="#_x0000_t202" style="position:absolute;margin-left:0;margin-top:2pt;width:11.35pt;height:11.35pt;z-index:2515650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11xV8CECAABN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weet ik niet</w:t>
            </w:r>
            <w:r w:rsidR="00F50DAC">
              <w:rPr>
                <w:rFonts w:ascii="Arial" w:hAnsi="Arial" w:cs="Arial"/>
              </w:rPr>
              <w:t xml:space="preserve"> (meer)</w:t>
            </w:r>
          </w:p>
        </w:tc>
      </w:tr>
    </w:tbl>
    <w:p w:rsidR="00223A42" w:rsidRPr="008A54A2" w:rsidRDefault="00223A42" w:rsidP="00223A42">
      <w:pPr>
        <w:spacing w:line="276" w:lineRule="auto"/>
        <w:rPr>
          <w:rFonts w:ascii="Arial" w:hAnsi="Arial" w:cs="Arial"/>
          <w:b/>
        </w:rPr>
      </w:pPr>
    </w:p>
    <w:p w:rsidR="00CB029D" w:rsidRPr="008A54A2" w:rsidRDefault="00CB029D" w:rsidP="00271EB1">
      <w:pPr>
        <w:spacing w:line="276" w:lineRule="auto"/>
        <w:rPr>
          <w:rFonts w:ascii="Arial" w:hAnsi="Arial" w:cs="Arial"/>
          <w:b/>
        </w:rPr>
      </w:pPr>
    </w:p>
    <w:p w:rsidR="000E11BE" w:rsidRPr="005F2D7F" w:rsidRDefault="00933C06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="000E11BE" w:rsidRPr="005F2D7F">
        <w:rPr>
          <w:rFonts w:ascii="Arial" w:hAnsi="Arial" w:cs="Arial"/>
          <w:b/>
          <w:sz w:val="24"/>
          <w:szCs w:val="24"/>
        </w:rPr>
        <w:lastRenderedPageBreak/>
        <w:t>Informatievoorziening</w:t>
      </w:r>
    </w:p>
    <w:p w:rsidR="000E11BE" w:rsidRPr="008A54A2" w:rsidRDefault="000E11BE" w:rsidP="00271EB1">
      <w:pPr>
        <w:spacing w:line="276" w:lineRule="auto"/>
        <w:rPr>
          <w:rFonts w:ascii="Arial" w:hAnsi="Arial" w:cs="Arial"/>
        </w:rPr>
      </w:pPr>
    </w:p>
    <w:p w:rsidR="005D104B" w:rsidRPr="008A54A2" w:rsidRDefault="005D104B" w:rsidP="00271EB1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>Nu komen er enkele vragen over de informatie die u krijgt van &lt;naam org&gt;.</w:t>
      </w:r>
      <w:r w:rsidR="00F176A4" w:rsidRPr="008A54A2">
        <w:rPr>
          <w:rFonts w:ascii="Arial" w:hAnsi="Arial" w:cs="Arial"/>
        </w:rPr>
        <w:t xml:space="preserve"> Het gaat hierbij om de </w:t>
      </w:r>
      <w:r w:rsidR="00F176A4" w:rsidRPr="008A54A2">
        <w:rPr>
          <w:rFonts w:ascii="Arial" w:hAnsi="Arial" w:cs="Arial"/>
          <w:u w:val="single"/>
        </w:rPr>
        <w:t>afgelopen 12 maanden</w:t>
      </w:r>
      <w:r w:rsidR="00F176A4" w:rsidRPr="008A54A2">
        <w:rPr>
          <w:rFonts w:ascii="Arial" w:hAnsi="Arial" w:cs="Arial"/>
        </w:rPr>
        <w:t>.</w:t>
      </w:r>
    </w:p>
    <w:p w:rsidR="009D4305" w:rsidRPr="008A54A2" w:rsidRDefault="009D4305" w:rsidP="00271EB1">
      <w:pPr>
        <w:spacing w:line="276" w:lineRule="auto"/>
        <w:rPr>
          <w:rFonts w:ascii="Arial" w:hAnsi="Arial" w:cs="Arial"/>
          <w:b/>
        </w:rPr>
      </w:pPr>
    </w:p>
    <w:p w:rsidR="005D104B" w:rsidRPr="008A54A2" w:rsidRDefault="00F85DF1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29</w:t>
      </w:r>
      <w:r w:rsidR="000A45C0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5D104B" w:rsidRPr="008A54A2">
        <w:rPr>
          <w:rFonts w:ascii="Arial" w:hAnsi="Arial" w:cs="Arial"/>
          <w:b/>
        </w:rPr>
        <w:t xml:space="preserve">Informeren de begeleiders u als </w:t>
      </w:r>
      <w:r w:rsidR="00CD7DE3" w:rsidRPr="008A54A2">
        <w:rPr>
          <w:rFonts w:ascii="Arial" w:hAnsi="Arial" w:cs="Arial"/>
          <w:b/>
        </w:rPr>
        <w:t>er iets verandert</w:t>
      </w:r>
      <w:r w:rsidR="007F517A" w:rsidRPr="008A54A2">
        <w:rPr>
          <w:rFonts w:ascii="Arial" w:hAnsi="Arial" w:cs="Arial"/>
          <w:b/>
        </w:rPr>
        <w:t xml:space="preserve"> op het dagcentrum</w:t>
      </w:r>
      <w:r w:rsidR="005D104B" w:rsidRPr="008A54A2">
        <w:rPr>
          <w:rFonts w:ascii="Arial" w:hAnsi="Arial" w:cs="Arial"/>
          <w:b/>
        </w:rPr>
        <w:t>?</w:t>
      </w:r>
      <w:r w:rsidR="00D946CA">
        <w:rPr>
          <w:rFonts w:ascii="Arial" w:hAnsi="Arial" w:cs="Arial"/>
          <w:b/>
        </w:rPr>
        <w:t xml:space="preserve"> Bijvoorbeeld als er een nieuwe begeleider komt, er een huisregel verandert of het eten wordt aangepast.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954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249" name="Text Box 30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91" o:spid="_x0000_s1163" type="#_x0000_t202" style="position:absolute;margin-left:0;margin-top:2pt;width:11.35pt;height:11.35pt;z-index:2514954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Brd+4d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964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248" name="Text Box 30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92" o:spid="_x0000_s1164" type="#_x0000_t202" style="position:absolute;margin-left:0;margin-top:2pt;width:11.35pt;height:11.35pt;z-index:2514964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eH7AT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974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247" name="Text Box 3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93" o:spid="_x0000_s1165" type="#_x0000_t202" style="position:absolute;margin-left:0;margin-top:2pt;width:11.35pt;height:11.35pt;z-index:2514974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RbvgG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984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246" name="Text Box 30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94" o:spid="_x0000_s1166" type="#_x0000_t202" style="position:absolute;margin-left:0;margin-top:2pt;width:11.35pt;height:11.35pt;z-index:2514984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8tVuZ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7F517A" w:rsidRPr="008A54A2" w:rsidRDefault="007F517A" w:rsidP="00271EB1">
      <w:pPr>
        <w:spacing w:line="276" w:lineRule="auto"/>
        <w:rPr>
          <w:rFonts w:ascii="Arial" w:hAnsi="Arial" w:cs="Arial"/>
          <w:b/>
        </w:rPr>
      </w:pPr>
    </w:p>
    <w:p w:rsidR="005D104B" w:rsidRPr="008A54A2" w:rsidRDefault="00F5690A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F85DF1">
        <w:rPr>
          <w:rFonts w:ascii="Arial" w:hAnsi="Arial" w:cs="Arial"/>
          <w:b/>
        </w:rPr>
        <w:t>0</w:t>
      </w:r>
      <w:r w:rsidR="000A45C0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5D104B" w:rsidRPr="008A54A2">
        <w:rPr>
          <w:rFonts w:ascii="Arial" w:hAnsi="Arial" w:cs="Arial"/>
          <w:b/>
        </w:rPr>
        <w:t xml:space="preserve">Kunt u </w:t>
      </w:r>
      <w:r w:rsidR="005D104B" w:rsidRPr="00D5285E">
        <w:rPr>
          <w:rFonts w:ascii="Arial" w:hAnsi="Arial" w:cs="Arial"/>
          <w:b/>
        </w:rPr>
        <w:t>meepraten</w:t>
      </w:r>
      <w:r w:rsidR="005D104B" w:rsidRPr="008A54A2">
        <w:rPr>
          <w:rFonts w:ascii="Arial" w:hAnsi="Arial" w:cs="Arial"/>
          <w:b/>
        </w:rPr>
        <w:t xml:space="preserve"> o</w:t>
      </w:r>
      <w:r w:rsidR="007F517A" w:rsidRPr="008A54A2">
        <w:rPr>
          <w:rFonts w:ascii="Arial" w:hAnsi="Arial" w:cs="Arial"/>
          <w:b/>
        </w:rPr>
        <w:t>ver veranderingen op het dagcentrum</w:t>
      </w:r>
      <w:r w:rsidR="005D104B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936032" w:rsidRPr="008A54A2" w:rsidTr="006436D5">
        <w:tc>
          <w:tcPr>
            <w:tcW w:w="397" w:type="dxa"/>
            <w:vAlign w:val="center"/>
          </w:tcPr>
          <w:p w:rsidR="00936032" w:rsidRPr="008A54A2" w:rsidRDefault="008876E7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245" name="Text Box 36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90" o:spid="_x0000_s1167" type="#_x0000_t202" style="position:absolute;margin-left:0;margin-top:2pt;width:11.35pt;height:11.35pt;z-index:2517964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xk1BYCECAABN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36032" w:rsidRPr="008A54A2" w:rsidRDefault="00936032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n.v.t</w:t>
            </w:r>
            <w:r w:rsidR="00ED03FC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, geen behoefte aan</w:t>
            </w:r>
          </w:p>
        </w:tc>
      </w:tr>
      <w:tr w:rsidR="00936032" w:rsidRPr="008A54A2" w:rsidTr="006436D5">
        <w:tc>
          <w:tcPr>
            <w:tcW w:w="397" w:type="dxa"/>
            <w:vAlign w:val="center"/>
          </w:tcPr>
          <w:p w:rsidR="00936032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244" name="Text Box 36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6" o:spid="_x0000_s1168" type="#_x0000_t202" style="position:absolute;margin-left:0;margin-top:2pt;width:11.35pt;height:11.35pt;z-index:2517923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7xaAm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36032" w:rsidRPr="008A54A2" w:rsidRDefault="0093603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936032" w:rsidRPr="008A54A2" w:rsidTr="006436D5">
        <w:tc>
          <w:tcPr>
            <w:tcW w:w="397" w:type="dxa"/>
            <w:vAlign w:val="center"/>
          </w:tcPr>
          <w:p w:rsidR="00936032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243" name="Text Box 36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7" o:spid="_x0000_s1169" type="#_x0000_t202" style="position:absolute;margin-left:0;margin-top:2pt;width:11.35pt;height:11.35pt;z-index:2517934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yN12f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36032" w:rsidRPr="008A54A2" w:rsidRDefault="0093603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936032" w:rsidRPr="008A54A2" w:rsidTr="006436D5">
        <w:tc>
          <w:tcPr>
            <w:tcW w:w="397" w:type="dxa"/>
            <w:vAlign w:val="center"/>
          </w:tcPr>
          <w:p w:rsidR="00936032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242" name="Text Box 36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8" o:spid="_x0000_s1170" type="#_x0000_t202" style="position:absolute;margin-left:0;margin-top:2pt;width:11.35pt;height:11.35pt;z-index:2517944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jaV+Y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36032" w:rsidRPr="008A54A2" w:rsidRDefault="0093603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936032" w:rsidRPr="008A54A2" w:rsidTr="006436D5">
        <w:tc>
          <w:tcPr>
            <w:tcW w:w="397" w:type="dxa"/>
            <w:vAlign w:val="center"/>
          </w:tcPr>
          <w:p w:rsidR="00936032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41" name="Text Box 36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9" o:spid="_x0000_s1171" type="#_x0000_t202" style="position:absolute;margin-left:0;margin-top:2pt;width:11.35pt;height:11.35pt;z-index:2517954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7ZE82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36032" w:rsidRPr="008A54A2" w:rsidRDefault="0093603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F176A4" w:rsidRPr="008A54A2" w:rsidRDefault="00F176A4" w:rsidP="00271EB1">
      <w:pPr>
        <w:spacing w:line="276" w:lineRule="auto"/>
        <w:rPr>
          <w:rFonts w:ascii="Arial" w:hAnsi="Arial" w:cs="Arial"/>
          <w:b/>
        </w:rPr>
      </w:pPr>
    </w:p>
    <w:p w:rsidR="00F176A4" w:rsidRPr="008A54A2" w:rsidRDefault="007F517A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3</w:t>
      </w:r>
      <w:r w:rsidR="00F85DF1">
        <w:rPr>
          <w:rFonts w:ascii="Arial" w:hAnsi="Arial" w:cs="Arial"/>
          <w:b/>
        </w:rPr>
        <w:t>1</w:t>
      </w:r>
      <w:r w:rsidR="00F176A4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666944">
        <w:rPr>
          <w:rFonts w:ascii="Arial" w:hAnsi="Arial" w:cs="Arial"/>
          <w:b/>
        </w:rPr>
        <w:t>Krijgt u informatie van &lt;naam org&gt; over wat u moet doen</w:t>
      </w:r>
      <w:r w:rsidR="00F176A4" w:rsidRPr="008A54A2">
        <w:rPr>
          <w:rFonts w:ascii="Arial" w:hAnsi="Arial" w:cs="Arial"/>
          <w:b/>
        </w:rPr>
        <w:t xml:space="preserve"> als er brand is op </w:t>
      </w:r>
      <w:r w:rsidRPr="008A54A2">
        <w:rPr>
          <w:rFonts w:ascii="Arial" w:hAnsi="Arial" w:cs="Arial"/>
          <w:b/>
        </w:rPr>
        <w:t>het dagcentrum</w:t>
      </w:r>
      <w:r w:rsidR="00F176A4" w:rsidRPr="008A54A2">
        <w:rPr>
          <w:rFonts w:ascii="Arial" w:hAnsi="Arial" w:cs="Arial"/>
          <w:b/>
        </w:rPr>
        <w:t>?</w:t>
      </w:r>
    </w:p>
    <w:p w:rsidR="00223A42" w:rsidRPr="008A54A2" w:rsidRDefault="00223A42" w:rsidP="00223A42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60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240" name="Text Box 3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34" o:spid="_x0000_s1172" type="#_x0000_t202" style="position:absolute;margin-left:0;margin-top:2pt;width:11.35pt;height:11.35pt;z-index:2515660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eQNcL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nee</w:t>
            </w: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71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239" name="Text Box 3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35" o:spid="_x0000_s1173" type="#_x0000_t202" style="position:absolute;margin-left:0;margin-top:2pt;width:11.35pt;height:11.35pt;z-index:2515671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0xyss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ja</w:t>
            </w:r>
          </w:p>
        </w:tc>
      </w:tr>
    </w:tbl>
    <w:p w:rsidR="00223A42" w:rsidRDefault="00223A42" w:rsidP="00223A42">
      <w:pPr>
        <w:spacing w:line="276" w:lineRule="auto"/>
        <w:rPr>
          <w:rFonts w:ascii="Arial" w:hAnsi="Arial" w:cs="Arial"/>
          <w:b/>
        </w:rPr>
      </w:pPr>
    </w:p>
    <w:p w:rsidR="00FD76F7" w:rsidRDefault="00FD76F7" w:rsidP="00223A42">
      <w:pPr>
        <w:spacing w:line="276" w:lineRule="auto"/>
        <w:rPr>
          <w:rFonts w:ascii="Arial" w:hAnsi="Arial" w:cs="Arial"/>
          <w:b/>
        </w:rPr>
      </w:pPr>
    </w:p>
    <w:p w:rsidR="00FD76F7" w:rsidRPr="004B31FC" w:rsidRDefault="00FD76F7" w:rsidP="00FD76F7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F85DF1">
        <w:rPr>
          <w:rFonts w:ascii="Arial" w:hAnsi="Arial" w:cs="Arial"/>
          <w:b/>
        </w:rPr>
        <w:t>2</w:t>
      </w:r>
      <w:r w:rsidRPr="004B31FC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ab/>
      </w:r>
      <w:r w:rsidRPr="004B31FC">
        <w:rPr>
          <w:rFonts w:ascii="Arial" w:hAnsi="Arial" w:cs="Arial"/>
          <w:b/>
        </w:rPr>
        <w:t>Weet u of &lt;naam org&gt; een cliëntenraad heeft?</w:t>
      </w:r>
      <w:r>
        <w:rPr>
          <w:rFonts w:ascii="Arial" w:hAnsi="Arial" w:cs="Arial"/>
          <w:b/>
        </w:rPr>
        <w:t xml:space="preserve"> </w:t>
      </w:r>
    </w:p>
    <w:p w:rsidR="00FD76F7" w:rsidRPr="008A54A2" w:rsidRDefault="00FD76F7" w:rsidP="00FD76F7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66"/>
        <w:gridCol w:w="720"/>
        <w:gridCol w:w="6491"/>
      </w:tblGrid>
      <w:tr w:rsidR="00FD76F7" w:rsidRPr="008A54A2" w:rsidTr="000E4160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FD76F7" w:rsidRPr="008A54A2" w:rsidRDefault="008876E7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238" name="Text Box 36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D76F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D76F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92" o:spid="_x0000_s1174" type="#_x0000_t202" style="position:absolute;margin-left:0;margin-top:2pt;width:11.35pt;height:11.35pt;z-index:2517985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sklot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FD76F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D76F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66" w:type="dxa"/>
            <w:tcMar>
              <w:left w:w="0" w:type="dxa"/>
              <w:right w:w="0" w:type="dxa"/>
            </w:tcMar>
            <w:vAlign w:val="center"/>
          </w:tcPr>
          <w:p w:rsidR="00FD76F7" w:rsidRPr="008A54A2" w:rsidRDefault="00FD76F7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</w:t>
            </w:r>
          </w:p>
        </w:tc>
        <w:tc>
          <w:tcPr>
            <w:tcW w:w="720" w:type="dxa"/>
            <w:vAlign w:val="center"/>
          </w:tcPr>
          <w:p w:rsidR="00FD76F7" w:rsidRPr="008A54A2" w:rsidRDefault="008876E7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128905</wp:posOffset>
                      </wp:positionV>
                      <wp:extent cx="349250" cy="0"/>
                      <wp:effectExtent l="5080" t="56515" r="17145" b="57785"/>
                      <wp:wrapNone/>
                      <wp:docPr id="237" name="Line 36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7C536C" id="Line 3693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15pt" to="27.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6491" w:type="dxa"/>
            <w:vAlign w:val="center"/>
          </w:tcPr>
          <w:p w:rsidR="00FD76F7" w:rsidRPr="008A54A2" w:rsidRDefault="00FD76F7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 naar vraag 3</w:t>
            </w:r>
            <w:r w:rsidR="00F85DF1">
              <w:rPr>
                <w:rFonts w:ascii="Arial" w:hAnsi="Arial" w:cs="Arial"/>
              </w:rPr>
              <w:t>4</w:t>
            </w:r>
          </w:p>
        </w:tc>
      </w:tr>
      <w:tr w:rsidR="00FD76F7" w:rsidRPr="008A54A2" w:rsidTr="000E4160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FD76F7" w:rsidRPr="008A54A2" w:rsidRDefault="008876E7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236" name="Text Box 36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D76F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D76F7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91" o:spid="_x0000_s1175" type="#_x0000_t202" style="position:absolute;margin-left:0;margin-top:2pt;width:11.35pt;height:11.35pt;z-index:2517975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D72B8B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4F7E10" w:rsidRDefault="004F7E10" w:rsidP="00FD76F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D76F7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gridSpan w:val="3"/>
            <w:tcMar>
              <w:left w:w="0" w:type="dxa"/>
              <w:right w:w="0" w:type="dxa"/>
            </w:tcMar>
            <w:vAlign w:val="center"/>
          </w:tcPr>
          <w:p w:rsidR="00FD76F7" w:rsidRPr="008A54A2" w:rsidRDefault="00FD76F7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</w:tr>
    </w:tbl>
    <w:p w:rsidR="00FD76F7" w:rsidRDefault="00FD76F7" w:rsidP="00FD76F7">
      <w:pPr>
        <w:spacing w:line="276" w:lineRule="auto"/>
        <w:ind w:left="360" w:hanging="360"/>
        <w:rPr>
          <w:rFonts w:ascii="Arial" w:hAnsi="Arial" w:cs="Arial"/>
          <w:b/>
        </w:rPr>
      </w:pPr>
    </w:p>
    <w:p w:rsidR="00F176A4" w:rsidRDefault="00F176A4" w:rsidP="00F176A4">
      <w:pPr>
        <w:spacing w:line="276" w:lineRule="auto"/>
        <w:rPr>
          <w:rFonts w:ascii="Arial" w:hAnsi="Arial" w:cs="Arial"/>
          <w:b/>
        </w:rPr>
      </w:pPr>
    </w:p>
    <w:p w:rsidR="004F2468" w:rsidRPr="008A54A2" w:rsidRDefault="004F2468" w:rsidP="004F2468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3</w:t>
      </w:r>
      <w:r w:rsidR="00F85DF1">
        <w:rPr>
          <w:rFonts w:ascii="Arial" w:hAnsi="Arial" w:cs="Arial"/>
          <w:b/>
        </w:rPr>
        <w:t>3</w:t>
      </w:r>
      <w:r w:rsidRPr="008A54A2">
        <w:rPr>
          <w:rFonts w:ascii="Arial" w:hAnsi="Arial" w:cs="Arial"/>
          <w:b/>
        </w:rPr>
        <w:t>.</w:t>
      </w:r>
      <w:r w:rsidRPr="008A54A2">
        <w:rPr>
          <w:rFonts w:ascii="Arial" w:hAnsi="Arial" w:cs="Arial"/>
          <w:b/>
        </w:rPr>
        <w:tab/>
        <w:t xml:space="preserve">Krijgt u informatie </w:t>
      </w:r>
      <w:r w:rsidR="00953D71">
        <w:rPr>
          <w:rFonts w:ascii="Arial" w:hAnsi="Arial" w:cs="Arial"/>
          <w:b/>
        </w:rPr>
        <w:t xml:space="preserve">van &lt;naam org&gt; </w:t>
      </w:r>
      <w:r w:rsidRPr="008A54A2">
        <w:rPr>
          <w:rFonts w:ascii="Arial" w:hAnsi="Arial" w:cs="Arial"/>
          <w:b/>
        </w:rPr>
        <w:t>over de cliëntenraad?</w:t>
      </w:r>
    </w:p>
    <w:p w:rsidR="004F2468" w:rsidRPr="008A54A2" w:rsidRDefault="004F2468" w:rsidP="004F2468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D946CA" w:rsidRPr="008A54A2" w:rsidTr="006436D5">
        <w:tc>
          <w:tcPr>
            <w:tcW w:w="397" w:type="dxa"/>
            <w:vAlign w:val="center"/>
          </w:tcPr>
          <w:p w:rsidR="00D946CA" w:rsidRPr="008A54A2" w:rsidRDefault="008876E7" w:rsidP="00E92029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235" name="Text Box 34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7" o:spid="_x0000_s1176" type="#_x0000_t202" style="position:absolute;margin-left:0;margin-top:2pt;width:11.35pt;height:11.35pt;z-index:2516326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+gzi7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D946CA" w:rsidRPr="008A54A2" w:rsidRDefault="0071480C" w:rsidP="00E92029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D946CA" w:rsidRPr="008A54A2" w:rsidTr="006436D5">
        <w:tc>
          <w:tcPr>
            <w:tcW w:w="397" w:type="dxa"/>
            <w:vAlign w:val="center"/>
          </w:tcPr>
          <w:p w:rsidR="00D946CA" w:rsidRPr="008A54A2" w:rsidRDefault="008876E7" w:rsidP="00E92029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234" name="Text Box 34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8" o:spid="_x0000_s1177" type="#_x0000_t202" style="position:absolute;margin-left:0;margin-top:2pt;width:11.35pt;height:11.35pt;z-index:2516336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/R73k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D946CA" w:rsidRPr="008A54A2" w:rsidRDefault="0071480C" w:rsidP="00E92029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D946CA" w:rsidRPr="008A54A2" w:rsidTr="006436D5">
        <w:tc>
          <w:tcPr>
            <w:tcW w:w="397" w:type="dxa"/>
            <w:vAlign w:val="center"/>
          </w:tcPr>
          <w:p w:rsidR="00D946CA" w:rsidRPr="008A54A2" w:rsidRDefault="008876E7" w:rsidP="00E92029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233" name="Text Box 34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9" o:spid="_x0000_s1178" type="#_x0000_t202" style="position:absolute;margin-left:0;margin-top:2pt;width:11.35pt;height:11.35pt;z-index:2516346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+D17Y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D946CA" w:rsidRPr="008A54A2" w:rsidRDefault="0071480C" w:rsidP="00E92029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D946CA" w:rsidRPr="008A54A2" w:rsidTr="006436D5">
        <w:tc>
          <w:tcPr>
            <w:tcW w:w="397" w:type="dxa"/>
            <w:vAlign w:val="center"/>
          </w:tcPr>
          <w:p w:rsidR="00D946CA" w:rsidRPr="008A54A2" w:rsidRDefault="008876E7" w:rsidP="00E92029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32" name="Text Box 34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0" o:spid="_x0000_s1179" type="#_x0000_t202" style="position:absolute;margin-left:0;margin-top:2pt;width:11.35pt;height:11.35pt;z-index:2516357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5UIkh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D946CA" w:rsidRPr="008A54A2" w:rsidRDefault="0071480C" w:rsidP="00E92029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4F2468" w:rsidRPr="008A54A2" w:rsidRDefault="0031151F" w:rsidP="004F2468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F85DF1">
        <w:rPr>
          <w:rFonts w:ascii="Arial" w:hAnsi="Arial" w:cs="Arial"/>
          <w:b/>
        </w:rPr>
        <w:t>4</w:t>
      </w:r>
      <w:r w:rsidR="004F2468" w:rsidRPr="008A54A2">
        <w:rPr>
          <w:rFonts w:ascii="Arial" w:hAnsi="Arial" w:cs="Arial"/>
          <w:b/>
        </w:rPr>
        <w:t>.</w:t>
      </w:r>
      <w:r w:rsidR="004F2468" w:rsidRPr="008A54A2">
        <w:rPr>
          <w:rFonts w:ascii="Arial" w:hAnsi="Arial" w:cs="Arial"/>
          <w:b/>
        </w:rPr>
        <w:tab/>
      </w:r>
      <w:r w:rsidR="00666944">
        <w:rPr>
          <w:rFonts w:ascii="Arial" w:hAnsi="Arial" w:cs="Arial"/>
          <w:b/>
        </w:rPr>
        <w:t xml:space="preserve">Krijgt u informatie van &lt;naam org&gt; over hoe u een </w:t>
      </w:r>
      <w:r w:rsidR="004F2468" w:rsidRPr="008A54A2">
        <w:rPr>
          <w:rFonts w:ascii="Arial" w:hAnsi="Arial" w:cs="Arial"/>
          <w:b/>
        </w:rPr>
        <w:t>klacht moet indienen als u niet tevreden bent</w:t>
      </w:r>
      <w:r w:rsidR="00666944">
        <w:rPr>
          <w:rFonts w:ascii="Arial" w:hAnsi="Arial" w:cs="Arial"/>
          <w:b/>
        </w:rPr>
        <w:t xml:space="preserve"> over de hulp</w:t>
      </w:r>
      <w:r w:rsidR="004F2468" w:rsidRPr="008A54A2">
        <w:rPr>
          <w:rFonts w:ascii="Arial" w:hAnsi="Arial" w:cs="Arial"/>
          <w:b/>
        </w:rPr>
        <w:t>?</w:t>
      </w:r>
    </w:p>
    <w:p w:rsidR="004F2468" w:rsidRPr="008A54A2" w:rsidRDefault="004F2468" w:rsidP="004F2468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4F2468" w:rsidRPr="008A54A2" w:rsidTr="006436D5">
        <w:tc>
          <w:tcPr>
            <w:tcW w:w="397" w:type="dxa"/>
            <w:vAlign w:val="center"/>
          </w:tcPr>
          <w:p w:rsidR="004F2468" w:rsidRPr="008A54A2" w:rsidRDefault="008876E7" w:rsidP="00E92029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12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335" r="11430" b="13970"/>
                      <wp:wrapNone/>
                      <wp:docPr id="231" name="Text Box 3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33" o:spid="_x0000_s1180" type="#_x0000_t202" style="position:absolute;margin-left:0;margin-top:2pt;width:11.35pt;height:11.35pt;z-index:2515712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AmI2TDIAIAAEw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4F7E10" w:rsidRDefault="004F7E10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4F2468" w:rsidRPr="008A54A2" w:rsidRDefault="0071480C" w:rsidP="00E92029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nee</w:t>
            </w:r>
          </w:p>
        </w:tc>
      </w:tr>
      <w:tr w:rsidR="004F2468" w:rsidRPr="008A54A2" w:rsidTr="006436D5">
        <w:tc>
          <w:tcPr>
            <w:tcW w:w="397" w:type="dxa"/>
            <w:vAlign w:val="center"/>
          </w:tcPr>
          <w:p w:rsidR="004F2468" w:rsidRPr="008A54A2" w:rsidRDefault="008876E7" w:rsidP="00E92029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22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30" name="Text Box 33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4F24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34" o:spid="_x0000_s1181" type="#_x0000_t202" style="position:absolute;margin-left:0;margin-top:2pt;width:11.35pt;height:11.35pt;z-index:2515722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ldY/b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4F24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4F2468" w:rsidRPr="008A54A2" w:rsidRDefault="0071480C" w:rsidP="00E92029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ja</w:t>
            </w:r>
          </w:p>
        </w:tc>
      </w:tr>
    </w:tbl>
    <w:p w:rsidR="004F2468" w:rsidRDefault="004F2468" w:rsidP="00F85DF1">
      <w:pPr>
        <w:rPr>
          <w:rFonts w:ascii="Arial" w:hAnsi="Arial" w:cs="Arial"/>
          <w:b/>
        </w:rPr>
      </w:pPr>
    </w:p>
    <w:p w:rsidR="00481393" w:rsidRPr="008A54A2" w:rsidRDefault="00481393" w:rsidP="00F85DF1">
      <w:pPr>
        <w:rPr>
          <w:rFonts w:ascii="Arial" w:hAnsi="Arial" w:cs="Arial"/>
          <w:b/>
        </w:rPr>
      </w:pPr>
    </w:p>
    <w:p w:rsidR="00481393" w:rsidRPr="008A54A2" w:rsidRDefault="00481393" w:rsidP="00481393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F85DF1">
        <w:rPr>
          <w:rFonts w:ascii="Arial" w:hAnsi="Arial" w:cs="Arial"/>
          <w:b/>
        </w:rPr>
        <w:t>5</w:t>
      </w:r>
      <w:r w:rsidRPr="008A54A2">
        <w:rPr>
          <w:rFonts w:ascii="Arial" w:hAnsi="Arial" w:cs="Arial"/>
          <w:b/>
        </w:rPr>
        <w:t>.</w:t>
      </w:r>
      <w:r w:rsidRPr="008A54A2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Begrijpt u de brieven en folders van &lt;naam org&gt;</w:t>
      </w:r>
      <w:r w:rsidRPr="008A54A2">
        <w:rPr>
          <w:rFonts w:ascii="Arial" w:hAnsi="Arial" w:cs="Arial"/>
          <w:b/>
        </w:rPr>
        <w:t>?</w:t>
      </w:r>
    </w:p>
    <w:p w:rsidR="00481393" w:rsidRPr="008A54A2" w:rsidRDefault="00481393" w:rsidP="00481393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FD76F7" w:rsidRPr="008A54A2" w:rsidTr="006436D5">
        <w:tc>
          <w:tcPr>
            <w:tcW w:w="397" w:type="dxa"/>
            <w:vAlign w:val="center"/>
          </w:tcPr>
          <w:p w:rsidR="00FD76F7" w:rsidRPr="008A54A2" w:rsidRDefault="008876E7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229" name="Text Box 36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48139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48139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98" o:spid="_x0000_s1182" type="#_x0000_t202" style="position:absolute;margin-left:0;margin-top:2pt;width:11.35pt;height:11.35pt;z-index:2518046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QeAIS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48139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48139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D76F7" w:rsidRPr="008A54A2" w:rsidRDefault="00FD76F7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n.v.t., </w:t>
            </w:r>
            <w:r w:rsidR="00FC7377">
              <w:rPr>
                <w:rFonts w:ascii="Arial" w:hAnsi="Arial" w:cs="Arial"/>
              </w:rPr>
              <w:t xml:space="preserve">ik ontvang geen brieven/folders / </w:t>
            </w:r>
            <w:r>
              <w:rPr>
                <w:rFonts w:ascii="Arial" w:hAnsi="Arial" w:cs="Arial"/>
              </w:rPr>
              <w:t>ik kan niet (meer) lezen</w:t>
            </w:r>
          </w:p>
        </w:tc>
      </w:tr>
      <w:tr w:rsidR="00FD76F7" w:rsidRPr="008A54A2" w:rsidTr="006436D5">
        <w:tc>
          <w:tcPr>
            <w:tcW w:w="397" w:type="dxa"/>
            <w:vAlign w:val="center"/>
          </w:tcPr>
          <w:p w:rsidR="00FD76F7" w:rsidRPr="008A54A2" w:rsidRDefault="008876E7" w:rsidP="007B5B7D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228" name="Text Box 36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48139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48139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94" o:spid="_x0000_s1183" type="#_x0000_t202" style="position:absolute;margin-left:0;margin-top:2pt;width:11.35pt;height:11.35pt;z-index:2518005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XSfbT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48139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48139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D76F7" w:rsidRPr="008A54A2" w:rsidRDefault="00FD76F7" w:rsidP="007B5B7D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FD76F7" w:rsidRPr="008A54A2" w:rsidTr="006436D5">
        <w:tc>
          <w:tcPr>
            <w:tcW w:w="397" w:type="dxa"/>
            <w:vAlign w:val="center"/>
          </w:tcPr>
          <w:p w:rsidR="00FD76F7" w:rsidRPr="008A54A2" w:rsidRDefault="008876E7" w:rsidP="007B5B7D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227" name="Text Box 36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48139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48139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95" o:spid="_x0000_s1184" type="#_x0000_t202" style="position:absolute;margin-left:0;margin-top:2pt;width:11.35pt;height:11.35pt;z-index:2518016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+3ett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48139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48139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D76F7" w:rsidRPr="008A54A2" w:rsidRDefault="00FD76F7" w:rsidP="007B5B7D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FD76F7" w:rsidRPr="008A54A2" w:rsidTr="006436D5">
        <w:tc>
          <w:tcPr>
            <w:tcW w:w="397" w:type="dxa"/>
            <w:vAlign w:val="center"/>
          </w:tcPr>
          <w:p w:rsidR="00FD76F7" w:rsidRPr="008A54A2" w:rsidRDefault="008876E7" w:rsidP="007B5B7D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226" name="Text Box 36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48139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48139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96" o:spid="_x0000_s1185" type="#_x0000_t202" style="position:absolute;margin-left:0;margin-top:2pt;width:11.35pt;height:11.35pt;z-index:2518026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eokqd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48139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48139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D76F7" w:rsidRPr="008A54A2" w:rsidRDefault="00FD76F7" w:rsidP="007B5B7D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FD76F7" w:rsidRPr="008A54A2" w:rsidTr="006436D5">
        <w:tc>
          <w:tcPr>
            <w:tcW w:w="397" w:type="dxa"/>
            <w:vAlign w:val="center"/>
          </w:tcPr>
          <w:p w:rsidR="00FD76F7" w:rsidRPr="008A54A2" w:rsidRDefault="008876E7" w:rsidP="007B5B7D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225" name="Text Box 36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48139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481393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97" o:spid="_x0000_s1186" type="#_x0000_t202" style="position:absolute;margin-left:0;margin-top:2pt;width:11.35pt;height:11.35pt;z-index:2518036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AZu0W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48139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481393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D76F7" w:rsidRPr="008A54A2" w:rsidRDefault="00FD76F7" w:rsidP="007B5B7D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481393" w:rsidRDefault="00481393" w:rsidP="00481393">
      <w:pPr>
        <w:spacing w:line="276" w:lineRule="auto"/>
        <w:ind w:left="360" w:hanging="360"/>
        <w:rPr>
          <w:rFonts w:ascii="Arial" w:hAnsi="Arial" w:cs="Arial"/>
          <w:b/>
        </w:rPr>
      </w:pPr>
    </w:p>
    <w:p w:rsidR="00B80907" w:rsidRDefault="00B80907" w:rsidP="00481393">
      <w:pPr>
        <w:spacing w:line="276" w:lineRule="auto"/>
        <w:ind w:left="360" w:hanging="360"/>
        <w:rPr>
          <w:rFonts w:ascii="Arial" w:hAnsi="Arial" w:cs="Arial"/>
          <w:b/>
        </w:rPr>
      </w:pPr>
    </w:p>
    <w:p w:rsidR="00F85DF1" w:rsidRPr="008A54A2" w:rsidRDefault="00F85DF1" w:rsidP="00F85DF1">
      <w:pPr>
        <w:spacing w:line="216" w:lineRule="auto"/>
        <w:rPr>
          <w:rFonts w:ascii="Arial" w:hAnsi="Arial" w:cs="Arial"/>
          <w:b/>
        </w:rPr>
      </w:pPr>
    </w:p>
    <w:p w:rsidR="000E11BE" w:rsidRPr="0027030F" w:rsidRDefault="00E57E26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27030F">
        <w:rPr>
          <w:rFonts w:ascii="Arial" w:hAnsi="Arial" w:cs="Arial"/>
          <w:b/>
          <w:sz w:val="24"/>
          <w:szCs w:val="24"/>
        </w:rPr>
        <w:t>D</w:t>
      </w:r>
      <w:r w:rsidR="000E11BE" w:rsidRPr="0027030F">
        <w:rPr>
          <w:rFonts w:ascii="Arial" w:hAnsi="Arial" w:cs="Arial"/>
          <w:b/>
          <w:sz w:val="24"/>
          <w:szCs w:val="24"/>
        </w:rPr>
        <w:t>e begeleiders</w:t>
      </w:r>
    </w:p>
    <w:p w:rsidR="000E11BE" w:rsidRPr="008A54A2" w:rsidRDefault="000E11BE" w:rsidP="00271EB1">
      <w:pPr>
        <w:spacing w:line="276" w:lineRule="auto"/>
        <w:rPr>
          <w:rFonts w:ascii="Arial" w:hAnsi="Arial" w:cs="Arial"/>
          <w:b/>
        </w:rPr>
      </w:pPr>
    </w:p>
    <w:p w:rsidR="00F176A4" w:rsidRPr="008A54A2" w:rsidRDefault="00014CBF" w:rsidP="00F176A4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>De volgende vragen gaan ov</w:t>
      </w:r>
      <w:r w:rsidR="007F517A" w:rsidRPr="008A54A2">
        <w:rPr>
          <w:rFonts w:ascii="Arial" w:hAnsi="Arial" w:cs="Arial"/>
        </w:rPr>
        <w:t>er de begeleiders op het dagcentrum</w:t>
      </w:r>
      <w:r w:rsidRPr="008A54A2">
        <w:rPr>
          <w:rFonts w:ascii="Arial" w:hAnsi="Arial" w:cs="Arial"/>
        </w:rPr>
        <w:t>.</w:t>
      </w:r>
      <w:r w:rsidR="00F176A4" w:rsidRPr="008A54A2">
        <w:rPr>
          <w:rFonts w:ascii="Arial" w:hAnsi="Arial" w:cs="Arial"/>
        </w:rPr>
        <w:t xml:space="preserve"> Het gaat hierbij om de </w:t>
      </w:r>
      <w:r w:rsidR="00F176A4" w:rsidRPr="008A54A2">
        <w:rPr>
          <w:rFonts w:ascii="Arial" w:hAnsi="Arial" w:cs="Arial"/>
          <w:u w:val="single"/>
        </w:rPr>
        <w:t>afgelopen 12 maanden</w:t>
      </w:r>
      <w:r w:rsidR="00F176A4" w:rsidRPr="008A54A2">
        <w:rPr>
          <w:rFonts w:ascii="Arial" w:hAnsi="Arial" w:cs="Arial"/>
        </w:rPr>
        <w:t>.</w:t>
      </w:r>
    </w:p>
    <w:p w:rsidR="004F2468" w:rsidRPr="008A54A2" w:rsidRDefault="004F2468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0E11BE" w:rsidRPr="008A54A2" w:rsidRDefault="00FD76F7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F85DF1">
        <w:rPr>
          <w:rFonts w:ascii="Arial" w:hAnsi="Arial" w:cs="Arial"/>
          <w:b/>
        </w:rPr>
        <w:t>6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0E11BE" w:rsidRPr="008A54A2">
        <w:rPr>
          <w:rFonts w:ascii="Arial" w:hAnsi="Arial" w:cs="Arial"/>
          <w:b/>
        </w:rPr>
        <w:t xml:space="preserve">Nemen de begeleiders </w:t>
      </w:r>
      <w:r w:rsidR="007F517A" w:rsidRPr="008A54A2">
        <w:rPr>
          <w:rFonts w:ascii="Arial" w:hAnsi="Arial" w:cs="Arial"/>
          <w:b/>
        </w:rPr>
        <w:t xml:space="preserve">op het dagcentrum </w:t>
      </w:r>
      <w:r w:rsidR="000E11BE" w:rsidRPr="008A54A2">
        <w:rPr>
          <w:rFonts w:ascii="Arial" w:hAnsi="Arial" w:cs="Arial"/>
          <w:b/>
        </w:rPr>
        <w:t>u serieus</w:t>
      </w:r>
      <w:r w:rsidR="003B27C1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4995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24" name="Text Box 30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99" o:spid="_x0000_s1187" type="#_x0000_t202" style="position:absolute;margin-left:0;margin-top:2pt;width:11.35pt;height:11.35pt;z-index:2514995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V9pc7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005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223" name="Text Box 3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00" o:spid="_x0000_s1188" type="#_x0000_t202" style="position:absolute;margin-left:0;margin-top:2pt;width:11.35pt;height:11.35pt;z-index:2515005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WJf7p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015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222" name="Text Box 3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01" o:spid="_x0000_s1189" type="#_x0000_t202" style="position:absolute;margin-left:0;margin-top:2pt;width:11.35pt;height:11.35pt;z-index:2515015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BORIp4lAgAATA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025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221" name="Text Box 3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02" o:spid="_x0000_s1190" type="#_x0000_t202" style="position:absolute;margin-left:0;margin-top:2pt;width:11.35pt;height:11.35pt;z-index:2515025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HqoEq0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Default="00135D35" w:rsidP="00F85DF1">
      <w:pPr>
        <w:rPr>
          <w:rFonts w:ascii="Arial" w:hAnsi="Arial" w:cs="Arial"/>
          <w:b/>
        </w:rPr>
      </w:pPr>
    </w:p>
    <w:p w:rsidR="0087581D" w:rsidRDefault="0087581D" w:rsidP="00F85DF1">
      <w:pPr>
        <w:rPr>
          <w:rFonts w:ascii="Arial" w:hAnsi="Arial" w:cs="Arial"/>
          <w:b/>
        </w:rPr>
      </w:pPr>
    </w:p>
    <w:p w:rsidR="00DA1771" w:rsidRPr="008A54A2" w:rsidRDefault="00F5690A" w:rsidP="00DA1771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F85DF1">
        <w:rPr>
          <w:rFonts w:ascii="Arial" w:hAnsi="Arial" w:cs="Arial"/>
          <w:b/>
        </w:rPr>
        <w:t>7</w:t>
      </w:r>
      <w:r w:rsidR="00DA1771" w:rsidRPr="008A54A2">
        <w:rPr>
          <w:rFonts w:ascii="Arial" w:hAnsi="Arial" w:cs="Arial"/>
          <w:b/>
        </w:rPr>
        <w:t>.</w:t>
      </w:r>
      <w:r w:rsidR="00DA1771" w:rsidRPr="008A54A2">
        <w:rPr>
          <w:rFonts w:ascii="Arial" w:hAnsi="Arial" w:cs="Arial"/>
          <w:b/>
        </w:rPr>
        <w:tab/>
      </w:r>
      <w:r w:rsidR="00DA1771">
        <w:rPr>
          <w:rFonts w:ascii="Arial" w:hAnsi="Arial" w:cs="Arial"/>
          <w:b/>
        </w:rPr>
        <w:t xml:space="preserve">Wordt u door de begeleiders beleefd behandeld? </w:t>
      </w:r>
    </w:p>
    <w:p w:rsidR="00DA1771" w:rsidRPr="008A54A2" w:rsidRDefault="00DA1771" w:rsidP="00DA1771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DA1771" w:rsidRPr="008A54A2" w:rsidTr="006436D5">
        <w:tc>
          <w:tcPr>
            <w:tcW w:w="397" w:type="dxa"/>
            <w:vAlign w:val="center"/>
          </w:tcPr>
          <w:p w:rsidR="00DA1771" w:rsidRPr="008A54A2" w:rsidRDefault="008876E7" w:rsidP="00E555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220" name="Text Box 36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DA177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DA177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1" o:spid="_x0000_s1191" type="#_x0000_t202" style="position:absolute;margin-left:0;margin-top:2pt;width:11.35pt;height:11.35pt;z-index:2517340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AviNWD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4F7E10" w:rsidRDefault="004F7E10" w:rsidP="00DA177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DA177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DA1771" w:rsidRPr="008A54A2" w:rsidRDefault="0071480C" w:rsidP="00E555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DA1771" w:rsidRPr="008A54A2" w:rsidTr="006436D5">
        <w:tc>
          <w:tcPr>
            <w:tcW w:w="397" w:type="dxa"/>
            <w:vAlign w:val="center"/>
          </w:tcPr>
          <w:p w:rsidR="00DA1771" w:rsidRPr="008A54A2" w:rsidRDefault="008876E7" w:rsidP="00E555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219" name="Text Box 36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DA177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DA177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2" o:spid="_x0000_s1192" type="#_x0000_t202" style="position:absolute;margin-left:0;margin-top:2pt;width:11.35pt;height:11.35pt;z-index:2517350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y1bFu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DA177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DA177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DA1771" w:rsidRPr="008A54A2" w:rsidRDefault="0071480C" w:rsidP="00E555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DA1771" w:rsidRPr="008A54A2" w:rsidTr="006436D5">
        <w:tc>
          <w:tcPr>
            <w:tcW w:w="397" w:type="dxa"/>
            <w:vAlign w:val="center"/>
          </w:tcPr>
          <w:p w:rsidR="00DA1771" w:rsidRPr="008A54A2" w:rsidRDefault="008876E7" w:rsidP="00E555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218" name="Text Box 36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DA177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DA177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3" o:spid="_x0000_s1193" type="#_x0000_t202" style="position:absolute;margin-left:0;margin-top:2pt;width:11.35pt;height:11.35pt;z-index:2517360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CpFWZw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DA177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DA177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DA1771" w:rsidRPr="008A54A2" w:rsidRDefault="0071480C" w:rsidP="00E555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DA1771" w:rsidRPr="008A54A2" w:rsidTr="006436D5">
        <w:tc>
          <w:tcPr>
            <w:tcW w:w="397" w:type="dxa"/>
            <w:vAlign w:val="center"/>
          </w:tcPr>
          <w:p w:rsidR="00DA1771" w:rsidRPr="008A54A2" w:rsidRDefault="008876E7" w:rsidP="00E555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217" name="Text Box 36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DA177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DA177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4" o:spid="_x0000_s1194" type="#_x0000_t202" style="position:absolute;margin-left:0;margin-top:2pt;width:11.35pt;height:11.35pt;z-index:2517370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Vo9dpC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DA177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DA177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DA1771" w:rsidRPr="008A54A2" w:rsidRDefault="0071480C" w:rsidP="00E555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DA1771" w:rsidRPr="008A54A2" w:rsidRDefault="00DA1771" w:rsidP="00F85DF1">
      <w:pPr>
        <w:rPr>
          <w:rFonts w:ascii="Arial" w:hAnsi="Arial" w:cs="Arial"/>
          <w:b/>
        </w:rPr>
      </w:pPr>
    </w:p>
    <w:p w:rsidR="003B27C1" w:rsidRPr="008A54A2" w:rsidRDefault="003B27C1" w:rsidP="00F85DF1">
      <w:pPr>
        <w:rPr>
          <w:rFonts w:ascii="Arial" w:hAnsi="Arial" w:cs="Arial"/>
          <w:b/>
        </w:rPr>
      </w:pPr>
    </w:p>
    <w:p w:rsidR="000E11BE" w:rsidRPr="008A54A2" w:rsidRDefault="0087581D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F85DF1">
        <w:rPr>
          <w:rFonts w:ascii="Arial" w:hAnsi="Arial" w:cs="Arial"/>
          <w:b/>
        </w:rPr>
        <w:t>8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3B27C1" w:rsidRPr="008A54A2">
        <w:rPr>
          <w:rFonts w:ascii="Arial" w:hAnsi="Arial" w:cs="Arial"/>
          <w:b/>
        </w:rPr>
        <w:t>Houden de begeleiders rekening met wat u graag wil?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036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216" name="Text Box 3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03" o:spid="_x0000_s1195" type="#_x0000_t202" style="position:absolute;margin-left:0;margin-top:2pt;width:11.35pt;height:11.35pt;z-index:2515036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XdRJL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046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215" name="Text Box 3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04" o:spid="_x0000_s1196" type="#_x0000_t202" style="position:absolute;margin-left:0;margin-top:2pt;width:11.35pt;height:11.35pt;z-index:2515046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jQo1O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056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214" name="Text Box 3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05" o:spid="_x0000_s1197" type="#_x0000_t202" style="position:absolute;margin-left:0;margin-top:2pt;width:11.35pt;height:11.35pt;z-index:2515056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nQX2d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71480C">
        <w:trPr>
          <w:trHeight w:val="71"/>
        </w:trPr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066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213" name="Text Box 3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06" o:spid="_x0000_s1198" type="#_x0000_t202" style="position:absolute;margin-left:0;margin-top:2pt;width:11.35pt;height:11.35pt;z-index:2515066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AD9dr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3B27C1" w:rsidRPr="008A54A2" w:rsidRDefault="00F85DF1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39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DA1771">
        <w:rPr>
          <w:rFonts w:ascii="Arial" w:hAnsi="Arial" w:cs="Arial"/>
          <w:b/>
        </w:rPr>
        <w:t>Luisteren de begeleiders met aandacht naar u</w:t>
      </w:r>
      <w:r w:rsidR="003B27C1" w:rsidRPr="008A54A2">
        <w:rPr>
          <w:rFonts w:ascii="Arial" w:hAnsi="Arial" w:cs="Arial"/>
          <w:b/>
        </w:rPr>
        <w:t xml:space="preserve">? 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077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212" name="Text Box 3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07" o:spid="_x0000_s1199" type="#_x0000_t202" style="position:absolute;margin-left:0;margin-top:2pt;width:11.35pt;height:11.35pt;z-index:2515077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ELHtPQ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087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211" name="Text Box 3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08" o:spid="_x0000_s1200" type="#_x0000_t202" style="position:absolute;margin-left:0;margin-top:2pt;width:11.35pt;height:11.35pt;z-index:2515087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xJ7mB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097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795" r="11430" b="6985"/>
                      <wp:wrapNone/>
                      <wp:docPr id="210" name="Text Box 3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09" o:spid="_x0000_s1201" type="#_x0000_t202" style="position:absolute;margin-left:0;margin-top:2pt;width:11.35pt;height:11.35pt;z-index:2515097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meEN8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07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209" name="Text Box 3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10" o:spid="_x0000_s1202" type="#_x0000_t202" style="position:absolute;margin-left:0;margin-top:2pt;width:11.35pt;height:11.35pt;z-index:2515107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yW6WI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7F517A" w:rsidRPr="008A54A2" w:rsidRDefault="007F517A" w:rsidP="00271EB1">
      <w:pPr>
        <w:spacing w:line="276" w:lineRule="auto"/>
        <w:rPr>
          <w:rFonts w:ascii="Arial" w:hAnsi="Arial" w:cs="Arial"/>
          <w:b/>
        </w:rPr>
      </w:pPr>
    </w:p>
    <w:p w:rsidR="000E11BE" w:rsidRPr="008A54A2" w:rsidRDefault="0078741A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F85DF1">
        <w:rPr>
          <w:rFonts w:ascii="Arial" w:hAnsi="Arial" w:cs="Arial"/>
          <w:b/>
        </w:rPr>
        <w:t>0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0E11BE" w:rsidRPr="008A54A2">
        <w:rPr>
          <w:rFonts w:ascii="Arial" w:hAnsi="Arial" w:cs="Arial"/>
          <w:b/>
        </w:rPr>
        <w:t xml:space="preserve">Hebben de begeleiders </w:t>
      </w:r>
      <w:r w:rsidR="007F517A" w:rsidRPr="008A54A2">
        <w:rPr>
          <w:rFonts w:ascii="Arial" w:hAnsi="Arial" w:cs="Arial"/>
          <w:b/>
        </w:rPr>
        <w:t xml:space="preserve">op het dagcentrum </w:t>
      </w:r>
      <w:r w:rsidR="000E11BE" w:rsidRPr="008A54A2">
        <w:rPr>
          <w:rFonts w:ascii="Arial" w:hAnsi="Arial" w:cs="Arial"/>
          <w:b/>
        </w:rPr>
        <w:t>genoeg tijd voor u</w:t>
      </w:r>
      <w:r w:rsidR="003B27C1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18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715" r="11430" b="12065"/>
                      <wp:wrapNone/>
                      <wp:docPr id="208" name="Text Box 3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11" o:spid="_x0000_s1203" type="#_x0000_t202" style="position:absolute;margin-left:0;margin-top:2pt;width:11.35pt;height:11.35pt;z-index:2515118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Cpj6zJ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28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207" name="Text Box 3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12" o:spid="_x0000_s1204" type="#_x0000_t202" style="position:absolute;margin-left:0;margin-top:2pt;width:11.35pt;height:11.35pt;z-index:2515128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fLzFJ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38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206" name="Text Box 3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13" o:spid="_x0000_s1205" type="#_x0000_t202" style="position:absolute;margin-left:0;margin-top:2pt;width:11.35pt;height:11.35pt;z-index:2515138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NjcOy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48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255" r="11430" b="9525"/>
                      <wp:wrapNone/>
                      <wp:docPr id="205" name="Text Box 3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14" o:spid="_x0000_s1206" type="#_x0000_t202" style="position:absolute;margin-left:0;margin-top:2pt;width:11.35pt;height:11.35pt;z-index:2515148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j8gOw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31151F" w:rsidRDefault="0031151F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31151F" w:rsidRDefault="0031151F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0E11BE" w:rsidRPr="008A54A2" w:rsidRDefault="007F517A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4</w:t>
      </w:r>
      <w:r w:rsidR="00F85DF1">
        <w:rPr>
          <w:rFonts w:ascii="Arial" w:hAnsi="Arial" w:cs="Arial"/>
          <w:b/>
        </w:rPr>
        <w:t>1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0E11BE" w:rsidRPr="008A54A2">
        <w:rPr>
          <w:rFonts w:ascii="Arial" w:hAnsi="Arial" w:cs="Arial"/>
          <w:b/>
        </w:rPr>
        <w:t xml:space="preserve">Leggen de begeleiders dingen </w:t>
      </w:r>
      <w:r w:rsidR="003B27C1" w:rsidRPr="008A54A2">
        <w:rPr>
          <w:rFonts w:ascii="Arial" w:hAnsi="Arial" w:cs="Arial"/>
          <w:b/>
        </w:rPr>
        <w:t>op een begrijpelijke manier uit?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59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065" r="11430" b="5715"/>
                      <wp:wrapNone/>
                      <wp:docPr id="204" name="Text Box 3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15" o:spid="_x0000_s1207" type="#_x0000_t202" style="position:absolute;margin-left:0;margin-top:2pt;width:11.35pt;height:11.35pt;z-index:2515159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BFKbI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69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2700" r="11430" b="5080"/>
                      <wp:wrapNone/>
                      <wp:docPr id="203" name="Text Box 3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16" o:spid="_x0000_s1208" type="#_x0000_t202" style="position:absolute;margin-left:0;margin-top:2pt;width:11.35pt;height:11.35pt;z-index:2515169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Av1mV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79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3970" r="11430" b="13335"/>
                      <wp:wrapNone/>
                      <wp:docPr id="202" name="Text Box 3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17" o:spid="_x0000_s1209" type="#_x0000_t202" style="position:absolute;margin-left:0;margin-top:2pt;width:11.35pt;height:11.35pt;z-index:2515179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W2tQ1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189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201" name="Text Box 3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18" o:spid="_x0000_s1210" type="#_x0000_t202" style="position:absolute;margin-left:0;margin-top:2pt;width:11.35pt;height:11.35pt;z-index:2515189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DbX9L6IAIAAE0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EB2602" w:rsidRPr="008A54A2" w:rsidRDefault="00EB2602" w:rsidP="00271EB1">
      <w:pPr>
        <w:spacing w:line="276" w:lineRule="auto"/>
        <w:rPr>
          <w:rFonts w:ascii="Arial" w:hAnsi="Arial" w:cs="Arial"/>
          <w:b/>
        </w:rPr>
      </w:pPr>
    </w:p>
    <w:p w:rsidR="000E11BE" w:rsidRPr="008A54A2" w:rsidRDefault="0078741A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F85DF1">
        <w:rPr>
          <w:rFonts w:ascii="Arial" w:hAnsi="Arial" w:cs="Arial"/>
          <w:b/>
        </w:rPr>
        <w:t>2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0E11BE" w:rsidRPr="008A54A2">
        <w:rPr>
          <w:rFonts w:ascii="Arial" w:hAnsi="Arial" w:cs="Arial"/>
          <w:b/>
        </w:rPr>
        <w:t xml:space="preserve">Bent u bang voor een begeleider op </w:t>
      </w:r>
      <w:r w:rsidR="004F2468" w:rsidRPr="008A54A2">
        <w:rPr>
          <w:rFonts w:ascii="Arial" w:hAnsi="Arial" w:cs="Arial"/>
          <w:b/>
        </w:rPr>
        <w:t>het dagcentrum</w:t>
      </w:r>
      <w:r w:rsidR="003B27C1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00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8890" r="11430" b="8890"/>
                      <wp:wrapNone/>
                      <wp:docPr id="200" name="Text Box 3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19" o:spid="_x0000_s1211" type="#_x0000_t202" style="position:absolute;margin-left:0;margin-top:2pt;width:11.35pt;height:11.35pt;z-index:2515200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Bi3Ck4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10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9525" r="11430" b="8255"/>
                      <wp:wrapNone/>
                      <wp:docPr id="199" name="Text Box 3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0" o:spid="_x0000_s1212" type="#_x0000_t202" style="position:absolute;margin-left:0;margin-top:2pt;width:11.35pt;height:11.35pt;z-index:2515210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IUfXHU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20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0160" r="11430" b="7620"/>
                      <wp:wrapNone/>
                      <wp:docPr id="198" name="Text Box 3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1" o:spid="_x0000_s1213" type="#_x0000_t202" style="position:absolute;margin-left:0;margin-top:2pt;width:11.35pt;height:11.35pt;z-index:2515220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BUuXfYlAgAATA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30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11430" r="11430" b="6350"/>
                      <wp:wrapNone/>
                      <wp:docPr id="197" name="Text Box 3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2" o:spid="_x0000_s1214" type="#_x0000_t202" style="position:absolute;margin-left:0;margin-top:2pt;width:11.35pt;height:11.35pt;z-index:2515230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C5rPH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4F2468" w:rsidRPr="008A54A2" w:rsidRDefault="004F2468" w:rsidP="00135D35">
      <w:pPr>
        <w:spacing w:line="276" w:lineRule="auto"/>
        <w:rPr>
          <w:rFonts w:ascii="Arial" w:hAnsi="Arial" w:cs="Arial"/>
          <w:b/>
        </w:rPr>
      </w:pPr>
    </w:p>
    <w:p w:rsidR="000E11BE" w:rsidRPr="008A54A2" w:rsidRDefault="007F517A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4</w:t>
      </w:r>
      <w:r w:rsidR="00F85DF1">
        <w:rPr>
          <w:rFonts w:ascii="Arial" w:hAnsi="Arial" w:cs="Arial"/>
          <w:b/>
        </w:rPr>
        <w:t>3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31151F">
        <w:rPr>
          <w:rFonts w:ascii="Arial" w:hAnsi="Arial" w:cs="Arial"/>
          <w:b/>
        </w:rPr>
        <w:t>Vindt u de begeleiders goed in hun werk</w:t>
      </w:r>
      <w:r w:rsidR="003B27C1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40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5080" r="11430" b="12700"/>
                      <wp:wrapNone/>
                      <wp:docPr id="196" name="Text Box 3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3" o:spid="_x0000_s1215" type="#_x0000_t202" style="position:absolute;margin-left:0;margin-top:2pt;width:11.35pt;height:11.35pt;z-index:2515240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htzob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51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350" r="11430" b="11430"/>
                      <wp:wrapNone/>
                      <wp:docPr id="195" name="Text Box 3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4" o:spid="_x0000_s1216" type="#_x0000_t202" style="position:absolute;margin-left:0;margin-top:2pt;width:11.35pt;height:11.35pt;z-index:2515251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xVwDi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61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6985" r="11430" b="10795"/>
                      <wp:wrapNone/>
                      <wp:docPr id="194" name="Text Box 3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5" o:spid="_x0000_s1217" type="#_x0000_t202" style="position:absolute;margin-left:0;margin-top:2pt;width:11.35pt;height:11.35pt;z-index:2515261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rl217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71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6350" t="7620" r="11430" b="10160"/>
                      <wp:wrapNone/>
                      <wp:docPr id="193" name="Text Box 3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6" o:spid="_x0000_s1218" type="#_x0000_t202" style="position:absolute;margin-left:0;margin-top:2pt;width:11.35pt;height:11.35pt;z-index:2515271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MzZx40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BC3ED9" w:rsidRPr="008A54A2" w:rsidRDefault="00BC3ED9" w:rsidP="00135D35">
      <w:pPr>
        <w:spacing w:line="276" w:lineRule="auto"/>
        <w:rPr>
          <w:rFonts w:ascii="Arial" w:hAnsi="Arial" w:cs="Arial"/>
          <w:b/>
        </w:rPr>
      </w:pPr>
    </w:p>
    <w:p w:rsidR="000A00BB" w:rsidRDefault="000A00BB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3B27C1" w:rsidRPr="008A54A2" w:rsidRDefault="00B04122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27030F">
        <w:rPr>
          <w:rFonts w:ascii="Arial" w:hAnsi="Arial" w:cs="Arial"/>
          <w:b/>
        </w:rPr>
        <w:lastRenderedPageBreak/>
        <w:t>4</w:t>
      </w:r>
      <w:r w:rsidR="00F85DF1">
        <w:rPr>
          <w:rFonts w:ascii="Arial" w:hAnsi="Arial" w:cs="Arial"/>
          <w:b/>
        </w:rPr>
        <w:t>4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3B27C1" w:rsidRPr="008A54A2">
        <w:rPr>
          <w:rFonts w:ascii="Arial" w:hAnsi="Arial" w:cs="Arial"/>
          <w:b/>
        </w:rPr>
        <w:t xml:space="preserve">Is er voldoende personeel aanwezig op </w:t>
      </w:r>
      <w:r w:rsidR="007F517A" w:rsidRPr="008A54A2">
        <w:rPr>
          <w:rFonts w:ascii="Arial" w:hAnsi="Arial" w:cs="Arial"/>
          <w:b/>
        </w:rPr>
        <w:t>het dagcentrum</w:t>
      </w:r>
      <w:r w:rsidR="003B27C1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81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92" name="Text Box 3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7" o:spid="_x0000_s1219" type="#_x0000_t202" style="position:absolute;margin-left:0;margin-top:2pt;width:11.35pt;height:11.35pt;z-index:2515281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cC/Uy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292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91" name="Text Box 3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8" o:spid="_x0000_s1220" type="#_x0000_t202" style="position:absolute;margin-left:0;margin-top:2pt;width:11.35pt;height:11.35pt;z-index:2515292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ETbS5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02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90" name="Text Box 3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9" o:spid="_x0000_s1221" type="#_x0000_t202" style="position:absolute;margin-left:0;margin-top:2pt;width:11.35pt;height:11.35pt;z-index:251530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CarEcE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12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89" name="Text Box 3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30" o:spid="_x0000_s1222" type="#_x0000_t202" style="position:absolute;margin-left:0;margin-top:2pt;width:11.35pt;height:11.35pt;z-index:251531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LKI9zU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  <w:tr w:rsidR="0031151F" w:rsidRPr="008A54A2" w:rsidTr="006436D5">
        <w:tc>
          <w:tcPr>
            <w:tcW w:w="397" w:type="dxa"/>
            <w:vAlign w:val="center"/>
          </w:tcPr>
          <w:p w:rsidR="0031151F" w:rsidRPr="008A54A2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88" name="Text Box 3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4" o:spid="_x0000_s1223" type="#_x0000_t202" style="position:absolute;margin-left:0;margin-top:2pt;width:11.35pt;height:11.35pt;z-index:2516367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3NJjU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31151F" w:rsidRPr="008A54A2" w:rsidRDefault="0031151F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weet ik niet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0E11BE" w:rsidRPr="008A54A2" w:rsidRDefault="000E11BE" w:rsidP="00271EB1">
      <w:pPr>
        <w:spacing w:line="276" w:lineRule="auto"/>
        <w:rPr>
          <w:rFonts w:ascii="Arial" w:hAnsi="Arial" w:cs="Arial"/>
          <w:b/>
        </w:rPr>
      </w:pPr>
    </w:p>
    <w:p w:rsidR="009C6DEC" w:rsidRPr="008A54A2" w:rsidRDefault="0078741A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F85DF1">
        <w:rPr>
          <w:rFonts w:ascii="Arial" w:hAnsi="Arial" w:cs="Arial"/>
          <w:b/>
        </w:rPr>
        <w:t>5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31151F">
        <w:rPr>
          <w:rFonts w:ascii="Arial" w:hAnsi="Arial" w:cs="Arial"/>
          <w:b/>
        </w:rPr>
        <w:t xml:space="preserve">Zijn er </w:t>
      </w:r>
      <w:r w:rsidR="003B27C1" w:rsidRPr="008A54A2">
        <w:rPr>
          <w:rFonts w:ascii="Arial" w:hAnsi="Arial" w:cs="Arial"/>
          <w:b/>
        </w:rPr>
        <w:t xml:space="preserve">het afgelopen jaar </w:t>
      </w:r>
      <w:r w:rsidR="00AC6A9D" w:rsidRPr="008A54A2">
        <w:rPr>
          <w:rFonts w:ascii="Arial" w:hAnsi="Arial" w:cs="Arial"/>
          <w:b/>
        </w:rPr>
        <w:t>wisselingen van begele</w:t>
      </w:r>
      <w:r w:rsidR="003B27C1" w:rsidRPr="008A54A2">
        <w:rPr>
          <w:rFonts w:ascii="Arial" w:hAnsi="Arial" w:cs="Arial"/>
          <w:b/>
        </w:rPr>
        <w:t>ide</w:t>
      </w:r>
      <w:r w:rsidR="0031151F">
        <w:rPr>
          <w:rFonts w:ascii="Arial" w:hAnsi="Arial" w:cs="Arial"/>
          <w:b/>
        </w:rPr>
        <w:t>rs geweest</w:t>
      </w:r>
      <w:r w:rsidR="003B27C1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22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87" name="Text Box 3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31" o:spid="_x0000_s1224" type="#_x0000_t202" style="position:absolute;margin-left:0;margin-top:2pt;width:11.35pt;height:11.35pt;z-index:2515322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33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86" name="Text Box 3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32" o:spid="_x0000_s1225" type="#_x0000_t202" style="position:absolute;margin-left:0;margin-top:2pt;width:11.35pt;height:11.35pt;z-index:2515333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GP11h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43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85" name="Text Box 3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33" o:spid="_x0000_s1226" type="#_x0000_t202" style="position:absolute;margin-left:0;margin-top:2pt;width:11.35pt;height:11.35pt;z-index:2515343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HLAN4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53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84" name="Text Box 3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34" o:spid="_x0000_s1227" type="#_x0000_t202" style="position:absolute;margin-left:0;margin-top:2pt;width:11.35pt;height:11.35pt;z-index:2515353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s7uF9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B04122" w:rsidRDefault="00B04122" w:rsidP="00271EB1">
      <w:pPr>
        <w:spacing w:line="276" w:lineRule="auto"/>
        <w:rPr>
          <w:rFonts w:ascii="Arial" w:hAnsi="Arial" w:cs="Arial"/>
          <w:b/>
        </w:rPr>
      </w:pPr>
    </w:p>
    <w:p w:rsidR="00B80907" w:rsidRDefault="00B80907" w:rsidP="00271EB1">
      <w:pPr>
        <w:spacing w:line="276" w:lineRule="auto"/>
        <w:rPr>
          <w:rFonts w:ascii="Arial" w:hAnsi="Arial" w:cs="Arial"/>
          <w:b/>
        </w:rPr>
      </w:pPr>
    </w:p>
    <w:p w:rsidR="0031151F" w:rsidRDefault="0031151F" w:rsidP="00271EB1">
      <w:pPr>
        <w:spacing w:line="276" w:lineRule="auto"/>
        <w:rPr>
          <w:rFonts w:ascii="Arial" w:hAnsi="Arial" w:cs="Arial"/>
          <w:b/>
        </w:rPr>
      </w:pPr>
    </w:p>
    <w:p w:rsidR="009C6DEC" w:rsidRPr="0027030F" w:rsidRDefault="009C6DEC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27030F">
        <w:rPr>
          <w:rFonts w:ascii="Arial" w:hAnsi="Arial" w:cs="Arial"/>
          <w:b/>
          <w:sz w:val="24"/>
          <w:szCs w:val="24"/>
        </w:rPr>
        <w:t>Samenhang in de zorg</w:t>
      </w:r>
    </w:p>
    <w:p w:rsidR="009C6DEC" w:rsidRPr="008A54A2" w:rsidRDefault="009C6DEC" w:rsidP="00271EB1">
      <w:pPr>
        <w:spacing w:line="276" w:lineRule="auto"/>
        <w:rPr>
          <w:rFonts w:ascii="Arial" w:hAnsi="Arial" w:cs="Arial"/>
          <w:b/>
        </w:rPr>
      </w:pPr>
    </w:p>
    <w:p w:rsidR="00F176A4" w:rsidRPr="008A54A2" w:rsidRDefault="006D4A29" w:rsidP="00F176A4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 xml:space="preserve">Ook willen we graag weten of de </w:t>
      </w:r>
      <w:r w:rsidR="004F2468" w:rsidRPr="008A54A2">
        <w:rPr>
          <w:rFonts w:ascii="Arial" w:hAnsi="Arial" w:cs="Arial"/>
        </w:rPr>
        <w:t>dagbesteding</w:t>
      </w:r>
      <w:r w:rsidR="007F517A" w:rsidRPr="008A54A2">
        <w:rPr>
          <w:rFonts w:ascii="Arial" w:hAnsi="Arial" w:cs="Arial"/>
        </w:rPr>
        <w:t xml:space="preserve"> </w:t>
      </w:r>
      <w:r w:rsidRPr="008A54A2">
        <w:rPr>
          <w:rFonts w:ascii="Arial" w:hAnsi="Arial" w:cs="Arial"/>
        </w:rPr>
        <w:t xml:space="preserve">aansluit op de hulp van andere </w:t>
      </w:r>
      <w:r w:rsidR="003A026D">
        <w:rPr>
          <w:rFonts w:ascii="Arial" w:hAnsi="Arial" w:cs="Arial"/>
        </w:rPr>
        <w:t>m</w:t>
      </w:r>
      <w:r w:rsidRPr="008A54A2">
        <w:rPr>
          <w:rFonts w:ascii="Arial" w:hAnsi="Arial" w:cs="Arial"/>
        </w:rPr>
        <w:t>edewer</w:t>
      </w:r>
      <w:r w:rsidR="003A026D">
        <w:rPr>
          <w:rFonts w:ascii="Arial" w:hAnsi="Arial" w:cs="Arial"/>
        </w:rPr>
        <w:softHyphen/>
      </w:r>
      <w:r w:rsidRPr="008A54A2">
        <w:rPr>
          <w:rFonts w:ascii="Arial" w:hAnsi="Arial" w:cs="Arial"/>
        </w:rPr>
        <w:t>kers. Maar eerst komen er een paar vragen over uw vaste begeleider.</w:t>
      </w:r>
      <w:r w:rsidR="00F176A4" w:rsidRPr="008A54A2">
        <w:rPr>
          <w:rFonts w:ascii="Arial" w:hAnsi="Arial" w:cs="Arial"/>
        </w:rPr>
        <w:t xml:space="preserve"> </w:t>
      </w:r>
      <w:r w:rsidR="00F2363E">
        <w:rPr>
          <w:rFonts w:ascii="Arial" w:hAnsi="Arial" w:cs="Arial"/>
        </w:rPr>
        <w:t xml:space="preserve">Deze persoon wordt ook wel contactpersoon, mentor of persoonlijke begeleider genoemd. </w:t>
      </w:r>
      <w:r w:rsidR="00F176A4" w:rsidRPr="008A54A2">
        <w:rPr>
          <w:rFonts w:ascii="Arial" w:hAnsi="Arial" w:cs="Arial"/>
        </w:rPr>
        <w:t xml:space="preserve">Het gaat hierbij om de </w:t>
      </w:r>
      <w:r w:rsidR="00F176A4" w:rsidRPr="008A54A2">
        <w:rPr>
          <w:rFonts w:ascii="Arial" w:hAnsi="Arial" w:cs="Arial"/>
          <w:u w:val="single"/>
        </w:rPr>
        <w:t>afgelopen 12 maanden</w:t>
      </w:r>
      <w:r w:rsidR="00F176A4" w:rsidRPr="008A54A2">
        <w:rPr>
          <w:rFonts w:ascii="Arial" w:hAnsi="Arial" w:cs="Arial"/>
        </w:rPr>
        <w:t>.</w:t>
      </w:r>
    </w:p>
    <w:p w:rsidR="006D4A29" w:rsidRPr="008A54A2" w:rsidRDefault="006D4A29" w:rsidP="00271EB1">
      <w:pPr>
        <w:spacing w:line="276" w:lineRule="auto"/>
        <w:rPr>
          <w:rFonts w:ascii="Arial" w:hAnsi="Arial" w:cs="Arial"/>
          <w:b/>
        </w:rPr>
      </w:pPr>
    </w:p>
    <w:p w:rsidR="009C6DEC" w:rsidRPr="008A54A2" w:rsidRDefault="0087581D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F85DF1">
        <w:rPr>
          <w:rFonts w:ascii="Arial" w:hAnsi="Arial" w:cs="Arial"/>
          <w:b/>
        </w:rPr>
        <w:t>6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9C6DEC" w:rsidRPr="008A54A2">
        <w:rPr>
          <w:rFonts w:ascii="Arial" w:hAnsi="Arial" w:cs="Arial"/>
          <w:b/>
        </w:rPr>
        <w:t xml:space="preserve">Heeft u een </w:t>
      </w:r>
      <w:r w:rsidR="000E1654" w:rsidRPr="008A54A2">
        <w:rPr>
          <w:rFonts w:ascii="Arial" w:hAnsi="Arial" w:cs="Arial"/>
          <w:b/>
        </w:rPr>
        <w:t>vaste</w:t>
      </w:r>
      <w:r w:rsidR="005F7E80" w:rsidRPr="008A54A2">
        <w:rPr>
          <w:rFonts w:ascii="Arial" w:hAnsi="Arial" w:cs="Arial"/>
          <w:b/>
        </w:rPr>
        <w:t xml:space="preserve"> begeleider </w:t>
      </w:r>
      <w:r w:rsidR="007F517A" w:rsidRPr="008A54A2">
        <w:rPr>
          <w:rFonts w:ascii="Arial" w:hAnsi="Arial" w:cs="Arial"/>
          <w:b/>
        </w:rPr>
        <w:t>op het dagcentrum</w:t>
      </w:r>
      <w:r w:rsidR="00710428" w:rsidRPr="008A54A2">
        <w:rPr>
          <w:rFonts w:ascii="Arial" w:hAnsi="Arial" w:cs="Arial"/>
          <w:b/>
        </w:rPr>
        <w:t>?</w:t>
      </w:r>
    </w:p>
    <w:p w:rsidR="00223A42" w:rsidRPr="008A54A2" w:rsidRDefault="00223A42" w:rsidP="00223A42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1521"/>
        <w:gridCol w:w="742"/>
        <w:gridCol w:w="3434"/>
      </w:tblGrid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81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83" name="Text Box 3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47" o:spid="_x0000_s1228" type="#_x0000_t202" style="position:absolute;margin-left:0;margin-top:2pt;width:11.35pt;height:11.35pt;z-index:2515681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DTh7uI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1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nee</w:t>
            </w:r>
          </w:p>
        </w:tc>
        <w:tc>
          <w:tcPr>
            <w:tcW w:w="742" w:type="dxa"/>
            <w:vAlign w:val="center"/>
          </w:tcPr>
          <w:p w:rsidR="00223A42" w:rsidRPr="008A54A2" w:rsidRDefault="008876E7" w:rsidP="00223A42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017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5715" t="61595" r="16510" b="52705"/>
                      <wp:wrapNone/>
                      <wp:docPr id="182" name="Line 3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3BEC47" id="Line 3250" o:spid="_x0000_s1026" style="position:absolute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434" w:type="dxa"/>
          </w:tcPr>
          <w:p w:rsidR="00223A42" w:rsidRPr="008A54A2" w:rsidRDefault="00241261" w:rsidP="00223A4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ga naar vraag </w:t>
            </w:r>
            <w:r w:rsidR="007E4733">
              <w:rPr>
                <w:rFonts w:ascii="Arial" w:hAnsi="Arial" w:cs="Arial"/>
              </w:rPr>
              <w:t>4</w:t>
            </w:r>
            <w:r w:rsidR="00F85DF1">
              <w:rPr>
                <w:rFonts w:ascii="Arial" w:hAnsi="Arial" w:cs="Arial"/>
              </w:rPr>
              <w:t>8</w:t>
            </w:r>
          </w:p>
        </w:tc>
      </w:tr>
      <w:tr w:rsidR="00223A42" w:rsidRPr="008A54A2" w:rsidTr="006436D5">
        <w:tc>
          <w:tcPr>
            <w:tcW w:w="397" w:type="dxa"/>
            <w:vAlign w:val="center"/>
          </w:tcPr>
          <w:p w:rsidR="00223A42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91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81" name="Text Box 3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48" o:spid="_x0000_s1229" type="#_x0000_t202" style="position:absolute;margin-left:0;margin-top:2pt;width:11.35pt;height:11.35pt;z-index:2515691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Oin+Lo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1" w:type="dxa"/>
            <w:vAlign w:val="center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ja</w:t>
            </w:r>
          </w:p>
        </w:tc>
        <w:tc>
          <w:tcPr>
            <w:tcW w:w="742" w:type="dxa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434" w:type="dxa"/>
          </w:tcPr>
          <w:p w:rsidR="00223A42" w:rsidRPr="008A54A2" w:rsidRDefault="00223A42" w:rsidP="00223A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D7DE3" w:rsidRPr="008A54A2" w:rsidTr="006436D5">
        <w:tc>
          <w:tcPr>
            <w:tcW w:w="397" w:type="dxa"/>
            <w:vAlign w:val="center"/>
          </w:tcPr>
          <w:p w:rsidR="00CD7DE3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80" name="Text Box 3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223A42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44" o:spid="_x0000_s1230" type="#_x0000_t202" style="position:absolute;margin-left:0;margin-top:2pt;width:11.35pt;height:11.35pt;z-index:2515773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O9LvgE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223A42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1" w:type="dxa"/>
            <w:vAlign w:val="center"/>
          </w:tcPr>
          <w:p w:rsidR="00CD7DE3" w:rsidRPr="008A54A2" w:rsidRDefault="00CD7DE3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weet ik niet</w:t>
            </w:r>
          </w:p>
        </w:tc>
        <w:tc>
          <w:tcPr>
            <w:tcW w:w="742" w:type="dxa"/>
            <w:vAlign w:val="center"/>
          </w:tcPr>
          <w:p w:rsidR="00CD7DE3" w:rsidRPr="008A54A2" w:rsidRDefault="008876E7" w:rsidP="00587208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8368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5715" t="61595" r="16510" b="52705"/>
                      <wp:wrapNone/>
                      <wp:docPr id="179" name="Line 3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88F524" id="Line 3345" o:spid="_x0000_s1026" style="position:absolute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066LAIAAE4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434" w:type="dxa"/>
          </w:tcPr>
          <w:p w:rsidR="00CD7DE3" w:rsidRPr="008A54A2" w:rsidRDefault="00241261" w:rsidP="0058720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ga naar vraag </w:t>
            </w:r>
            <w:r w:rsidR="00863054">
              <w:rPr>
                <w:rFonts w:ascii="Arial" w:hAnsi="Arial" w:cs="Arial"/>
              </w:rPr>
              <w:t>4</w:t>
            </w:r>
            <w:r w:rsidR="00F85DF1">
              <w:rPr>
                <w:rFonts w:ascii="Arial" w:hAnsi="Arial" w:cs="Arial"/>
              </w:rPr>
              <w:t>8</w:t>
            </w:r>
          </w:p>
        </w:tc>
      </w:tr>
    </w:tbl>
    <w:p w:rsidR="00223A42" w:rsidRPr="008A54A2" w:rsidRDefault="00223A42" w:rsidP="00223A42">
      <w:pPr>
        <w:spacing w:line="276" w:lineRule="auto"/>
        <w:rPr>
          <w:rFonts w:ascii="Arial" w:hAnsi="Arial" w:cs="Arial"/>
          <w:b/>
        </w:rPr>
      </w:pPr>
    </w:p>
    <w:p w:rsidR="000F5705" w:rsidRPr="008A54A2" w:rsidRDefault="000F5705" w:rsidP="00271EB1">
      <w:pPr>
        <w:spacing w:line="276" w:lineRule="auto"/>
        <w:rPr>
          <w:rFonts w:ascii="Arial" w:hAnsi="Arial" w:cs="Arial"/>
          <w:b/>
        </w:rPr>
      </w:pPr>
    </w:p>
    <w:p w:rsidR="009C6DEC" w:rsidRPr="008A54A2" w:rsidRDefault="00F5690A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F85DF1">
        <w:rPr>
          <w:rFonts w:ascii="Arial" w:hAnsi="Arial" w:cs="Arial"/>
          <w:b/>
        </w:rPr>
        <w:t>7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9C6DEC" w:rsidRPr="008A54A2">
        <w:rPr>
          <w:rFonts w:ascii="Arial" w:hAnsi="Arial" w:cs="Arial"/>
          <w:b/>
        </w:rPr>
        <w:t xml:space="preserve">Kunt u met uw vragen bij </w:t>
      </w:r>
      <w:r w:rsidR="006D4A29" w:rsidRPr="008A54A2">
        <w:rPr>
          <w:rFonts w:ascii="Arial" w:hAnsi="Arial" w:cs="Arial"/>
          <w:b/>
        </w:rPr>
        <w:t>uw</w:t>
      </w:r>
      <w:r w:rsidR="009C6DEC" w:rsidRPr="008A54A2">
        <w:rPr>
          <w:rFonts w:ascii="Arial" w:hAnsi="Arial" w:cs="Arial"/>
          <w:b/>
        </w:rPr>
        <w:t xml:space="preserve"> </w:t>
      </w:r>
      <w:r w:rsidR="00710428" w:rsidRPr="008A54A2">
        <w:rPr>
          <w:rFonts w:ascii="Arial" w:hAnsi="Arial" w:cs="Arial"/>
          <w:b/>
        </w:rPr>
        <w:t xml:space="preserve">vaste </w:t>
      </w:r>
      <w:r w:rsidR="005F7E80" w:rsidRPr="008A54A2">
        <w:rPr>
          <w:rFonts w:ascii="Arial" w:hAnsi="Arial" w:cs="Arial"/>
          <w:b/>
        </w:rPr>
        <w:t xml:space="preserve">begeleider </w:t>
      </w:r>
      <w:r w:rsidR="009C6DEC" w:rsidRPr="008A54A2">
        <w:rPr>
          <w:rFonts w:ascii="Arial" w:hAnsi="Arial" w:cs="Arial"/>
          <w:b/>
        </w:rPr>
        <w:t>terecht</w:t>
      </w:r>
      <w:r w:rsidR="00710428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42151E" w:rsidRPr="008A54A2" w:rsidTr="006436D5">
        <w:tc>
          <w:tcPr>
            <w:tcW w:w="397" w:type="dxa"/>
            <w:vAlign w:val="center"/>
          </w:tcPr>
          <w:p w:rsidR="0042151E" w:rsidRPr="008A54A2" w:rsidRDefault="008876E7" w:rsidP="000D6EEC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78" name="Text Box 37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07" o:spid="_x0000_s1231" type="#_x0000_t202" style="position:absolute;margin-left:0;margin-top:2pt;width:11.35pt;height:11.35pt;z-index:2518138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rAh1+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42151E" w:rsidRPr="008A54A2" w:rsidRDefault="0042151E" w:rsidP="000D6EEC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n.v.t., ik heb geen vragen voor mijn begeleiders</w:t>
            </w:r>
          </w:p>
        </w:tc>
      </w:tr>
      <w:tr w:rsidR="0042151E" w:rsidRPr="008A54A2" w:rsidTr="006436D5">
        <w:tc>
          <w:tcPr>
            <w:tcW w:w="397" w:type="dxa"/>
            <w:vAlign w:val="center"/>
          </w:tcPr>
          <w:p w:rsidR="0042151E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77" name="Text Box 37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03" o:spid="_x0000_s1232" type="#_x0000_t202" style="position:absolute;margin-left:0;margin-top:2pt;width:11.35pt;height:11.35pt;z-index:2518097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cUfY7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42151E" w:rsidRPr="008A54A2" w:rsidRDefault="0042151E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42151E" w:rsidRPr="008A54A2" w:rsidTr="006436D5">
        <w:tc>
          <w:tcPr>
            <w:tcW w:w="397" w:type="dxa"/>
            <w:vAlign w:val="center"/>
          </w:tcPr>
          <w:p w:rsidR="0042151E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76" name="Text Box 3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04" o:spid="_x0000_s1233" type="#_x0000_t202" style="position:absolute;margin-left:0;margin-top:2pt;width:11.35pt;height:11.35pt;z-index:2518108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cupsY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42151E" w:rsidRPr="008A54A2" w:rsidRDefault="0042151E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42151E" w:rsidRPr="008A54A2" w:rsidTr="006436D5">
        <w:tc>
          <w:tcPr>
            <w:tcW w:w="397" w:type="dxa"/>
            <w:vAlign w:val="center"/>
          </w:tcPr>
          <w:p w:rsidR="0042151E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75" name="Text Box 37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05" o:spid="_x0000_s1234" type="#_x0000_t202" style="position:absolute;margin-left:0;margin-top:2pt;width:11.35pt;height:11.35pt;z-index:2518118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tH47n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42151E" w:rsidRPr="008A54A2" w:rsidRDefault="0042151E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42151E" w:rsidRPr="008A54A2" w:rsidTr="006436D5">
        <w:tc>
          <w:tcPr>
            <w:tcW w:w="397" w:type="dxa"/>
            <w:vAlign w:val="center"/>
          </w:tcPr>
          <w:p w:rsidR="0042151E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74" name="Text Box 37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06" o:spid="_x0000_s1235" type="#_x0000_t202" style="position:absolute;margin-left:0;margin-top:2pt;width:11.35pt;height:11.35pt;z-index:2518128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bZjc+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42151E" w:rsidRPr="008A54A2" w:rsidRDefault="0042151E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135D35" w:rsidRDefault="00135D35" w:rsidP="00135D35">
      <w:pPr>
        <w:spacing w:line="276" w:lineRule="auto"/>
        <w:rPr>
          <w:rFonts w:ascii="Arial" w:hAnsi="Arial" w:cs="Arial"/>
          <w:b/>
        </w:rPr>
      </w:pPr>
    </w:p>
    <w:p w:rsidR="0078741A" w:rsidRPr="008A54A2" w:rsidRDefault="0078741A" w:rsidP="00135D35">
      <w:pPr>
        <w:spacing w:line="276" w:lineRule="auto"/>
        <w:rPr>
          <w:rFonts w:ascii="Arial" w:hAnsi="Arial" w:cs="Arial"/>
          <w:b/>
        </w:rPr>
      </w:pPr>
    </w:p>
    <w:p w:rsidR="009C6DEC" w:rsidRPr="008A54A2" w:rsidRDefault="000A00BB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F5690A">
        <w:rPr>
          <w:rFonts w:ascii="Arial" w:hAnsi="Arial" w:cs="Arial"/>
          <w:b/>
        </w:rPr>
        <w:t>4</w:t>
      </w:r>
      <w:r w:rsidR="00F85DF1">
        <w:rPr>
          <w:rFonts w:ascii="Arial" w:hAnsi="Arial" w:cs="Arial"/>
          <w:b/>
        </w:rPr>
        <w:t>8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9C6DEC" w:rsidRPr="008A54A2">
        <w:rPr>
          <w:rFonts w:ascii="Arial" w:hAnsi="Arial" w:cs="Arial"/>
          <w:b/>
        </w:rPr>
        <w:t xml:space="preserve">Werken de begeleiders </w:t>
      </w:r>
      <w:r w:rsidR="007F517A" w:rsidRPr="008A54A2">
        <w:rPr>
          <w:rFonts w:ascii="Arial" w:hAnsi="Arial" w:cs="Arial"/>
          <w:b/>
        </w:rPr>
        <w:t xml:space="preserve">op het dagcentrum </w:t>
      </w:r>
      <w:r w:rsidR="009C6DEC" w:rsidRPr="008A54A2">
        <w:rPr>
          <w:rFonts w:ascii="Arial" w:hAnsi="Arial" w:cs="Arial"/>
          <w:b/>
        </w:rPr>
        <w:t>goed samen</w:t>
      </w:r>
      <w:r w:rsidR="006D4A29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63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73" name="Text Box 3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39" o:spid="_x0000_s1236" type="#_x0000_t202" style="position:absolute;margin-left:0;margin-top:2pt;width:11.35pt;height:11.35pt;z-index:2515363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IpQHPi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74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72" name="Text Box 3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40" o:spid="_x0000_s1237" type="#_x0000_t202" style="position:absolute;margin-left:0;margin-top:2pt;width:11.35pt;height:11.35pt;z-index:2515374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M40tiQ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84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71" name="Text Box 3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41" o:spid="_x0000_s1238" type="#_x0000_t202" style="position:absolute;margin-left:0;margin-top:2pt;width:11.35pt;height:11.35pt;z-index:2515384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D+Ro9s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394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70" name="Text Box 3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42" o:spid="_x0000_s1239" type="#_x0000_t202" style="position:absolute;margin-left:0;margin-top:2pt;width:11.35pt;height:11.35pt;z-index:2515394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+B4th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  <w:tr w:rsidR="00F2363E" w:rsidRPr="008A54A2" w:rsidTr="006436D5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69" name="Text Box 3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0" o:spid="_x0000_s1240" type="#_x0000_t202" style="position:absolute;margin-left:0;margin-top:2pt;width:11.35pt;height:11.35pt;z-index:2516377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E5OENw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weet ik niet </w:t>
            </w:r>
          </w:p>
        </w:tc>
      </w:tr>
    </w:tbl>
    <w:p w:rsidR="00135D35" w:rsidRPr="008A54A2" w:rsidRDefault="00135D35" w:rsidP="00135D35">
      <w:pPr>
        <w:spacing w:line="276" w:lineRule="auto"/>
        <w:rPr>
          <w:rFonts w:ascii="Arial" w:hAnsi="Arial" w:cs="Arial"/>
          <w:b/>
        </w:rPr>
      </w:pPr>
    </w:p>
    <w:p w:rsidR="007F517A" w:rsidRPr="008A54A2" w:rsidRDefault="007F517A" w:rsidP="00271EB1">
      <w:pPr>
        <w:spacing w:line="276" w:lineRule="auto"/>
        <w:rPr>
          <w:rFonts w:ascii="Arial" w:hAnsi="Arial" w:cs="Arial"/>
          <w:b/>
        </w:rPr>
      </w:pPr>
    </w:p>
    <w:p w:rsidR="009C6DEC" w:rsidRPr="008A54A2" w:rsidRDefault="00F85DF1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49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F2363E">
        <w:rPr>
          <w:rFonts w:ascii="Arial" w:hAnsi="Arial" w:cs="Arial"/>
          <w:b/>
        </w:rPr>
        <w:t xml:space="preserve">Gaat er wel eens </w:t>
      </w:r>
      <w:r w:rsidR="0010170F">
        <w:rPr>
          <w:rFonts w:ascii="Arial" w:hAnsi="Arial" w:cs="Arial"/>
          <w:b/>
        </w:rPr>
        <w:t xml:space="preserve">wat </w:t>
      </w:r>
      <w:r w:rsidR="006D4A29" w:rsidRPr="008A54A2">
        <w:rPr>
          <w:rFonts w:ascii="Arial" w:hAnsi="Arial" w:cs="Arial"/>
          <w:b/>
        </w:rPr>
        <w:t xml:space="preserve">mis </w:t>
      </w:r>
      <w:r w:rsidR="009C6DEC" w:rsidRPr="008A54A2">
        <w:rPr>
          <w:rFonts w:ascii="Arial" w:hAnsi="Arial" w:cs="Arial"/>
          <w:b/>
        </w:rPr>
        <w:t>omdat de begeleiders niet op de hoogte zi</w:t>
      </w:r>
      <w:r w:rsidR="006D4A29" w:rsidRPr="008A54A2">
        <w:rPr>
          <w:rFonts w:ascii="Arial" w:hAnsi="Arial" w:cs="Arial"/>
          <w:b/>
        </w:rPr>
        <w:t>jn van uw situatie?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04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68" name="Text Box 3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43" o:spid="_x0000_s1241" type="#_x0000_t202" style="position:absolute;margin-left:0;margin-top:2pt;width:11.35pt;height:11.35pt;z-index:2515404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Dbf0Dw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15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67" name="Text Box 3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44" o:spid="_x0000_s1242" type="#_x0000_t202" style="position:absolute;margin-left:0;margin-top:2pt;width:11.35pt;height:11.35pt;z-index:2515415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JtnBG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25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66" name="Text Box 3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45" o:spid="_x0000_s1243" type="#_x0000_t202" style="position:absolute;margin-left:0;margin-top:2pt;width:11.35pt;height:11.35pt;z-index:2515425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LIDYIiECAABN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35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65" name="Text Box 3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46" o:spid="_x0000_s1244" type="#_x0000_t202" style="position:absolute;margin-left:0;margin-top:2pt;width:11.35pt;height:11.35pt;z-index:2515435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YsBW0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  <w:tr w:rsidR="0010170F" w:rsidRPr="008A54A2" w:rsidTr="006436D5">
        <w:tc>
          <w:tcPr>
            <w:tcW w:w="397" w:type="dxa"/>
            <w:vAlign w:val="center"/>
          </w:tcPr>
          <w:p w:rsidR="0010170F" w:rsidRPr="00CA40A9" w:rsidRDefault="008876E7" w:rsidP="00D148F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64" name="Text Box 35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98" o:spid="_x0000_s1245" type="#_x0000_t202" style="position:absolute;margin-left:0;margin-top:2pt;width:11.35pt;height:11.35pt;z-index:2517329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WrTXa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0170F" w:rsidRPr="00CA40A9" w:rsidRDefault="0010170F" w:rsidP="00D148F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weet ik niet </w:t>
            </w:r>
          </w:p>
        </w:tc>
      </w:tr>
    </w:tbl>
    <w:p w:rsidR="000F5705" w:rsidRDefault="000F5705" w:rsidP="00271EB1">
      <w:pPr>
        <w:spacing w:line="276" w:lineRule="auto"/>
        <w:rPr>
          <w:rFonts w:ascii="Arial" w:hAnsi="Arial" w:cs="Arial"/>
          <w:b/>
        </w:rPr>
      </w:pPr>
    </w:p>
    <w:p w:rsidR="000023AE" w:rsidRPr="008A54A2" w:rsidRDefault="000023AE" w:rsidP="000023AE">
      <w:pPr>
        <w:spacing w:line="276" w:lineRule="auto"/>
        <w:rPr>
          <w:rFonts w:ascii="Arial" w:hAnsi="Arial" w:cs="Arial"/>
          <w:b/>
        </w:rPr>
      </w:pPr>
    </w:p>
    <w:p w:rsidR="000023AE" w:rsidRPr="008A54A2" w:rsidRDefault="000023AE" w:rsidP="000023AE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5</w:t>
      </w:r>
      <w:r w:rsidR="00F85DF1">
        <w:rPr>
          <w:rFonts w:ascii="Arial" w:hAnsi="Arial" w:cs="Arial"/>
          <w:b/>
        </w:rPr>
        <w:t>0</w:t>
      </w:r>
      <w:r w:rsidRPr="008A54A2">
        <w:rPr>
          <w:rFonts w:ascii="Arial" w:hAnsi="Arial" w:cs="Arial"/>
          <w:b/>
        </w:rPr>
        <w:t>.</w:t>
      </w:r>
      <w:r w:rsidRPr="008A54A2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Moet u vaak dezelfde dingen opnieuw uitleggen aan uw begeleiders</w:t>
      </w:r>
      <w:r w:rsidRPr="008A54A2">
        <w:rPr>
          <w:rFonts w:ascii="Arial" w:hAnsi="Arial" w:cs="Arial"/>
          <w:b/>
        </w:rPr>
        <w:t>?</w:t>
      </w:r>
    </w:p>
    <w:p w:rsidR="000023AE" w:rsidRPr="008A54A2" w:rsidRDefault="000023AE" w:rsidP="000023AE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0023AE" w:rsidRPr="008A54A2" w:rsidTr="006436D5">
        <w:tc>
          <w:tcPr>
            <w:tcW w:w="397" w:type="dxa"/>
            <w:vAlign w:val="center"/>
          </w:tcPr>
          <w:p w:rsidR="000023AE" w:rsidRPr="008A54A2" w:rsidRDefault="008876E7" w:rsidP="00E555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63" name="Text Box 36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0023A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0023A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5" o:spid="_x0000_s1246" type="#_x0000_t202" style="position:absolute;margin-left:0;margin-top:2pt;width:11.35pt;height:11.35pt;z-index:2517381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UdDUA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0023A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0023A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0023AE" w:rsidRPr="008A54A2" w:rsidRDefault="000023AE" w:rsidP="00E555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0023AE" w:rsidRPr="008A54A2" w:rsidTr="006436D5">
        <w:tc>
          <w:tcPr>
            <w:tcW w:w="397" w:type="dxa"/>
            <w:vAlign w:val="center"/>
          </w:tcPr>
          <w:p w:rsidR="000023AE" w:rsidRPr="008A54A2" w:rsidRDefault="008876E7" w:rsidP="00E555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62" name="Text Box 36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0023A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0023A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6" o:spid="_x0000_s1247" type="#_x0000_t202" style="position:absolute;margin-left:0;margin-top:2pt;width:11.35pt;height:11.35pt;z-index:2517391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YbPnP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0023A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0023A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0023AE" w:rsidRPr="008A54A2" w:rsidRDefault="000023AE" w:rsidP="00E555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0023AE" w:rsidRPr="008A54A2" w:rsidTr="006436D5">
        <w:tc>
          <w:tcPr>
            <w:tcW w:w="397" w:type="dxa"/>
            <w:vAlign w:val="center"/>
          </w:tcPr>
          <w:p w:rsidR="000023AE" w:rsidRPr="008A54A2" w:rsidRDefault="008876E7" w:rsidP="00E555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61" name="Text Box 36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0023A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0023A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7" o:spid="_x0000_s1248" type="#_x0000_t202" style="position:absolute;margin-left:0;margin-top:2pt;width:11.35pt;height:11.35pt;z-index:2517401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Fg0gv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0023A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0023A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0023AE" w:rsidRPr="008A54A2" w:rsidRDefault="000023AE" w:rsidP="00E555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0023AE" w:rsidRPr="008A54A2" w:rsidTr="006436D5">
        <w:tc>
          <w:tcPr>
            <w:tcW w:w="397" w:type="dxa"/>
            <w:vAlign w:val="center"/>
          </w:tcPr>
          <w:p w:rsidR="000023AE" w:rsidRPr="008A54A2" w:rsidRDefault="008876E7" w:rsidP="00E555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60" name="Text Box 36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0023A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0023A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8" o:spid="_x0000_s1249" type="#_x0000_t202" style="position:absolute;margin-left:0;margin-top:2pt;width:11.35pt;height:11.35pt;z-index:2517411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B7BL/4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0023A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0023A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0023AE" w:rsidRPr="008A54A2" w:rsidRDefault="000023AE" w:rsidP="00E55560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  <w:tr w:rsidR="000023AE" w:rsidRPr="008A54A2" w:rsidTr="006436D5">
        <w:tc>
          <w:tcPr>
            <w:tcW w:w="397" w:type="dxa"/>
            <w:vAlign w:val="center"/>
          </w:tcPr>
          <w:p w:rsidR="000023AE" w:rsidRPr="00CA40A9" w:rsidRDefault="008876E7" w:rsidP="00E555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59" name="Text Box 36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0023A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0023A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9" o:spid="_x0000_s1250" type="#_x0000_t202" style="position:absolute;margin-left:0;margin-top:2pt;width:11.35pt;height:11.35pt;z-index:2517422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KnGsF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0023A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0023A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0023AE" w:rsidRPr="00CA40A9" w:rsidRDefault="000023AE" w:rsidP="00E555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weet ik niet </w:t>
            </w:r>
          </w:p>
        </w:tc>
      </w:tr>
    </w:tbl>
    <w:p w:rsidR="000023AE" w:rsidRPr="008A54A2" w:rsidRDefault="000023AE" w:rsidP="000023AE">
      <w:pPr>
        <w:spacing w:line="276" w:lineRule="auto"/>
        <w:rPr>
          <w:rFonts w:ascii="Arial" w:hAnsi="Arial" w:cs="Arial"/>
          <w:b/>
        </w:rPr>
      </w:pPr>
    </w:p>
    <w:p w:rsidR="000A00BB" w:rsidRDefault="000A00BB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9C6DEC" w:rsidRPr="008A54A2" w:rsidRDefault="004F2468" w:rsidP="00E1745C">
      <w:pPr>
        <w:spacing w:line="276" w:lineRule="auto"/>
        <w:ind w:left="360" w:hanging="360"/>
        <w:rPr>
          <w:rFonts w:ascii="Arial" w:hAnsi="Arial" w:cs="Arial"/>
          <w:b/>
        </w:rPr>
      </w:pPr>
      <w:r w:rsidRPr="008A54A2">
        <w:rPr>
          <w:rFonts w:ascii="Arial" w:hAnsi="Arial" w:cs="Arial"/>
          <w:b/>
        </w:rPr>
        <w:t>5</w:t>
      </w:r>
      <w:r w:rsidR="00F85DF1">
        <w:rPr>
          <w:rFonts w:ascii="Arial" w:hAnsi="Arial" w:cs="Arial"/>
          <w:b/>
        </w:rPr>
        <w:t>1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9C6DEC" w:rsidRPr="008A54A2">
        <w:rPr>
          <w:rFonts w:ascii="Arial" w:hAnsi="Arial" w:cs="Arial"/>
          <w:b/>
        </w:rPr>
        <w:t xml:space="preserve">Krijgt u ook nog hulp van </w:t>
      </w:r>
      <w:r w:rsidR="009C6DEC" w:rsidRPr="008A54A2">
        <w:rPr>
          <w:rFonts w:ascii="Arial" w:hAnsi="Arial" w:cs="Arial"/>
          <w:b/>
          <w:u w:val="single"/>
        </w:rPr>
        <w:t xml:space="preserve">andere </w:t>
      </w:r>
      <w:r w:rsidR="00710428" w:rsidRPr="008A54A2">
        <w:rPr>
          <w:rFonts w:ascii="Arial" w:hAnsi="Arial" w:cs="Arial"/>
          <w:b/>
          <w:u w:val="single"/>
        </w:rPr>
        <w:t>hulpverleners</w:t>
      </w:r>
      <w:r w:rsidR="009C6DEC" w:rsidRPr="008A54A2">
        <w:rPr>
          <w:rFonts w:ascii="Arial" w:hAnsi="Arial" w:cs="Arial"/>
          <w:b/>
        </w:rPr>
        <w:t xml:space="preserve"> binnen &lt;naam org&gt;?</w:t>
      </w:r>
      <w:r w:rsidR="00710428" w:rsidRPr="008A54A2">
        <w:rPr>
          <w:rFonts w:ascii="Arial" w:hAnsi="Arial" w:cs="Arial"/>
          <w:b/>
        </w:rPr>
        <w:t xml:space="preserve"> Bijvoorbeel</w:t>
      </w:r>
      <w:r w:rsidR="006D4A29" w:rsidRPr="008A54A2">
        <w:rPr>
          <w:rFonts w:ascii="Arial" w:hAnsi="Arial" w:cs="Arial"/>
          <w:b/>
        </w:rPr>
        <w:t>d van een logopedist, maatschappe</w:t>
      </w:r>
      <w:r w:rsidR="007F517A" w:rsidRPr="008A54A2">
        <w:rPr>
          <w:rFonts w:ascii="Arial" w:hAnsi="Arial" w:cs="Arial"/>
          <w:b/>
        </w:rPr>
        <w:t xml:space="preserve">lijk werker, </w:t>
      </w:r>
      <w:r w:rsidR="0027030F">
        <w:rPr>
          <w:rFonts w:ascii="Arial" w:hAnsi="Arial" w:cs="Arial"/>
          <w:b/>
        </w:rPr>
        <w:t>fysiotherapeut</w:t>
      </w:r>
      <w:r w:rsidR="007F517A" w:rsidRPr="008A54A2">
        <w:rPr>
          <w:rFonts w:ascii="Arial" w:hAnsi="Arial" w:cs="Arial"/>
          <w:b/>
        </w:rPr>
        <w:t xml:space="preserve"> of op een woonvorm</w:t>
      </w:r>
      <w:r w:rsidR="006D4A29" w:rsidRPr="008A54A2">
        <w:rPr>
          <w:rFonts w:ascii="Arial" w:hAnsi="Arial" w:cs="Arial"/>
          <w:b/>
        </w:rPr>
        <w:t>.</w:t>
      </w:r>
    </w:p>
    <w:p w:rsidR="006436D5" w:rsidRPr="008A54A2" w:rsidRDefault="006436D5" w:rsidP="006436D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1226"/>
        <w:gridCol w:w="814"/>
        <w:gridCol w:w="3084"/>
      </w:tblGrid>
      <w:tr w:rsidR="006436D5" w:rsidRPr="008A54A2" w:rsidTr="006436D5">
        <w:tc>
          <w:tcPr>
            <w:tcW w:w="397" w:type="dxa"/>
            <w:vAlign w:val="center"/>
          </w:tcPr>
          <w:p w:rsidR="006436D5" w:rsidRPr="008A54A2" w:rsidRDefault="008876E7" w:rsidP="006436D5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58" name="Text Box 36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16" o:spid="_x0000_s1251" type="#_x0000_t202" style="position:absolute;margin-left:0;margin-top:2pt;width:11.35pt;height:11.35pt;z-index:2517432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BGzRiQ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26" w:type="dxa"/>
            <w:vAlign w:val="center"/>
          </w:tcPr>
          <w:p w:rsidR="006436D5" w:rsidRPr="008A54A2" w:rsidRDefault="006436D5" w:rsidP="006436D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0A00BB">
              <w:rPr>
                <w:rFonts w:ascii="Arial" w:hAnsi="Arial" w:cs="Arial"/>
              </w:rPr>
              <w:t>ee</w:t>
            </w:r>
          </w:p>
        </w:tc>
        <w:tc>
          <w:tcPr>
            <w:tcW w:w="814" w:type="dxa"/>
            <w:vAlign w:val="center"/>
          </w:tcPr>
          <w:p w:rsidR="006436D5" w:rsidRPr="008A54A2" w:rsidRDefault="008876E7" w:rsidP="006436D5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8A54A2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5715" t="61595" r="16510" b="52705"/>
                      <wp:wrapNone/>
                      <wp:docPr id="157" name="Line 36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70EDEF" id="Line 3618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2KgLAIAAE4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084" w:type="dxa"/>
            <w:vAlign w:val="center"/>
          </w:tcPr>
          <w:p w:rsidR="006436D5" w:rsidRPr="008A54A2" w:rsidRDefault="006436D5" w:rsidP="006436D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 naar vraag 5</w:t>
            </w:r>
            <w:r w:rsidR="00F85DF1">
              <w:rPr>
                <w:rFonts w:ascii="Arial" w:hAnsi="Arial" w:cs="Arial"/>
              </w:rPr>
              <w:t>3</w:t>
            </w:r>
          </w:p>
        </w:tc>
      </w:tr>
      <w:tr w:rsidR="006436D5" w:rsidRPr="008A54A2" w:rsidTr="006436D5">
        <w:tc>
          <w:tcPr>
            <w:tcW w:w="397" w:type="dxa"/>
            <w:vAlign w:val="center"/>
          </w:tcPr>
          <w:p w:rsidR="006436D5" w:rsidRPr="008A54A2" w:rsidRDefault="008876E7" w:rsidP="006436D5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56" name="Text Box 36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19" o:spid="_x0000_s1252" type="#_x0000_t202" style="position:absolute;margin-left:0;margin-top:2pt;width:11.35pt;height:11.35pt;z-index:2517452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JcsP0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26" w:type="dxa"/>
            <w:vAlign w:val="center"/>
          </w:tcPr>
          <w:p w:rsidR="006436D5" w:rsidRPr="008A54A2" w:rsidRDefault="000A00BB" w:rsidP="006436D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</w:t>
            </w:r>
          </w:p>
        </w:tc>
        <w:tc>
          <w:tcPr>
            <w:tcW w:w="814" w:type="dxa"/>
            <w:vAlign w:val="center"/>
          </w:tcPr>
          <w:p w:rsidR="006436D5" w:rsidRPr="008A54A2" w:rsidRDefault="006436D5" w:rsidP="006436D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84" w:type="dxa"/>
            <w:vAlign w:val="center"/>
          </w:tcPr>
          <w:p w:rsidR="006436D5" w:rsidRPr="008A54A2" w:rsidRDefault="006436D5" w:rsidP="006436D5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6436D5" w:rsidRDefault="006436D5" w:rsidP="006436D5">
      <w:pPr>
        <w:spacing w:line="276" w:lineRule="auto"/>
        <w:rPr>
          <w:rFonts w:ascii="Arial" w:hAnsi="Arial" w:cs="Arial"/>
          <w:b/>
        </w:rPr>
      </w:pPr>
    </w:p>
    <w:p w:rsidR="00B04122" w:rsidRDefault="00B04122" w:rsidP="00E1745C">
      <w:pPr>
        <w:spacing w:line="276" w:lineRule="auto"/>
        <w:ind w:left="360" w:hanging="360"/>
        <w:rPr>
          <w:rFonts w:ascii="Arial" w:hAnsi="Arial" w:cs="Arial"/>
          <w:b/>
        </w:rPr>
      </w:pPr>
    </w:p>
    <w:p w:rsidR="009C6DEC" w:rsidRPr="008A54A2" w:rsidRDefault="00B04122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7F517A" w:rsidRPr="008A54A2">
        <w:rPr>
          <w:rFonts w:ascii="Arial" w:hAnsi="Arial" w:cs="Arial"/>
          <w:b/>
        </w:rPr>
        <w:t>5</w:t>
      </w:r>
      <w:r w:rsidR="00F85DF1">
        <w:rPr>
          <w:rFonts w:ascii="Arial" w:hAnsi="Arial" w:cs="Arial"/>
          <w:b/>
        </w:rPr>
        <w:t>2</w:t>
      </w:r>
      <w:r w:rsidR="006D4A29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0A00BB">
        <w:rPr>
          <w:rFonts w:ascii="Arial" w:hAnsi="Arial" w:cs="Arial"/>
          <w:b/>
        </w:rPr>
        <w:t xml:space="preserve">Past </w:t>
      </w:r>
      <w:r w:rsidR="006D4A29" w:rsidRPr="008A54A2">
        <w:rPr>
          <w:rFonts w:ascii="Arial" w:hAnsi="Arial" w:cs="Arial"/>
          <w:b/>
        </w:rPr>
        <w:t xml:space="preserve">de </w:t>
      </w:r>
      <w:r w:rsidR="009C6DEC" w:rsidRPr="008A54A2">
        <w:rPr>
          <w:rFonts w:ascii="Arial" w:hAnsi="Arial" w:cs="Arial"/>
          <w:b/>
        </w:rPr>
        <w:t xml:space="preserve">hulp </w:t>
      </w:r>
      <w:r w:rsidR="006D4A29" w:rsidRPr="008A54A2">
        <w:rPr>
          <w:rFonts w:ascii="Arial" w:hAnsi="Arial" w:cs="Arial"/>
          <w:b/>
        </w:rPr>
        <w:t xml:space="preserve">op </w:t>
      </w:r>
      <w:r w:rsidR="007F517A" w:rsidRPr="008A54A2">
        <w:rPr>
          <w:rFonts w:ascii="Arial" w:hAnsi="Arial" w:cs="Arial"/>
          <w:b/>
        </w:rPr>
        <w:t xml:space="preserve">het dagcentrum </w:t>
      </w:r>
      <w:r w:rsidR="000A00BB">
        <w:rPr>
          <w:rFonts w:ascii="Arial" w:hAnsi="Arial" w:cs="Arial"/>
          <w:b/>
        </w:rPr>
        <w:t>goed bij d</w:t>
      </w:r>
      <w:r w:rsidR="00710428" w:rsidRPr="008A54A2">
        <w:rPr>
          <w:rFonts w:ascii="Arial" w:hAnsi="Arial" w:cs="Arial"/>
          <w:b/>
        </w:rPr>
        <w:t xml:space="preserve">e hulp </w:t>
      </w:r>
      <w:r w:rsidR="006D4A29" w:rsidRPr="008A54A2">
        <w:rPr>
          <w:rFonts w:ascii="Arial" w:hAnsi="Arial" w:cs="Arial"/>
          <w:b/>
        </w:rPr>
        <w:t xml:space="preserve">van </w:t>
      </w:r>
      <w:r w:rsidR="00F176A4" w:rsidRPr="008A54A2">
        <w:rPr>
          <w:rFonts w:ascii="Arial" w:hAnsi="Arial" w:cs="Arial"/>
          <w:b/>
        </w:rPr>
        <w:t>de</w:t>
      </w:r>
      <w:r w:rsidR="004F2468" w:rsidRPr="008A54A2">
        <w:rPr>
          <w:rFonts w:ascii="Arial" w:hAnsi="Arial" w:cs="Arial"/>
          <w:b/>
        </w:rPr>
        <w:t>ze</w:t>
      </w:r>
      <w:r w:rsidR="009A5E65" w:rsidRPr="008A54A2">
        <w:rPr>
          <w:rFonts w:ascii="Arial" w:hAnsi="Arial" w:cs="Arial"/>
          <w:b/>
        </w:rPr>
        <w:t xml:space="preserve"> </w:t>
      </w:r>
      <w:r w:rsidR="006D4A29" w:rsidRPr="008A54A2">
        <w:rPr>
          <w:rFonts w:ascii="Arial" w:hAnsi="Arial" w:cs="Arial"/>
          <w:b/>
        </w:rPr>
        <w:t>andere hulpverleners binnen &lt;naam org&gt;</w:t>
      </w:r>
      <w:r w:rsidR="00710428" w:rsidRPr="008A54A2">
        <w:rPr>
          <w:rFonts w:ascii="Arial" w:hAnsi="Arial" w:cs="Arial"/>
          <w:b/>
        </w:rPr>
        <w:t>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448" w:type="dxa"/>
        <w:tblCellMar>
          <w:top w:w="9" w:type="dxa"/>
          <w:left w:w="70" w:type="dxa"/>
          <w:bottom w:w="9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45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55" name="Text Box 3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51" o:spid="_x0000_s1253" type="#_x0000_t202" style="position:absolute;margin-left:0;margin-top:2pt;width:11.35pt;height:11.35pt;z-index:2515445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GGD4l4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56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54" name="Text Box 3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52" o:spid="_x0000_s1254" type="#_x0000_t202" style="position:absolute;margin-left:0;margin-top:2pt;width:11.35pt;height:11.35pt;z-index:2515456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U67xQ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66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53" name="Text Box 3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53" o:spid="_x0000_s1255" type="#_x0000_t202" style="position:absolute;margin-left:0;margin-top:2pt;width:11.35pt;height:11.35pt;z-index:2515466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Bt6Rkw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76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52" name="Text Box 3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54" o:spid="_x0000_s1256" type="#_x0000_t202" style="position:absolute;margin-left:0;margin-top:2pt;width:11.35pt;height:11.35pt;z-index:2515476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PPaG1I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135D35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  <w:tr w:rsidR="00F2363E" w:rsidRPr="008A54A2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51" name="Text Box 3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1" o:spid="_x0000_s1257" type="#_x0000_t202" style="position:absolute;margin-left:0;margin-top:2pt;width:11.35pt;height:11.35pt;z-index:2516387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GVSgXw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weet ik niet </w:t>
            </w:r>
          </w:p>
        </w:tc>
      </w:tr>
    </w:tbl>
    <w:p w:rsidR="00F2363E" w:rsidRDefault="00F2363E" w:rsidP="00271EB1">
      <w:pPr>
        <w:spacing w:line="276" w:lineRule="auto"/>
        <w:rPr>
          <w:rFonts w:ascii="Arial" w:hAnsi="Arial" w:cs="Arial"/>
          <w:b/>
        </w:rPr>
      </w:pPr>
    </w:p>
    <w:p w:rsidR="00B80907" w:rsidRDefault="00B80907" w:rsidP="00271EB1">
      <w:pPr>
        <w:spacing w:line="276" w:lineRule="auto"/>
        <w:rPr>
          <w:rFonts w:ascii="Arial" w:hAnsi="Arial" w:cs="Arial"/>
          <w:b/>
        </w:rPr>
      </w:pPr>
    </w:p>
    <w:p w:rsidR="00B80907" w:rsidRDefault="00B80907" w:rsidP="00271EB1">
      <w:pPr>
        <w:spacing w:line="276" w:lineRule="auto"/>
        <w:rPr>
          <w:rFonts w:ascii="Arial" w:hAnsi="Arial" w:cs="Arial"/>
          <w:b/>
        </w:rPr>
      </w:pPr>
    </w:p>
    <w:p w:rsidR="000F5705" w:rsidRPr="0027030F" w:rsidRDefault="00F2363E" w:rsidP="00271EB1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8E0F6C" w:rsidRPr="0027030F">
        <w:rPr>
          <w:rFonts w:ascii="Arial" w:hAnsi="Arial" w:cs="Arial"/>
          <w:b/>
          <w:sz w:val="24"/>
          <w:szCs w:val="24"/>
        </w:rPr>
        <w:t>lgeheel oordeel</w:t>
      </w:r>
    </w:p>
    <w:p w:rsidR="008E0F6C" w:rsidRPr="008A54A2" w:rsidRDefault="008E0F6C" w:rsidP="00271EB1">
      <w:pPr>
        <w:spacing w:line="276" w:lineRule="auto"/>
        <w:rPr>
          <w:rFonts w:ascii="Arial" w:hAnsi="Arial" w:cs="Arial"/>
          <w:b/>
        </w:rPr>
      </w:pPr>
    </w:p>
    <w:p w:rsidR="00CD7DE3" w:rsidRPr="008A54A2" w:rsidRDefault="00CD7DE3" w:rsidP="00271EB1">
      <w:pPr>
        <w:spacing w:line="276" w:lineRule="auto"/>
        <w:rPr>
          <w:rFonts w:ascii="Arial" w:hAnsi="Arial" w:cs="Arial"/>
        </w:rPr>
      </w:pPr>
      <w:r w:rsidRPr="008A54A2">
        <w:rPr>
          <w:rFonts w:ascii="Arial" w:hAnsi="Arial" w:cs="Arial"/>
        </w:rPr>
        <w:t>Nu nog een paar vragen over &lt;naam org&gt; zelf.</w:t>
      </w:r>
    </w:p>
    <w:p w:rsidR="00CD7DE3" w:rsidRPr="008A54A2" w:rsidRDefault="00CD7DE3" w:rsidP="00271EB1">
      <w:pPr>
        <w:spacing w:line="276" w:lineRule="auto"/>
        <w:rPr>
          <w:rFonts w:ascii="Arial" w:hAnsi="Arial" w:cs="Arial"/>
          <w:b/>
        </w:rPr>
      </w:pPr>
    </w:p>
    <w:p w:rsidR="000F5705" w:rsidRPr="008A54A2" w:rsidRDefault="00F5690A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F85DF1">
        <w:rPr>
          <w:rFonts w:ascii="Arial" w:hAnsi="Arial" w:cs="Arial"/>
          <w:b/>
        </w:rPr>
        <w:t>3</w:t>
      </w:r>
      <w:r w:rsidR="009A5E65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0F5705" w:rsidRPr="008A54A2">
        <w:rPr>
          <w:rFonts w:ascii="Arial" w:hAnsi="Arial" w:cs="Arial"/>
          <w:b/>
        </w:rPr>
        <w:t>Zou u &lt;naam org&gt; bij anderen aanbevelen?</w:t>
      </w:r>
    </w:p>
    <w:p w:rsidR="00135D35" w:rsidRPr="008A54A2" w:rsidRDefault="00135D35" w:rsidP="00135D35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86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50" name="Text Box 3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63" o:spid="_x0000_s1258" type="#_x0000_t202" style="position:absolute;margin-left:0;margin-top:2pt;width:11.35pt;height:11.35pt;z-index:2515486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D90hs+IAIAAE0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nooit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496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49" name="Text Box 3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64" o:spid="_x0000_s1259" type="#_x0000_t202" style="position:absolute;margin-left:0;margin-top:2pt;width:11.35pt;height:11.35pt;z-index:2515496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gm5hO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soms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07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48" name="Text Box 3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65" o:spid="_x0000_s1260" type="#_x0000_t202" style="position:absolute;margin-left:0;margin-top:2pt;width:11.35pt;height:11.35pt;z-index:2515507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z3uur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meestal</w:t>
            </w:r>
          </w:p>
        </w:tc>
      </w:tr>
      <w:tr w:rsidR="00135D35" w:rsidRPr="008A54A2" w:rsidTr="006436D5">
        <w:tc>
          <w:tcPr>
            <w:tcW w:w="397" w:type="dxa"/>
            <w:vAlign w:val="center"/>
          </w:tcPr>
          <w:p w:rsidR="00135D35" w:rsidRPr="008A54A2" w:rsidRDefault="008876E7" w:rsidP="00223A42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17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47" name="Text Box 3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135D3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66" o:spid="_x0000_s1261" type="#_x0000_t202" style="position:absolute;margin-left:0;margin-top:2pt;width:11.35pt;height:11.35pt;z-index:2515517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adgIr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135D3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135D35" w:rsidRPr="008A54A2" w:rsidRDefault="0071480C" w:rsidP="00223A42">
            <w:pPr>
              <w:spacing w:line="276" w:lineRule="auto"/>
              <w:rPr>
                <w:rFonts w:ascii="Arial" w:hAnsi="Arial" w:cs="Arial"/>
              </w:rPr>
            </w:pPr>
            <w:r w:rsidRPr="008A54A2">
              <w:rPr>
                <w:rFonts w:ascii="Arial" w:hAnsi="Arial" w:cs="Arial"/>
              </w:rPr>
              <w:t>altijd</w:t>
            </w:r>
          </w:p>
        </w:tc>
      </w:tr>
    </w:tbl>
    <w:p w:rsidR="00F2363E" w:rsidRDefault="00F2363E" w:rsidP="00135D35">
      <w:pPr>
        <w:spacing w:line="276" w:lineRule="auto"/>
        <w:rPr>
          <w:rFonts w:ascii="Arial" w:hAnsi="Arial" w:cs="Arial"/>
          <w:b/>
        </w:rPr>
      </w:pPr>
    </w:p>
    <w:p w:rsidR="00512D34" w:rsidRPr="008A54A2" w:rsidRDefault="00512D34" w:rsidP="00135D35">
      <w:pPr>
        <w:spacing w:line="276" w:lineRule="auto"/>
        <w:rPr>
          <w:rFonts w:ascii="Arial" w:hAnsi="Arial" w:cs="Arial"/>
          <w:b/>
        </w:rPr>
      </w:pPr>
    </w:p>
    <w:p w:rsidR="004F2468" w:rsidRPr="006436D5" w:rsidRDefault="00F5690A" w:rsidP="00E1745C">
      <w:pPr>
        <w:spacing w:line="276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5</w:t>
      </w:r>
      <w:r w:rsidR="00F85DF1">
        <w:rPr>
          <w:rFonts w:ascii="Arial" w:hAnsi="Arial" w:cs="Arial"/>
          <w:b/>
        </w:rPr>
        <w:t>4</w:t>
      </w:r>
      <w:r w:rsidR="001F3FA2">
        <w:rPr>
          <w:rFonts w:ascii="Arial" w:hAnsi="Arial" w:cs="Arial"/>
          <w:b/>
        </w:rPr>
        <w:t>.</w:t>
      </w:r>
      <w:r w:rsidR="00512D34">
        <w:rPr>
          <w:rFonts w:ascii="Arial" w:hAnsi="Arial" w:cs="Arial"/>
          <w:b/>
        </w:rPr>
        <w:tab/>
      </w:r>
      <w:r w:rsidR="001F3FA2">
        <w:rPr>
          <w:rFonts w:ascii="Arial" w:hAnsi="Arial" w:cs="Arial"/>
          <w:b/>
        </w:rPr>
        <w:t>Welk cijfer geeft u &lt;naam org&gt;? Een 0 betekent: heel erg slecht. Een 10 betekent: heel erg goed.</w:t>
      </w:r>
    </w:p>
    <w:p w:rsidR="006436D5" w:rsidRPr="006436D5" w:rsidRDefault="006436D5" w:rsidP="006436D5">
      <w:pPr>
        <w:spacing w:line="144" w:lineRule="auto"/>
        <w:rPr>
          <w:rFonts w:ascii="Arial" w:hAnsi="Arial" w:cs="Arial"/>
          <w:i/>
          <w:sz w:val="20"/>
          <w:szCs w:val="20"/>
        </w:rPr>
      </w:pPr>
    </w:p>
    <w:tbl>
      <w:tblPr>
        <w:tblStyle w:val="Tabelraster"/>
        <w:tblW w:w="0" w:type="auto"/>
        <w:tblInd w:w="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2"/>
        <w:gridCol w:w="793"/>
        <w:gridCol w:w="793"/>
        <w:gridCol w:w="792"/>
        <w:gridCol w:w="793"/>
        <w:gridCol w:w="793"/>
        <w:gridCol w:w="793"/>
        <w:gridCol w:w="792"/>
        <w:gridCol w:w="793"/>
        <w:gridCol w:w="793"/>
        <w:gridCol w:w="793"/>
      </w:tblGrid>
      <w:tr w:rsidR="003B7333" w:rsidRPr="001704C1" w:rsidTr="002D7A30">
        <w:tc>
          <w:tcPr>
            <w:tcW w:w="2378" w:type="dxa"/>
            <w:gridSpan w:val="3"/>
          </w:tcPr>
          <w:p w:rsidR="003B7333" w:rsidRPr="001704C1" w:rsidRDefault="000C1154" w:rsidP="000C1154">
            <w:pPr>
              <w:tabs>
                <w:tab w:val="left" w:pos="280"/>
              </w:tabs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="003B7333" w:rsidRPr="001704C1">
              <w:rPr>
                <w:rFonts w:ascii="Arial" w:hAnsi="Arial" w:cs="Arial"/>
                <w:i/>
                <w:sz w:val="20"/>
                <w:szCs w:val="20"/>
              </w:rPr>
              <w:t xml:space="preserve">slechtst mogelijke </w:t>
            </w:r>
            <w:r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="003B7333" w:rsidRPr="001704C1">
              <w:rPr>
                <w:rFonts w:ascii="Arial" w:hAnsi="Arial" w:cs="Arial"/>
                <w:i/>
                <w:sz w:val="20"/>
                <w:szCs w:val="20"/>
              </w:rPr>
              <w:t>zorginstelling</w:t>
            </w:r>
          </w:p>
        </w:tc>
        <w:tc>
          <w:tcPr>
            <w:tcW w:w="792" w:type="dxa"/>
          </w:tcPr>
          <w:p w:rsidR="003B7333" w:rsidRPr="001704C1" w:rsidRDefault="003B7333" w:rsidP="006436D5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93" w:type="dxa"/>
          </w:tcPr>
          <w:p w:rsidR="003B7333" w:rsidRPr="001704C1" w:rsidRDefault="003B7333" w:rsidP="006436D5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93" w:type="dxa"/>
          </w:tcPr>
          <w:p w:rsidR="003B7333" w:rsidRPr="001704C1" w:rsidRDefault="003B7333" w:rsidP="006436D5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93" w:type="dxa"/>
          </w:tcPr>
          <w:p w:rsidR="003B7333" w:rsidRPr="001704C1" w:rsidRDefault="003B7333" w:rsidP="006436D5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92" w:type="dxa"/>
          </w:tcPr>
          <w:p w:rsidR="003B7333" w:rsidRPr="001704C1" w:rsidRDefault="003B7333" w:rsidP="006436D5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79" w:type="dxa"/>
            <w:gridSpan w:val="3"/>
          </w:tcPr>
          <w:p w:rsidR="003B7333" w:rsidRPr="001704C1" w:rsidRDefault="003B7333" w:rsidP="000C1154">
            <w:pPr>
              <w:spacing w:line="276" w:lineRule="auto"/>
              <w:ind w:right="251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1704C1">
              <w:rPr>
                <w:rFonts w:ascii="Arial" w:hAnsi="Arial" w:cs="Arial"/>
                <w:i/>
                <w:sz w:val="20"/>
                <w:szCs w:val="20"/>
              </w:rPr>
              <w:t>best mogelijke zorginstelling</w:t>
            </w:r>
          </w:p>
        </w:tc>
      </w:tr>
      <w:tr w:rsidR="006436D5" w:rsidRPr="006436D5" w:rsidTr="006436D5">
        <w:tc>
          <w:tcPr>
            <w:tcW w:w="792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93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93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92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93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93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93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92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93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93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93" w:type="dxa"/>
          </w:tcPr>
          <w:p w:rsidR="006436D5" w:rsidRPr="006436D5" w:rsidRDefault="006436D5" w:rsidP="000C11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6D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C1154" w:rsidRPr="006436D5" w:rsidTr="006436D5">
        <w:tc>
          <w:tcPr>
            <w:tcW w:w="792" w:type="dxa"/>
            <w:vAlign w:val="center"/>
          </w:tcPr>
          <w:p w:rsidR="000C1154" w:rsidRPr="006436D5" w:rsidRDefault="008876E7" w:rsidP="000C1154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46" name="Text Box 36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5" o:spid="_x0000_s1262" type="#_x0000_t202" style="position:absolute;left:0;text-align:left;margin-left:0;margin-top:2pt;width:11.35pt;height:11.35pt;z-index:2517708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Ez2CG0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0C1154" w:rsidRPr="006436D5" w:rsidRDefault="008876E7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45" name="Text Box 36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6" o:spid="_x0000_s1263" type="#_x0000_t202" style="position:absolute;left:0;text-align:left;margin-left:0;margin-top:2pt;width:11.35pt;height:11.35pt;z-index:25177190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AnETxpIAIAAE0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0C1154" w:rsidRPr="006436D5" w:rsidRDefault="008876E7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44" name="Text Box 36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7" o:spid="_x0000_s1264" type="#_x0000_t202" style="position:absolute;left:0;text-align:left;margin-left:0;margin-top:2pt;width:11.35pt;height:11.35pt;z-index:2517729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U6SHXCECAABN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2" w:type="dxa"/>
            <w:vAlign w:val="center"/>
          </w:tcPr>
          <w:p w:rsidR="000C1154" w:rsidRPr="006436D5" w:rsidRDefault="008876E7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43" name="Text Box 36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8" o:spid="_x0000_s1265" type="#_x0000_t202" style="position:absolute;left:0;text-align:left;margin-left:0;margin-top:2pt;width:11.35pt;height:11.35pt;z-index:25177395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M2KLHY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0C1154" w:rsidRPr="006436D5" w:rsidRDefault="008876E7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42" name="Text Box 36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9" o:spid="_x0000_s1266" type="#_x0000_t202" style="position:absolute;left:0;text-align:left;margin-left:0;margin-top:2pt;width:11.35pt;height:11.35pt;z-index:25177497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G9siQ4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0C1154" w:rsidRPr="006436D5" w:rsidRDefault="008876E7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41" name="Text Box 36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0" o:spid="_x0000_s1267" type="#_x0000_t202" style="position:absolute;left:0;text-align:left;margin-left:0;margin-top:2pt;width:11.35pt;height:11.35pt;z-index:2517760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Phi66M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0C1154" w:rsidRPr="006436D5" w:rsidRDefault="008876E7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40" name="Text Box 36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1" o:spid="_x0000_s1268" type="#_x0000_t202" style="position:absolute;left:0;text-align:left;margin-left:0;margin-top:2pt;width:11.35pt;height:11.35pt;z-index:25177702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NdIlFY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2" w:type="dxa"/>
            <w:vAlign w:val="center"/>
          </w:tcPr>
          <w:p w:rsidR="000C1154" w:rsidRPr="006436D5" w:rsidRDefault="008876E7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39" name="Text Box 36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2" o:spid="_x0000_s1269" type="#_x0000_t202" style="position:absolute;left:0;text-align:left;margin-left:0;margin-top:2pt;width:11.35pt;height:11.35pt;z-index:25177804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kFmsL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0C1154" w:rsidRPr="006436D5" w:rsidRDefault="008876E7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38" name="Text Box 36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3" o:spid="_x0000_s1270" type="#_x0000_t202" style="position:absolute;left:0;text-align:left;margin-left:0;margin-top:2pt;width:11.35pt;height:11.35pt;z-index:25177907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CvqZKs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0C1154" w:rsidRPr="006436D5" w:rsidRDefault="008876E7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37" name="Text Box 36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4" o:spid="_x0000_s1271" type="#_x0000_t202" style="position:absolute;left:0;text-align:left;margin-left:0;margin-top:2pt;width:11.35pt;height:11.35pt;z-index:25178009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0YHGs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" w:type="dxa"/>
            <w:vAlign w:val="center"/>
          </w:tcPr>
          <w:p w:rsidR="000C1154" w:rsidRPr="006436D5" w:rsidRDefault="008876E7" w:rsidP="002D7A3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jc w:val="center"/>
              <w:rPr>
                <w:rFonts w:ascii="Helvetica" w:hAnsi="Helvetica" w:cs="Arial"/>
                <w:sz w:val="20"/>
                <w:szCs w:val="20"/>
              </w:rPr>
            </w:pPr>
            <w:r w:rsidRPr="006436D5">
              <w:rPr>
                <w:rFonts w:ascii="Helvetica" w:hAnsi="Helvetica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36" name="Text Box 36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6436D5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5" o:spid="_x0000_s1272" type="#_x0000_t202" style="position:absolute;left:0;text-align:left;margin-left:0;margin-top:2pt;width:11.35pt;height:11.35pt;z-index:25178112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XMfhw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6436D5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6436D5" w:rsidRPr="00D91A78" w:rsidRDefault="006436D5" w:rsidP="006436D5">
      <w:pPr>
        <w:spacing w:line="276" w:lineRule="auto"/>
        <w:ind w:left="360" w:hanging="360"/>
        <w:rPr>
          <w:rFonts w:ascii="Arial" w:hAnsi="Arial" w:cs="Arial"/>
        </w:rPr>
      </w:pPr>
    </w:p>
    <w:p w:rsidR="00D91A78" w:rsidRPr="00D91A78" w:rsidRDefault="00D91A78" w:rsidP="006436D5">
      <w:pPr>
        <w:spacing w:line="276" w:lineRule="auto"/>
        <w:ind w:left="360" w:hanging="360"/>
        <w:rPr>
          <w:rFonts w:ascii="Arial" w:hAnsi="Arial" w:cs="Arial"/>
        </w:rPr>
      </w:pPr>
    </w:p>
    <w:p w:rsidR="000F5705" w:rsidRPr="008A54A2" w:rsidRDefault="00F5690A" w:rsidP="00E1745C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F85DF1">
        <w:rPr>
          <w:rFonts w:ascii="Arial" w:hAnsi="Arial" w:cs="Arial"/>
          <w:b/>
        </w:rPr>
        <w:t>5</w:t>
      </w:r>
      <w:r w:rsidR="009A5E65" w:rsidRPr="008A54A2">
        <w:rPr>
          <w:rFonts w:ascii="Arial" w:hAnsi="Arial" w:cs="Arial"/>
          <w:b/>
        </w:rPr>
        <w:t>.</w:t>
      </w:r>
      <w:r w:rsidR="00135D35" w:rsidRPr="008A54A2">
        <w:rPr>
          <w:rFonts w:ascii="Arial" w:hAnsi="Arial" w:cs="Arial"/>
          <w:b/>
        </w:rPr>
        <w:tab/>
      </w:r>
      <w:r w:rsidR="000F5705" w:rsidRPr="008A54A2">
        <w:rPr>
          <w:rFonts w:ascii="Arial" w:hAnsi="Arial" w:cs="Arial"/>
          <w:b/>
        </w:rPr>
        <w:t>Als u één ding kon veranderen aan de hulp die u krijgt van &lt;naam org&gt;, wat is dat dan?</w:t>
      </w:r>
    </w:p>
    <w:p w:rsidR="000F5705" w:rsidRPr="008A54A2" w:rsidRDefault="000F5705" w:rsidP="000F5705">
      <w:pPr>
        <w:spacing w:line="144" w:lineRule="auto"/>
        <w:rPr>
          <w:rFonts w:ascii="Arial" w:hAnsi="Arial" w:cs="Arial"/>
        </w:rPr>
      </w:pPr>
    </w:p>
    <w:tbl>
      <w:tblPr>
        <w:tblStyle w:val="Tabelraster"/>
        <w:tblW w:w="0" w:type="auto"/>
        <w:tblInd w:w="486" w:type="dxa"/>
        <w:tblLook w:val="01E0" w:firstRow="1" w:lastRow="1" w:firstColumn="1" w:lastColumn="1" w:noHBand="0" w:noVBand="0"/>
      </w:tblPr>
      <w:tblGrid>
        <w:gridCol w:w="8726"/>
      </w:tblGrid>
      <w:tr w:rsidR="000F5705" w:rsidRPr="008A54A2">
        <w:tc>
          <w:tcPr>
            <w:tcW w:w="8726" w:type="dxa"/>
          </w:tcPr>
          <w:p w:rsidR="000F5705" w:rsidRPr="008A54A2" w:rsidRDefault="000F5705" w:rsidP="00053F43">
            <w:pPr>
              <w:spacing w:line="276" w:lineRule="auto"/>
              <w:rPr>
                <w:rFonts w:ascii="Arial" w:hAnsi="Arial" w:cs="Arial"/>
              </w:rPr>
            </w:pPr>
          </w:p>
          <w:p w:rsidR="000F5705" w:rsidRPr="008A54A2" w:rsidRDefault="000F5705" w:rsidP="00053F43">
            <w:pPr>
              <w:spacing w:line="276" w:lineRule="auto"/>
              <w:rPr>
                <w:rFonts w:ascii="Arial" w:hAnsi="Arial" w:cs="Arial"/>
              </w:rPr>
            </w:pPr>
          </w:p>
          <w:p w:rsidR="000F5705" w:rsidRDefault="000F5705" w:rsidP="00053F43">
            <w:pPr>
              <w:spacing w:line="276" w:lineRule="auto"/>
              <w:rPr>
                <w:rFonts w:ascii="Arial" w:hAnsi="Arial" w:cs="Arial"/>
              </w:rPr>
            </w:pPr>
          </w:p>
          <w:p w:rsidR="000F5705" w:rsidRPr="008A54A2" w:rsidRDefault="000F5705" w:rsidP="00053F43">
            <w:pPr>
              <w:spacing w:line="276" w:lineRule="auto"/>
              <w:rPr>
                <w:rFonts w:ascii="Arial" w:hAnsi="Arial" w:cs="Arial"/>
              </w:rPr>
            </w:pPr>
          </w:p>
          <w:p w:rsidR="0027030F" w:rsidRDefault="0027030F" w:rsidP="00053F43">
            <w:pPr>
              <w:spacing w:line="276" w:lineRule="auto"/>
              <w:rPr>
                <w:rFonts w:ascii="Arial" w:hAnsi="Arial" w:cs="Arial"/>
              </w:rPr>
            </w:pPr>
          </w:p>
          <w:p w:rsidR="0027030F" w:rsidRPr="008A54A2" w:rsidRDefault="0027030F" w:rsidP="00053F43">
            <w:pPr>
              <w:spacing w:line="276" w:lineRule="auto"/>
              <w:rPr>
                <w:rFonts w:ascii="Arial" w:hAnsi="Arial" w:cs="Arial"/>
              </w:rPr>
            </w:pPr>
          </w:p>
          <w:p w:rsidR="004F2468" w:rsidRPr="008A54A2" w:rsidRDefault="004F2468" w:rsidP="00053F43">
            <w:pPr>
              <w:spacing w:line="276" w:lineRule="auto"/>
              <w:rPr>
                <w:rFonts w:ascii="Arial" w:hAnsi="Arial" w:cs="Arial"/>
              </w:rPr>
            </w:pPr>
          </w:p>
          <w:p w:rsidR="004F2468" w:rsidRPr="008A54A2" w:rsidRDefault="004F2468" w:rsidP="00053F43">
            <w:pPr>
              <w:spacing w:line="276" w:lineRule="auto"/>
              <w:rPr>
                <w:rFonts w:ascii="Arial" w:hAnsi="Arial" w:cs="Arial"/>
              </w:rPr>
            </w:pPr>
          </w:p>
          <w:p w:rsidR="00AF6D46" w:rsidRPr="008A54A2" w:rsidRDefault="00AF6D46" w:rsidP="00053F43">
            <w:pPr>
              <w:spacing w:line="276" w:lineRule="auto"/>
              <w:rPr>
                <w:rFonts w:ascii="Arial" w:hAnsi="Arial" w:cs="Arial"/>
              </w:rPr>
            </w:pPr>
          </w:p>
          <w:p w:rsidR="00AF6D46" w:rsidRPr="008A54A2" w:rsidRDefault="00AF6D46" w:rsidP="00053F43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2363E" w:rsidRPr="00AA680E" w:rsidRDefault="004140F4" w:rsidP="00F2363E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Persoonsgegevens</w:t>
      </w:r>
    </w:p>
    <w:p w:rsidR="00F2363E" w:rsidRPr="00CA40A9" w:rsidRDefault="00F2363E" w:rsidP="00F2363E">
      <w:pPr>
        <w:spacing w:line="276" w:lineRule="auto"/>
        <w:rPr>
          <w:rFonts w:ascii="Arial" w:hAnsi="Arial" w:cs="Arial"/>
        </w:rPr>
      </w:pPr>
    </w:p>
    <w:p w:rsidR="00F2363E" w:rsidRPr="00CA40A9" w:rsidRDefault="00F2363E" w:rsidP="00F2363E">
      <w:pPr>
        <w:spacing w:line="276" w:lineRule="auto"/>
        <w:rPr>
          <w:rFonts w:ascii="Arial" w:hAnsi="Arial" w:cs="Arial"/>
        </w:rPr>
      </w:pPr>
      <w:r w:rsidRPr="00CA40A9">
        <w:rPr>
          <w:rFonts w:ascii="Arial" w:hAnsi="Arial" w:cs="Arial"/>
        </w:rPr>
        <w:t xml:space="preserve">Tot slot, willen we nog enkele vragen over uzelf </w:t>
      </w:r>
      <w:r>
        <w:rPr>
          <w:rFonts w:ascii="Arial" w:hAnsi="Arial" w:cs="Arial"/>
        </w:rPr>
        <w:t xml:space="preserve">en uw </w:t>
      </w:r>
      <w:r w:rsidRPr="009F7E68">
        <w:rPr>
          <w:rFonts w:ascii="Arial" w:hAnsi="Arial" w:cs="Arial"/>
        </w:rPr>
        <w:t>beperking(en) stellen.</w:t>
      </w:r>
      <w:r w:rsidR="00A60EFF" w:rsidRPr="009F7E68">
        <w:rPr>
          <w:rFonts w:ascii="Arial" w:hAnsi="Arial" w:cs="Arial"/>
        </w:rPr>
        <w:t xml:space="preserve"> Deze informatie gebruiken we om te kijken of er verschillen zijn tussen mensen. Bijvoorbeeld tussen mannen en vrouwen.</w:t>
      </w:r>
      <w:r w:rsidR="00A60EFF">
        <w:rPr>
          <w:rFonts w:ascii="Arial" w:hAnsi="Arial" w:cs="Arial"/>
        </w:rPr>
        <w:t xml:space="preserve"> </w:t>
      </w:r>
    </w:p>
    <w:p w:rsidR="00F2363E" w:rsidRDefault="00F2363E" w:rsidP="00F2363E">
      <w:pPr>
        <w:spacing w:line="276" w:lineRule="auto"/>
        <w:rPr>
          <w:rFonts w:ascii="Arial" w:hAnsi="Arial" w:cs="Arial"/>
        </w:rPr>
      </w:pPr>
    </w:p>
    <w:p w:rsidR="0050659A" w:rsidRPr="0050659A" w:rsidRDefault="0050659A" w:rsidP="0050659A">
      <w:pPr>
        <w:spacing w:line="276" w:lineRule="auto"/>
        <w:ind w:firstLine="360"/>
        <w:rPr>
          <w:rFonts w:ascii="Arial" w:hAnsi="Arial" w:cs="Arial"/>
          <w:i/>
        </w:rPr>
      </w:pPr>
      <w:r w:rsidRPr="0050659A">
        <w:rPr>
          <w:rFonts w:ascii="Arial" w:hAnsi="Arial" w:cs="Arial"/>
          <w:i/>
        </w:rPr>
        <w:t xml:space="preserve">Int: deze vraag </w:t>
      </w:r>
      <w:r w:rsidRPr="00592F51">
        <w:rPr>
          <w:rFonts w:ascii="Arial" w:hAnsi="Arial" w:cs="Arial"/>
          <w:b/>
          <w:i/>
        </w:rPr>
        <w:t>niet</w:t>
      </w:r>
      <w:r w:rsidRPr="0050659A">
        <w:rPr>
          <w:rFonts w:ascii="Arial" w:hAnsi="Arial" w:cs="Arial"/>
          <w:i/>
        </w:rPr>
        <w:t xml:space="preserve"> stellen. Vul zelf in.</w:t>
      </w:r>
    </w:p>
    <w:p w:rsidR="00F2363E" w:rsidRPr="00CA40A9" w:rsidRDefault="00F5690A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F85DF1">
        <w:rPr>
          <w:rFonts w:ascii="Arial" w:hAnsi="Arial" w:cs="Arial"/>
          <w:b/>
        </w:rPr>
        <w:t>6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>Bent u een man of vrouw?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35" name="Text Box 34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3" o:spid="_x0000_s1273" type="#_x0000_t202" style="position:absolute;margin-left:0;margin-top:2pt;width:11.35pt;height:11.35pt;z-index:2516398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1kAUE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man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34" name="Text Box 34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4" o:spid="_x0000_s1274" type="#_x0000_t202" style="position:absolute;margin-left:0;margin-top:2pt;width:11.35pt;height:11.35pt;z-index:2516408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GicJy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vrouw</w:t>
            </w:r>
          </w:p>
        </w:tc>
      </w:tr>
    </w:tbl>
    <w:p w:rsidR="000023AE" w:rsidRDefault="000023AE" w:rsidP="00F2363E">
      <w:pPr>
        <w:spacing w:line="276" w:lineRule="auto"/>
        <w:ind w:left="360" w:hanging="360"/>
        <w:rPr>
          <w:rFonts w:ascii="Arial" w:hAnsi="Arial" w:cs="Arial"/>
          <w:b/>
        </w:rPr>
      </w:pPr>
    </w:p>
    <w:p w:rsidR="000023AE" w:rsidRDefault="000023AE" w:rsidP="00F2363E">
      <w:pPr>
        <w:spacing w:line="276" w:lineRule="auto"/>
        <w:ind w:left="360" w:hanging="360"/>
        <w:rPr>
          <w:rFonts w:ascii="Arial" w:hAnsi="Arial" w:cs="Arial"/>
          <w:b/>
        </w:rPr>
      </w:pPr>
    </w:p>
    <w:p w:rsidR="00F2363E" w:rsidRPr="00CA40A9" w:rsidRDefault="0087581D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F85DF1">
        <w:rPr>
          <w:rFonts w:ascii="Arial" w:hAnsi="Arial" w:cs="Arial"/>
          <w:b/>
        </w:rPr>
        <w:t>7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>Hoe oud bent u?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33" name="Text Box 34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5" o:spid="_x0000_s1275" type="#_x0000_t202" style="position:absolute;margin-left:0;margin-top:2pt;width:11.35pt;height:11.35pt;z-index:2516418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1gHNQ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jonger dan 1</w:t>
            </w:r>
            <w:r w:rsidR="004F7E10">
              <w:rPr>
                <w:rFonts w:ascii="Arial" w:hAnsi="Arial" w:cs="Arial"/>
              </w:rPr>
              <w:t>6</w:t>
            </w:r>
            <w:r w:rsidRPr="00CA40A9">
              <w:rPr>
                <w:rFonts w:ascii="Arial" w:hAnsi="Arial" w:cs="Arial"/>
              </w:rPr>
              <w:t xml:space="preserve"> jaar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32" name="Text Box 34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6" o:spid="_x0000_s1276" type="#_x0000_t202" style="position:absolute;margin-left:0;margin-top:2pt;width:11.35pt;height:11.35pt;z-index:2516428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ZNEFLC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1</w:t>
            </w:r>
            <w:r w:rsidR="004F7E10">
              <w:rPr>
                <w:rFonts w:ascii="Arial" w:hAnsi="Arial" w:cs="Arial"/>
              </w:rPr>
              <w:t>6</w:t>
            </w:r>
            <w:r w:rsidRPr="00CA40A9">
              <w:rPr>
                <w:rFonts w:ascii="Arial" w:hAnsi="Arial" w:cs="Arial"/>
              </w:rPr>
              <w:t xml:space="preserve"> t/m 24 jaar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31" name="Text Box 34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7" o:spid="_x0000_s1277" type="#_x0000_t202" style="position:absolute;margin-left:0;margin-top:2pt;width:11.35pt;height:11.35pt;z-index:2516439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lXQQ0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25 t/m 34 jaar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30" name="Text Box 34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8" o:spid="_x0000_s1278" type="#_x0000_t202" style="position:absolute;margin-left:0;margin-top:2pt;width:11.35pt;height:11.35pt;z-index:2516449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2Hf11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35 t/m 44 jaar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29" name="Text Box 34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9" o:spid="_x0000_s1279" type="#_x0000_t202" style="position:absolute;margin-left:0;margin-top:2pt;width:11.35pt;height:11.35pt;z-index:2516459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BJVs0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45 t/m 54 jaar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28" name="Text Box 35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0" o:spid="_x0000_s1280" type="#_x0000_t202" style="position:absolute;margin-left:0;margin-top:2pt;width:11.35pt;height:11.35pt;z-index:2516469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LcysMU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55 t/m 64 jaar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27" name="Text Box 3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1" o:spid="_x0000_s1281" type="#_x0000_t202" style="position:absolute;margin-left:0;margin-top:2pt;width:11.35pt;height:11.35pt;z-index:2516480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J6mrXs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65 t/m 74 jaar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26" name="Text Box 35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2" o:spid="_x0000_s1282" type="#_x0000_t202" style="position:absolute;margin-left:0;margin-top:2pt;width:11.35pt;height:11.35pt;z-index:2516490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MDnfFM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r w:rsidRPr="00CA40A9">
              <w:rPr>
                <w:rFonts w:ascii="Arial" w:hAnsi="Arial" w:cs="Arial"/>
              </w:rPr>
              <w:t>75 jaar of ouder</w:t>
            </w:r>
          </w:p>
        </w:tc>
      </w:tr>
    </w:tbl>
    <w:p w:rsidR="00F2363E" w:rsidRDefault="00F2363E" w:rsidP="00F2363E">
      <w:pPr>
        <w:spacing w:line="276" w:lineRule="auto"/>
        <w:rPr>
          <w:rFonts w:ascii="Arial" w:hAnsi="Arial" w:cs="Arial"/>
        </w:rPr>
      </w:pPr>
    </w:p>
    <w:p w:rsidR="00F2363E" w:rsidRDefault="00F2363E" w:rsidP="00F2363E">
      <w:pPr>
        <w:spacing w:line="276" w:lineRule="auto"/>
        <w:rPr>
          <w:rFonts w:ascii="Arial" w:hAnsi="Arial" w:cs="Arial"/>
        </w:rPr>
      </w:pPr>
    </w:p>
    <w:p w:rsidR="00F2363E" w:rsidRPr="00B32186" w:rsidRDefault="0087581D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F85DF1">
        <w:rPr>
          <w:rFonts w:ascii="Arial" w:hAnsi="Arial" w:cs="Arial"/>
          <w:b/>
        </w:rPr>
        <w:t>8</w:t>
      </w:r>
      <w:r w:rsidR="00F2363E" w:rsidRPr="00B32186">
        <w:rPr>
          <w:rFonts w:ascii="Arial" w:hAnsi="Arial" w:cs="Arial"/>
          <w:b/>
        </w:rPr>
        <w:t>.</w:t>
      </w:r>
      <w:r w:rsidR="0071480C">
        <w:rPr>
          <w:rFonts w:ascii="Arial" w:hAnsi="Arial" w:cs="Arial"/>
          <w:b/>
        </w:rPr>
        <w:tab/>
      </w:r>
      <w:r w:rsidR="00F2363E" w:rsidRPr="00B32186">
        <w:rPr>
          <w:rFonts w:ascii="Arial" w:hAnsi="Arial" w:cs="Arial"/>
          <w:b/>
        </w:rPr>
        <w:t xml:space="preserve">Wat voor </w:t>
      </w:r>
      <w:r w:rsidR="00F2363E">
        <w:rPr>
          <w:rFonts w:ascii="Arial" w:hAnsi="Arial" w:cs="Arial"/>
          <w:b/>
        </w:rPr>
        <w:t>lichamelijk</w:t>
      </w:r>
      <w:r w:rsidR="00F2363E" w:rsidRPr="00B32186">
        <w:rPr>
          <w:rFonts w:ascii="Arial" w:hAnsi="Arial" w:cs="Arial"/>
          <w:b/>
        </w:rPr>
        <w:t xml:space="preserve">e </w:t>
      </w:r>
      <w:r w:rsidR="00F2363E">
        <w:rPr>
          <w:rFonts w:ascii="Arial" w:hAnsi="Arial" w:cs="Arial"/>
          <w:b/>
        </w:rPr>
        <w:t xml:space="preserve">beperking </w:t>
      </w:r>
      <w:r w:rsidR="00F2363E" w:rsidRPr="00B32186">
        <w:rPr>
          <w:rFonts w:ascii="Arial" w:hAnsi="Arial" w:cs="Arial"/>
          <w:b/>
        </w:rPr>
        <w:t xml:space="preserve">heeft u? </w:t>
      </w:r>
    </w:p>
    <w:p w:rsidR="00F2363E" w:rsidRPr="00B32186" w:rsidRDefault="00F2363E" w:rsidP="00F2363E">
      <w:pPr>
        <w:spacing w:line="276" w:lineRule="auto"/>
        <w:ind w:left="360" w:hanging="360"/>
        <w:rPr>
          <w:rFonts w:ascii="Arial" w:hAnsi="Arial" w:cs="Arial"/>
          <w:i/>
        </w:rPr>
      </w:pPr>
      <w:r w:rsidRPr="00B32186">
        <w:rPr>
          <w:rFonts w:ascii="Arial" w:hAnsi="Arial" w:cs="Arial"/>
          <w:i/>
        </w:rPr>
        <w:tab/>
        <w:t>Meer</w:t>
      </w:r>
      <w:r>
        <w:rPr>
          <w:rFonts w:ascii="Arial" w:hAnsi="Arial" w:cs="Arial"/>
          <w:i/>
        </w:rPr>
        <w:t xml:space="preserve"> antwoorden aankruisen mag. </w:t>
      </w:r>
    </w:p>
    <w:p w:rsidR="00F2363E" w:rsidRPr="00B32186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8716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319"/>
      </w:tblGrid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25" name="Text Box 3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56" o:spid="_x0000_s1283" type="#_x0000_t202" style="position:absolute;margin-left:0;margin-top:2pt;width:11.35pt;height:11.35pt;z-index:2516940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F5SF/I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Pr="00B32186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dwarslaesie / verlamming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24" name="Text Box 35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57" o:spid="_x0000_s1284" type="#_x0000_t202" style="position:absolute;margin-left:0;margin-top:2pt;width:11.35pt;height:11.35pt;z-index:2516951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aUech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Pr="00B32186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ontbrekende / slecht functionerende ledematen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23" name="Text Box 3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58" o:spid="_x0000_s1285" type="#_x0000_t202" style="position:absolute;margin-left:0;margin-top:2pt;width:11.35pt;height:11.35pt;z-index:2516961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GKaGaA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Pr="00B32186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spierdystrofie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22" name="Text Box 3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59" o:spid="_x0000_s1286" type="#_x0000_t202" style="position:absolute;margin-left:0;margin-top:2pt;width:11.35pt;height:11.35pt;z-index:2516971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mmelz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Pr="00B32186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CVA / beroerte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21" name="Text Box 3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0" o:spid="_x0000_s1287" type="#_x0000_t202" style="position:absolute;margin-left:0;margin-top:2pt;width:11.35pt;height:11.35pt;z-index:2516981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LYbU1w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Pr="00B32186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Niet Aangeboren Hersenletsel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20" name="Text Box 35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4" o:spid="_x0000_s1288" type="#_x0000_t202" style="position:absolute;margin-left:0;margin-top:2pt;width:11.35pt;height:11.35pt;z-index:2517022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Eo6AN8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Pr="00B32186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multiple sclerose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19" name="Text Box 35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5" o:spid="_x0000_s1289" type="#_x0000_t202" style="position:absolute;margin-left:0;margin-top:2pt;width:11.35pt;height:11.35pt;z-index:2517032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jSVFy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fibromyalgie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18" name="Text Box 35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6" o:spid="_x0000_s1290" type="#_x0000_t202" style="position:absolute;margin-left:0;margin-top:2pt;width:11.35pt;height:11.35pt;z-index:2517043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NNklOE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taaislijmziekte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17" name="Text Box 35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7" o:spid="_x0000_s1291" type="#_x0000_t202" style="position:absolute;margin-left:0;margin-top:2pt;width:11.35pt;height:11.35pt;z-index:2517053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+vCJXy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longklachten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16" name="Text Box 35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8" o:spid="_x0000_s1292" type="#_x0000_t202" style="position:absolute;margin-left:0;margin-top:2pt;width:11.35pt;height:11.35pt;z-index:2517063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7NAwA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rugklachten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15" name="Text Box 35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2" o:spid="_x0000_s1293" type="#_x0000_t202" style="position:absolute;margin-left:0;margin-top:2pt;width:11.35pt;height:11.35pt;z-index:2517002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BxdQAU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chronische vermoeidheid</w:t>
            </w:r>
          </w:p>
        </w:tc>
      </w:tr>
      <w:tr w:rsidR="00F2363E" w:rsidRPr="00B32186" w:rsidTr="0071480C">
        <w:tc>
          <w:tcPr>
            <w:tcW w:w="397" w:type="dxa"/>
            <w:vAlign w:val="center"/>
          </w:tcPr>
          <w:p w:rsidR="00F2363E" w:rsidRPr="00B32186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14" name="Text Box 35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3" o:spid="_x0000_s1294" type="#_x0000_t202" style="position:absolute;margin-left:0;margin-top:2pt;width:11.35pt;height:11.35pt;z-index:2517012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NhesNY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9" w:type="dxa"/>
            <w:vAlign w:val="center"/>
          </w:tcPr>
          <w:p w:rsidR="00F2363E" w:rsidRPr="00B32186" w:rsidRDefault="00F2363E" w:rsidP="00DE26D8">
            <w:pPr>
              <w:tabs>
                <w:tab w:val="right" w:leader="dot" w:pos="8066"/>
              </w:tabs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anders, nl.: </w:t>
            </w:r>
            <w:r w:rsidRPr="00B32186">
              <w:rPr>
                <w:rFonts w:ascii="Arial" w:hAnsi="Arial" w:cs="Arial"/>
              </w:rPr>
              <w:tab/>
            </w:r>
          </w:p>
        </w:tc>
      </w:tr>
    </w:tbl>
    <w:p w:rsidR="00F2363E" w:rsidRPr="00B32186" w:rsidRDefault="00F2363E" w:rsidP="00F2363E">
      <w:pPr>
        <w:spacing w:line="276" w:lineRule="auto"/>
        <w:rPr>
          <w:rFonts w:ascii="Arial" w:hAnsi="Arial" w:cs="Arial"/>
        </w:rPr>
      </w:pPr>
    </w:p>
    <w:p w:rsidR="00F2363E" w:rsidRPr="00B32186" w:rsidRDefault="00F85DF1" w:rsidP="00F2363E">
      <w:pPr>
        <w:tabs>
          <w:tab w:val="left" w:pos="36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59</w:t>
      </w:r>
      <w:r w:rsidR="00F2363E" w:rsidRPr="00B32186">
        <w:rPr>
          <w:rFonts w:ascii="Arial" w:hAnsi="Arial" w:cs="Arial"/>
          <w:b/>
        </w:rPr>
        <w:t>.</w:t>
      </w:r>
      <w:r w:rsidR="00F2363E" w:rsidRPr="00B32186">
        <w:rPr>
          <w:rFonts w:ascii="Arial" w:hAnsi="Arial" w:cs="Arial"/>
          <w:b/>
        </w:rPr>
        <w:tab/>
        <w:t xml:space="preserve">Heeft u nog een andere aandoening of beperking? Zo ja, welke? </w:t>
      </w:r>
    </w:p>
    <w:p w:rsidR="00F2363E" w:rsidRPr="00B32186" w:rsidRDefault="00F2363E" w:rsidP="00F2363E">
      <w:pPr>
        <w:tabs>
          <w:tab w:val="left" w:pos="360"/>
        </w:tabs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 w:rsidRPr="00B32186">
        <w:rPr>
          <w:rFonts w:ascii="Arial" w:hAnsi="Arial" w:cs="Arial"/>
          <w:i/>
        </w:rPr>
        <w:t>Meer</w:t>
      </w:r>
      <w:r>
        <w:rPr>
          <w:rFonts w:ascii="Arial" w:hAnsi="Arial" w:cs="Arial"/>
          <w:i/>
        </w:rPr>
        <w:t xml:space="preserve"> antwoorden aankruisen mag.</w:t>
      </w:r>
    </w:p>
    <w:p w:rsidR="00F2363E" w:rsidRPr="00B32186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8686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8294"/>
      </w:tblGrid>
      <w:tr w:rsidR="00F2363E" w:rsidRPr="00B32186" w:rsidTr="00DE26D8">
        <w:tc>
          <w:tcPr>
            <w:tcW w:w="392" w:type="dxa"/>
            <w:vAlign w:val="center"/>
          </w:tcPr>
          <w:p w:rsidR="00F2363E" w:rsidRPr="00B32186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13" name="Text Box 3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Pr="00BE06BC" w:rsidRDefault="004F7E10" w:rsidP="00F2363E">
                                  <w:pPr>
                                    <w:rPr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1" o:spid="_x0000_s1295" type="#_x0000_t202" style="position:absolute;margin-left:0;margin-top:2pt;width:11.35pt;height:11.35pt;z-index:2516992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8rGKX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Pr="00BE06BC" w:rsidRDefault="004F7E10" w:rsidP="00F2363E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94" w:type="dxa"/>
            <w:vAlign w:val="center"/>
          </w:tcPr>
          <w:p w:rsidR="00F2363E" w:rsidRPr="00B32186" w:rsidRDefault="00F2363E" w:rsidP="00AD402E">
            <w:pPr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nee, geen andere aandoening of beperking</w:t>
            </w:r>
          </w:p>
        </w:tc>
      </w:tr>
      <w:tr w:rsidR="00F2363E" w:rsidRPr="00B32186" w:rsidTr="00DE26D8">
        <w:tc>
          <w:tcPr>
            <w:tcW w:w="392" w:type="dxa"/>
            <w:vAlign w:val="center"/>
          </w:tcPr>
          <w:p w:rsidR="00F2363E" w:rsidRPr="00B32186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12" name="Text Box 35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9" o:spid="_x0000_s1296" type="#_x0000_t202" style="position:absolute;margin-left:0;margin-top:2pt;width:11.35pt;height:11.35pt;z-index:2517073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EVjak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94" w:type="dxa"/>
            <w:vAlign w:val="center"/>
          </w:tcPr>
          <w:p w:rsidR="00F2363E" w:rsidRPr="00B32186" w:rsidRDefault="00F2363E" w:rsidP="00AD4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problemen met spreken of taal (bijv. afasie)</w:t>
            </w:r>
          </w:p>
        </w:tc>
      </w:tr>
      <w:tr w:rsidR="00F2363E" w:rsidRPr="00B32186" w:rsidTr="00DE26D8">
        <w:tc>
          <w:tcPr>
            <w:tcW w:w="392" w:type="dxa"/>
            <w:vAlign w:val="center"/>
          </w:tcPr>
          <w:p w:rsidR="00F2363E" w:rsidRPr="00B32186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11" name="Text Box 35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Pr="00BE06BC" w:rsidRDefault="004F7E10" w:rsidP="00F2363E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0" o:spid="_x0000_s1297" type="#_x0000_t202" style="position:absolute;margin-left:0;margin-top:2pt;width:11.35pt;height:11.35pt;z-index:2517084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ozSRX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Pr="00BE06BC" w:rsidRDefault="004F7E10" w:rsidP="00F2363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94" w:type="dxa"/>
            <w:vAlign w:val="center"/>
          </w:tcPr>
          <w:p w:rsidR="00F2363E" w:rsidRPr="00B32186" w:rsidRDefault="00F2363E" w:rsidP="00AD4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slechthorend / doof</w:t>
            </w:r>
          </w:p>
        </w:tc>
      </w:tr>
      <w:tr w:rsidR="00F2363E" w:rsidRPr="00B32186" w:rsidTr="00DE26D8">
        <w:tc>
          <w:tcPr>
            <w:tcW w:w="392" w:type="dxa"/>
            <w:vAlign w:val="center"/>
          </w:tcPr>
          <w:p w:rsidR="00F2363E" w:rsidRPr="00B32186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10" name="Text Box 35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1" o:spid="_x0000_s1298" type="#_x0000_t202" style="position:absolute;margin-left:0;margin-top:2pt;width:11.35pt;height:11.35pt;z-index:2517094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Gc3YY4lAgAATQ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94" w:type="dxa"/>
            <w:vAlign w:val="center"/>
          </w:tcPr>
          <w:p w:rsidR="00F2363E" w:rsidRPr="00B32186" w:rsidRDefault="00F2363E" w:rsidP="00AD4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slechtziend / blind</w:t>
            </w:r>
          </w:p>
        </w:tc>
      </w:tr>
      <w:tr w:rsidR="00F2363E" w:rsidRPr="00B32186" w:rsidTr="00DE26D8">
        <w:tc>
          <w:tcPr>
            <w:tcW w:w="392" w:type="dxa"/>
            <w:vAlign w:val="center"/>
          </w:tcPr>
          <w:p w:rsidR="00F2363E" w:rsidRPr="00B32186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09" name="Text Box 35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2" o:spid="_x0000_s1299" type="#_x0000_t202" style="position:absolute;margin-left:0;margin-top:2pt;width:11.35pt;height:11.35pt;z-index:2517104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v0uaN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94" w:type="dxa"/>
            <w:vAlign w:val="center"/>
          </w:tcPr>
          <w:p w:rsidR="00F2363E" w:rsidRPr="00B32186" w:rsidRDefault="00F2363E" w:rsidP="00AD4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problemen met concentratie en oriëntatie (cognitieve stoornis)</w:t>
            </w:r>
            <w:r w:rsidR="0037467F">
              <w:rPr>
                <w:rFonts w:ascii="Arial" w:hAnsi="Arial" w:cs="Arial"/>
              </w:rPr>
              <w:t xml:space="preserve"> </w:t>
            </w:r>
          </w:p>
        </w:tc>
      </w:tr>
      <w:tr w:rsidR="00F2363E" w:rsidRPr="00B32186" w:rsidTr="00DE26D8">
        <w:tc>
          <w:tcPr>
            <w:tcW w:w="392" w:type="dxa"/>
            <w:vAlign w:val="center"/>
          </w:tcPr>
          <w:p w:rsidR="00F2363E" w:rsidRPr="00B32186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08" name="Text Box 35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6" o:spid="_x0000_s1300" type="#_x0000_t202" style="position:absolute;margin-left:0;margin-top:2pt;width:11.35pt;height:11.35pt;z-index:2517145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Q2rJtiECAABN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94" w:type="dxa"/>
            <w:vAlign w:val="center"/>
          </w:tcPr>
          <w:p w:rsidR="00F2363E" w:rsidRPr="00B32186" w:rsidRDefault="00F2363E" w:rsidP="00AD40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psychische problemen zoals depressie, gedragsproblemen, </w:t>
            </w:r>
            <w:r w:rsidR="008C383B">
              <w:rPr>
                <w:rFonts w:ascii="Arial" w:hAnsi="Arial" w:cs="Arial"/>
              </w:rPr>
              <w:t>persoonlijkheidsverandering</w:t>
            </w:r>
          </w:p>
        </w:tc>
      </w:tr>
      <w:tr w:rsidR="00F2363E" w:rsidRPr="00B32186" w:rsidTr="00DE26D8">
        <w:tc>
          <w:tcPr>
            <w:tcW w:w="392" w:type="dxa"/>
            <w:vAlign w:val="center"/>
          </w:tcPr>
          <w:p w:rsidR="00F2363E" w:rsidRPr="00B32186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07" name="Text Box 35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3" o:spid="_x0000_s1301" type="#_x0000_t202" style="position:absolute;margin-left:0;margin-top:2pt;width:11.35pt;height:11.35pt;z-index:2517114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H33nJSQCAABN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94" w:type="dxa"/>
            <w:vAlign w:val="center"/>
          </w:tcPr>
          <w:p w:rsidR="00F2363E" w:rsidRPr="00B32186" w:rsidRDefault="00F2363E" w:rsidP="00AD402E">
            <w:pPr>
              <w:tabs>
                <w:tab w:val="right" w:leader="dot" w:pos="5406"/>
              </w:tabs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verstandelijke beperking</w:t>
            </w:r>
          </w:p>
        </w:tc>
      </w:tr>
      <w:tr w:rsidR="00F2363E" w:rsidRPr="00B32186" w:rsidTr="00DE26D8">
        <w:tc>
          <w:tcPr>
            <w:tcW w:w="392" w:type="dxa"/>
            <w:vAlign w:val="center"/>
          </w:tcPr>
          <w:p w:rsidR="00F2363E" w:rsidRPr="00B32186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06" name="Text Box 35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5" o:spid="_x0000_s1302" type="#_x0000_t202" style="position:absolute;margin-left:0;margin-top:2pt;width:11.35pt;height:11.35pt;z-index:2517135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5HpVd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94" w:type="dxa"/>
            <w:vAlign w:val="center"/>
          </w:tcPr>
          <w:p w:rsidR="00F2363E" w:rsidRPr="00B32186" w:rsidRDefault="00F2363E" w:rsidP="00AD402E">
            <w:pPr>
              <w:tabs>
                <w:tab w:val="right" w:leader="dot" w:pos="5406"/>
              </w:tabs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>dementie</w:t>
            </w:r>
            <w:r>
              <w:rPr>
                <w:rFonts w:ascii="Arial" w:hAnsi="Arial" w:cs="Arial"/>
              </w:rPr>
              <w:t xml:space="preserve"> / vergeetachtigheid / ziekte van Alzheimer</w:t>
            </w:r>
          </w:p>
        </w:tc>
      </w:tr>
      <w:tr w:rsidR="00F2363E" w:rsidRPr="00B32186" w:rsidTr="00DE26D8">
        <w:tc>
          <w:tcPr>
            <w:tcW w:w="392" w:type="dxa"/>
            <w:vAlign w:val="center"/>
          </w:tcPr>
          <w:p w:rsidR="00F2363E" w:rsidRPr="00B32186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B32186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05" name="Text Box 35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4" o:spid="_x0000_s1303" type="#_x0000_t202" style="position:absolute;margin-left:0;margin-top:2pt;width:11.35pt;height:11.35pt;z-index:2517125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jkg+E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94" w:type="dxa"/>
            <w:vAlign w:val="center"/>
          </w:tcPr>
          <w:p w:rsidR="00F2363E" w:rsidRPr="00B32186" w:rsidRDefault="00F2363E" w:rsidP="00DE26D8">
            <w:pPr>
              <w:tabs>
                <w:tab w:val="right" w:leader="dot" w:pos="8071"/>
              </w:tabs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anders, nl.: </w:t>
            </w:r>
            <w:r w:rsidRPr="00B32186">
              <w:rPr>
                <w:rFonts w:ascii="Arial" w:hAnsi="Arial" w:cs="Arial"/>
              </w:rPr>
              <w:tab/>
            </w:r>
          </w:p>
        </w:tc>
      </w:tr>
    </w:tbl>
    <w:p w:rsidR="00F2363E" w:rsidRDefault="00F2363E" w:rsidP="00F2363E">
      <w:pPr>
        <w:spacing w:line="276" w:lineRule="auto"/>
        <w:ind w:left="360" w:hanging="360"/>
        <w:rPr>
          <w:rFonts w:ascii="Arial" w:hAnsi="Arial" w:cs="Arial"/>
          <w:b/>
        </w:rPr>
      </w:pPr>
    </w:p>
    <w:p w:rsidR="00F2363E" w:rsidRDefault="00F2363E" w:rsidP="00F2363E">
      <w:pPr>
        <w:spacing w:line="276" w:lineRule="auto"/>
        <w:ind w:left="360" w:hanging="360"/>
        <w:rPr>
          <w:rFonts w:ascii="Arial" w:hAnsi="Arial" w:cs="Arial"/>
          <w:b/>
        </w:rPr>
      </w:pPr>
    </w:p>
    <w:p w:rsidR="00F2363E" w:rsidRPr="00CA40A9" w:rsidRDefault="00A657B1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F85DF1">
        <w:rPr>
          <w:rFonts w:ascii="Arial" w:hAnsi="Arial" w:cs="Arial"/>
          <w:b/>
        </w:rPr>
        <w:t>0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</w:r>
      <w:r w:rsidR="00F2363E">
        <w:rPr>
          <w:rFonts w:ascii="Arial" w:hAnsi="Arial" w:cs="Arial"/>
          <w:b/>
        </w:rPr>
        <w:t xml:space="preserve">Maakt u gebruik van </w:t>
      </w:r>
      <w:r w:rsidR="00F2363E" w:rsidRPr="00CA40A9">
        <w:rPr>
          <w:rFonts w:ascii="Arial" w:hAnsi="Arial" w:cs="Arial"/>
          <w:b/>
        </w:rPr>
        <w:t xml:space="preserve">een </w:t>
      </w:r>
      <w:r w:rsidR="00F2363E" w:rsidRPr="009F7E68">
        <w:rPr>
          <w:rFonts w:ascii="Arial" w:hAnsi="Arial" w:cs="Arial"/>
          <w:b/>
        </w:rPr>
        <w:t>rolstoel</w:t>
      </w:r>
      <w:r w:rsidR="009F7E68" w:rsidRPr="009F7E68">
        <w:rPr>
          <w:rFonts w:ascii="Arial" w:hAnsi="Arial" w:cs="Arial"/>
          <w:b/>
        </w:rPr>
        <w:t xml:space="preserve"> of </w:t>
      </w:r>
      <w:r w:rsidR="0044547E" w:rsidRPr="009F7E68">
        <w:rPr>
          <w:rFonts w:ascii="Arial" w:hAnsi="Arial" w:cs="Arial"/>
          <w:b/>
        </w:rPr>
        <w:t>scootmobiel</w:t>
      </w:r>
      <w:r w:rsidR="00F2363E" w:rsidRPr="009F7E68">
        <w:rPr>
          <w:rFonts w:ascii="Arial" w:hAnsi="Arial" w:cs="Arial"/>
          <w:b/>
        </w:rPr>
        <w:t>?</w:t>
      </w:r>
      <w:r w:rsidR="00F2363E" w:rsidRPr="00CA40A9">
        <w:rPr>
          <w:rFonts w:ascii="Arial" w:hAnsi="Arial" w:cs="Arial"/>
          <w:b/>
        </w:rPr>
        <w:t xml:space="preserve"> 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04" name="Text Box 3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52" o:spid="_x0000_s1304" type="#_x0000_t202" style="position:absolute;margin-left:0;margin-top:2pt;width:11.35pt;height:11.35pt;z-index:2516899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B2qXOw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nooit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03" name="Text Box 35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53" o:spid="_x0000_s1305" type="#_x0000_t202" style="position:absolute;margin-left:0;margin-top:2pt;width:11.35pt;height:11.35pt;z-index:2516910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gptfh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soms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02" name="Text Box 35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54" o:spid="_x0000_s1306" type="#_x0000_t202" style="position:absolute;margin-left:0;margin-top:2pt;width:11.35pt;height:11.35pt;z-index:2516920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MtkNeQ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meestal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01" name="Text Box 3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55" o:spid="_x0000_s1307" type="#_x0000_t202" style="position:absolute;margin-left:0;margin-top:2pt;width:11.35pt;height:11.35pt;z-index:2516930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lFtmJIwIAAE0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altijd</w:t>
            </w:r>
          </w:p>
        </w:tc>
      </w:tr>
    </w:tbl>
    <w:p w:rsidR="00F2363E" w:rsidRDefault="00F2363E" w:rsidP="00F2363E">
      <w:pPr>
        <w:spacing w:line="276" w:lineRule="auto"/>
        <w:rPr>
          <w:rFonts w:ascii="Arial" w:hAnsi="Arial" w:cs="Arial"/>
          <w:b/>
        </w:rPr>
      </w:pPr>
    </w:p>
    <w:p w:rsidR="00F2363E" w:rsidRDefault="00F2363E" w:rsidP="00F2363E">
      <w:pPr>
        <w:spacing w:line="276" w:lineRule="auto"/>
        <w:ind w:left="360" w:hanging="360"/>
        <w:rPr>
          <w:rFonts w:ascii="Arial" w:hAnsi="Arial" w:cs="Arial"/>
          <w:b/>
        </w:rPr>
      </w:pPr>
    </w:p>
    <w:p w:rsidR="00F2363E" w:rsidRPr="00CA40A9" w:rsidRDefault="00A657B1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F85DF1">
        <w:rPr>
          <w:rFonts w:ascii="Arial" w:hAnsi="Arial" w:cs="Arial"/>
          <w:b/>
        </w:rPr>
        <w:t>1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>Hoe gezond voelt u zich?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100" name="Text Box 35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85" o:spid="_x0000_s1308" type="#_x0000_t202" style="position:absolute;margin-left:0;margin-top:2pt;width:11.35pt;height:11.35pt;z-index:2517217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PDDbk8iAgAATQ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uitstekend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99" name="Text Box 35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86" o:spid="_x0000_s1309" type="#_x0000_t202" style="position:absolute;margin-left:0;margin-top:2pt;width:11.35pt;height:11.35pt;z-index:2517227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3vvEky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zeer goed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98" name="Text Box 35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87" o:spid="_x0000_s1310" type="#_x0000_t202" style="position:absolute;margin-left:0;margin-top:2pt;width:11.35pt;height:11.35pt;z-index:2517237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a+DRA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goed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97" name="Text Box 3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88" o:spid="_x0000_s1311" type="#_x0000_t202" style="position:absolute;margin-left:0;margin-top:2pt;width:11.35pt;height:11.35pt;z-index:2517248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Nqtcci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matig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96" name="Text Box 35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89" o:spid="_x0000_s1312" type="#_x0000_t202" style="position:absolute;margin-left:0;margin-top:2pt;width:11.35pt;height:11.35pt;z-index:2517258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a2YUqS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F2363E" w:rsidRPr="00CA40A9" w:rsidRDefault="00F2363E" w:rsidP="00AD402E">
            <w:r w:rsidRPr="00CA40A9">
              <w:rPr>
                <w:rFonts w:ascii="Arial" w:hAnsi="Arial" w:cs="Arial"/>
              </w:rPr>
              <w:t>slecht</w:t>
            </w:r>
          </w:p>
        </w:tc>
      </w:tr>
    </w:tbl>
    <w:p w:rsidR="00F2363E" w:rsidRDefault="00F2363E" w:rsidP="00F2363E">
      <w:pPr>
        <w:spacing w:line="276" w:lineRule="auto"/>
        <w:rPr>
          <w:rFonts w:ascii="Arial" w:hAnsi="Arial" w:cs="Arial"/>
        </w:rPr>
      </w:pPr>
    </w:p>
    <w:p w:rsidR="00A657B1" w:rsidRPr="00CA40A9" w:rsidRDefault="00A657B1" w:rsidP="00F2363E">
      <w:pPr>
        <w:spacing w:line="276" w:lineRule="auto"/>
        <w:rPr>
          <w:rFonts w:ascii="Arial" w:hAnsi="Arial" w:cs="Arial"/>
        </w:rPr>
      </w:pPr>
    </w:p>
    <w:p w:rsidR="00A657B1" w:rsidRPr="00CA40A9" w:rsidRDefault="0078741A" w:rsidP="00A657B1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F85DF1">
        <w:rPr>
          <w:rFonts w:ascii="Arial" w:hAnsi="Arial" w:cs="Arial"/>
          <w:b/>
        </w:rPr>
        <w:t>2</w:t>
      </w:r>
      <w:r w:rsidR="00A657B1" w:rsidRPr="00CA40A9">
        <w:rPr>
          <w:rFonts w:ascii="Arial" w:hAnsi="Arial" w:cs="Arial"/>
          <w:b/>
        </w:rPr>
        <w:t>.</w:t>
      </w:r>
      <w:r w:rsidR="00A657B1" w:rsidRPr="00CA40A9">
        <w:rPr>
          <w:rFonts w:ascii="Arial" w:hAnsi="Arial" w:cs="Arial"/>
          <w:b/>
        </w:rPr>
        <w:tab/>
      </w:r>
      <w:r w:rsidR="00A657B1">
        <w:rPr>
          <w:rFonts w:ascii="Arial" w:hAnsi="Arial" w:cs="Arial"/>
          <w:b/>
        </w:rPr>
        <w:t>Hoe woont u</w:t>
      </w:r>
      <w:r w:rsidR="00A657B1" w:rsidRPr="00CA40A9">
        <w:rPr>
          <w:rFonts w:ascii="Arial" w:hAnsi="Arial" w:cs="Arial"/>
          <w:b/>
        </w:rPr>
        <w:t xml:space="preserve">? </w:t>
      </w:r>
    </w:p>
    <w:p w:rsidR="00A657B1" w:rsidRPr="00CA40A9" w:rsidRDefault="00A657B1" w:rsidP="00A657B1">
      <w:pPr>
        <w:spacing w:line="144" w:lineRule="auto"/>
        <w:rPr>
          <w:rFonts w:ascii="Arial" w:hAnsi="Arial" w:cs="Arial"/>
          <w:i/>
        </w:rPr>
      </w:pPr>
    </w:p>
    <w:tbl>
      <w:tblPr>
        <w:tblW w:w="8637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8245"/>
      </w:tblGrid>
      <w:tr w:rsidR="00A657B1" w:rsidRPr="00CA40A9" w:rsidTr="0071480C">
        <w:tc>
          <w:tcPr>
            <w:tcW w:w="392" w:type="dxa"/>
            <w:vAlign w:val="center"/>
          </w:tcPr>
          <w:p w:rsidR="00A657B1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95" name="Text Box 3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90" o:spid="_x0000_s1313" type="#_x0000_t202" style="position:absolute;margin-left:0;margin-top:2pt;width:11.35pt;height:11.35pt;z-index:2517268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XSuUY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A657B1" w:rsidRPr="00CA40A9" w:rsidRDefault="00A657B1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 xml:space="preserve">ik </w:t>
            </w:r>
            <w:r>
              <w:rPr>
                <w:rFonts w:ascii="Arial" w:hAnsi="Arial" w:cs="Arial"/>
              </w:rPr>
              <w:t xml:space="preserve">woon alleen (eigen woning/appartement) </w:t>
            </w:r>
          </w:p>
        </w:tc>
      </w:tr>
      <w:tr w:rsidR="00A657B1" w:rsidRPr="00CA40A9" w:rsidTr="0071480C">
        <w:tc>
          <w:tcPr>
            <w:tcW w:w="392" w:type="dxa"/>
            <w:vAlign w:val="center"/>
          </w:tcPr>
          <w:p w:rsidR="00A657B1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94" name="Text Box 35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91" o:spid="_x0000_s1314" type="#_x0000_t202" style="position:absolute;margin-left:0;margin-top:2pt;width:11.35pt;height:11.35pt;z-index:2517278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EY1e3wlAgAASw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A657B1" w:rsidRPr="00CA40A9" w:rsidRDefault="00A657B1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ik</w:t>
            </w:r>
            <w:r>
              <w:rPr>
                <w:rFonts w:ascii="Arial" w:hAnsi="Arial" w:cs="Arial"/>
              </w:rPr>
              <w:t xml:space="preserve"> woon samen met partner (en/of kinderen)</w:t>
            </w:r>
          </w:p>
        </w:tc>
      </w:tr>
      <w:tr w:rsidR="00A657B1" w:rsidRPr="00CA40A9" w:rsidTr="0071480C">
        <w:tc>
          <w:tcPr>
            <w:tcW w:w="392" w:type="dxa"/>
            <w:vAlign w:val="center"/>
          </w:tcPr>
          <w:p w:rsidR="00A657B1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93" name="Text Box 35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92" o:spid="_x0000_s1315" type="#_x0000_t202" style="position:absolute;margin-left:0;margin-top:2pt;width:11.35pt;height:11.35pt;z-index:2517288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LhYtRE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A657B1" w:rsidRPr="00CA40A9" w:rsidRDefault="00A657B1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k woon bij mijn ouder(s) of familie</w:t>
            </w:r>
          </w:p>
        </w:tc>
      </w:tr>
      <w:tr w:rsidR="00A657B1" w:rsidRPr="00CA40A9" w:rsidTr="0071480C">
        <w:tc>
          <w:tcPr>
            <w:tcW w:w="392" w:type="dxa"/>
            <w:vAlign w:val="center"/>
          </w:tcPr>
          <w:p w:rsidR="00A657B1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92" name="Text Box 35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93" o:spid="_x0000_s1316" type="#_x0000_t202" style="position:absolute;margin-left:0;margin-top:2pt;width:11.35pt;height:11.35pt;z-index:2517299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7lais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A657B1" w:rsidRPr="00CA40A9" w:rsidRDefault="00A657B1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woon samen met andere mensen met een beperking in een woonvorm</w:t>
            </w:r>
          </w:p>
        </w:tc>
      </w:tr>
      <w:tr w:rsidR="00A657B1" w:rsidRPr="00CA40A9" w:rsidTr="0071480C">
        <w:tc>
          <w:tcPr>
            <w:tcW w:w="392" w:type="dxa"/>
            <w:vAlign w:val="center"/>
          </w:tcPr>
          <w:p w:rsidR="00A657B1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91" name="Text Box 35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94" o:spid="_x0000_s1317" type="#_x0000_t202" style="position:absolute;margin-left:0;margin-top:2pt;width:11.35pt;height:11.35pt;z-index:2517309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jvE/AIwIAAEs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A657B1" w:rsidRPr="00CA40A9" w:rsidRDefault="00A657B1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woon zelfstandig in een woonvorm voor mensen met een beperking</w:t>
            </w:r>
          </w:p>
        </w:tc>
      </w:tr>
      <w:tr w:rsidR="00A657B1" w:rsidRPr="00CA40A9" w:rsidTr="0071480C">
        <w:tc>
          <w:tcPr>
            <w:tcW w:w="392" w:type="dxa"/>
            <w:vAlign w:val="center"/>
          </w:tcPr>
          <w:p w:rsidR="00A657B1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90" name="Text Box 35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A657B1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96" o:spid="_x0000_s1318" type="#_x0000_t202" style="position:absolute;margin-left:0;margin-top:2pt;width:11.35pt;height:11.35pt;z-index:2517319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hV23m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A657B1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A657B1" w:rsidRPr="00CA40A9" w:rsidRDefault="00A657B1" w:rsidP="00DE26D8">
            <w:pPr>
              <w:tabs>
                <w:tab w:val="right" w:leader="dot" w:pos="8071"/>
              </w:tabs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 xml:space="preserve">anders, nl.: </w:t>
            </w:r>
            <w:r w:rsidRPr="00CA40A9">
              <w:rPr>
                <w:rFonts w:ascii="Arial" w:hAnsi="Arial" w:cs="Arial"/>
              </w:rPr>
              <w:tab/>
            </w:r>
          </w:p>
        </w:tc>
      </w:tr>
    </w:tbl>
    <w:p w:rsidR="00F2363E" w:rsidRDefault="00F2363E" w:rsidP="00F2363E">
      <w:pPr>
        <w:spacing w:line="276" w:lineRule="auto"/>
        <w:ind w:left="454" w:hanging="454"/>
        <w:rPr>
          <w:rFonts w:ascii="Arial" w:hAnsi="Arial" w:cs="Arial"/>
        </w:rPr>
      </w:pPr>
    </w:p>
    <w:p w:rsidR="00F2363E" w:rsidRPr="00CA40A9" w:rsidRDefault="00F5690A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F85DF1">
        <w:rPr>
          <w:rFonts w:ascii="Arial" w:hAnsi="Arial" w:cs="Arial"/>
          <w:b/>
        </w:rPr>
        <w:t>3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 xml:space="preserve">Wat is de hoogste opleiding die u heeft afgerond? 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8686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289"/>
      </w:tblGrid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89" name="Text Box 35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3" o:spid="_x0000_s1319" type="#_x0000_t202" style="position:absolute;margin-left:0;margin-top:2pt;width:11.35pt;height:11.35pt;z-index:2516500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uN+OY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geen opleiding (lager onderwijs niet afgemaakt)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88" name="Text Box 35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4" o:spid="_x0000_s1320" type="#_x0000_t202" style="position:absolute;margin-left:0;margin-top:2pt;width:11.35pt;height:11.35pt;z-index:2516510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3Lib8i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lager onderwijs (basisschool, speciaal basisonderwijs)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87" name="Text Box 35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5" o:spid="_x0000_s1321" type="#_x0000_t202" style="position:absolute;margin-left:0;margin-top:2pt;width:11.35pt;height:11.35pt;z-index:2516520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PJ0+c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lager of voorbereidend beroepsonderwijs (bijv. LTS, LEAO, LHNO, VMBO)</w:t>
            </w:r>
          </w:p>
        </w:tc>
      </w:tr>
      <w:tr w:rsidR="00F2363E" w:rsidRPr="007E4388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86" name="Text Box 35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6" o:spid="_x0000_s1322" type="#_x0000_t202" style="position:absolute;margin-left:0;margin-top:2pt;width:11.35pt;height:11.35pt;z-index:2516531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q21XZC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  <w:lang w:val="pt-BR"/>
              </w:rPr>
            </w:pPr>
            <w:r w:rsidRPr="00CA40A9">
              <w:rPr>
                <w:rFonts w:ascii="Arial" w:hAnsi="Arial" w:cs="Arial"/>
              </w:rPr>
              <w:t xml:space="preserve">middelbaar algemeen voortgezet onderwijs (bijv. </w:t>
            </w:r>
            <w:r w:rsidRPr="00CA40A9">
              <w:rPr>
                <w:rFonts w:ascii="Arial" w:hAnsi="Arial" w:cs="Arial"/>
                <w:lang w:val="pt-BR"/>
              </w:rPr>
              <w:t>MAVO, (M)ULO, VMBO-t)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7E4388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  <w:lang w:val="pt-BR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85" name="Text Box 35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7" o:spid="_x0000_s1323" type="#_x0000_t202" style="position:absolute;margin-left:0;margin-top:2pt;width:11.35pt;height:11.35pt;z-index:2516541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WshCmy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middelbaar beroepsonderwijs en beroepsbegeleidend onderwijs (bijv. MTS, MEAO, BOL, BBL, INAS)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84" name="Text Box 35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8" o:spid="_x0000_s1324" type="#_x0000_t202" style="position:absolute;margin-left:0;margin-top:2pt;width:11.35pt;height:11.35pt;z-index:2516551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ATbPlY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hoger algemeen en voorbereidend wetenschappelijk onderwijs (bijv. HAVO, VWO, Atheneum)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83" name="Text Box 35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9" o:spid="_x0000_s1325" type="#_x0000_t202" style="position:absolute;margin-left:0;margin-top:2pt;width:11.35pt;height:11.35pt;z-index:2516561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8y4PA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hoger beroepsonderwijs (zoals HBO, HTS, HEAO, HBO-V)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82" name="Text Box 35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0" o:spid="_x0000_s1326" type="#_x0000_t202" style="position:absolute;margin-left:0;margin-top:2pt;width:11.35pt;height:11.35pt;z-index:2516572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NLCyX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wetenschappelijk onderwijs (universiteit)</w:t>
            </w:r>
          </w:p>
        </w:tc>
      </w:tr>
      <w:tr w:rsidR="00DE26D8" w:rsidRPr="00CA40A9" w:rsidTr="00DE26D8">
        <w:tc>
          <w:tcPr>
            <w:tcW w:w="397" w:type="dxa"/>
            <w:vAlign w:val="center"/>
          </w:tcPr>
          <w:p w:rsidR="00DE26D8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81" name="Text Box 36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1" o:spid="_x0000_s1327" type="#_x0000_t202" style="position:absolute;margin-left:0;margin-top:2pt;width:11.35pt;height:11.35pt;z-index:2517575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OdZAb8lAgAATA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DE26D8" w:rsidRPr="00CA40A9" w:rsidRDefault="00DE26D8" w:rsidP="0016017D">
            <w:pPr>
              <w:tabs>
                <w:tab w:val="right" w:leader="dot" w:pos="8071"/>
              </w:tabs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 xml:space="preserve">anders, nl.: </w:t>
            </w:r>
            <w:r w:rsidRPr="00CA40A9">
              <w:rPr>
                <w:rFonts w:ascii="Arial" w:hAnsi="Arial" w:cs="Arial"/>
              </w:rPr>
              <w:tab/>
            </w:r>
          </w:p>
        </w:tc>
      </w:tr>
    </w:tbl>
    <w:p w:rsidR="00F2363E" w:rsidRPr="00CA40A9" w:rsidRDefault="00F2363E" w:rsidP="00F2363E">
      <w:pPr>
        <w:spacing w:line="276" w:lineRule="auto"/>
        <w:rPr>
          <w:rFonts w:ascii="Arial" w:hAnsi="Arial" w:cs="Arial"/>
        </w:rPr>
      </w:pPr>
    </w:p>
    <w:p w:rsidR="00F2363E" w:rsidRDefault="00F2363E" w:rsidP="00F2363E">
      <w:pPr>
        <w:spacing w:line="276" w:lineRule="auto"/>
        <w:ind w:left="360" w:hanging="360"/>
        <w:rPr>
          <w:rFonts w:ascii="Arial" w:hAnsi="Arial" w:cs="Arial"/>
          <w:b/>
        </w:rPr>
      </w:pPr>
    </w:p>
    <w:p w:rsidR="00F2363E" w:rsidRPr="00CA40A9" w:rsidRDefault="00F5690A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F85DF1">
        <w:rPr>
          <w:rFonts w:ascii="Arial" w:hAnsi="Arial" w:cs="Arial"/>
          <w:b/>
        </w:rPr>
        <w:t>4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 xml:space="preserve">Wat doet u overdag? </w:t>
      </w:r>
    </w:p>
    <w:p w:rsidR="00F2363E" w:rsidRPr="00CA40A9" w:rsidRDefault="00F2363E" w:rsidP="00F2363E">
      <w:pPr>
        <w:spacing w:line="276" w:lineRule="auto"/>
        <w:ind w:left="360"/>
        <w:rPr>
          <w:rFonts w:ascii="Arial" w:hAnsi="Arial" w:cs="Arial"/>
          <w:i/>
        </w:rPr>
      </w:pPr>
      <w:r w:rsidRPr="00B32186">
        <w:rPr>
          <w:rFonts w:ascii="Arial" w:hAnsi="Arial" w:cs="Arial"/>
          <w:i/>
        </w:rPr>
        <w:t>Meer</w:t>
      </w:r>
      <w:r>
        <w:rPr>
          <w:rFonts w:ascii="Arial" w:hAnsi="Arial" w:cs="Arial"/>
          <w:i/>
        </w:rPr>
        <w:t xml:space="preserve"> antwoorden aankruisen mag.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8637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8245"/>
      </w:tblGrid>
      <w:tr w:rsidR="00F2363E" w:rsidRPr="00CA40A9" w:rsidTr="0071480C">
        <w:tc>
          <w:tcPr>
            <w:tcW w:w="392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80" name="Text Box 35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7" o:spid="_x0000_s1328" type="#_x0000_t202" style="position:absolute;margin-left:0;margin-top:2pt;width:11.35pt;height:11.35pt;z-index:2517155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VOJ9iy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ik ga naar de dagbesteding/activiteitencentrum</w:t>
            </w:r>
          </w:p>
        </w:tc>
      </w:tr>
      <w:tr w:rsidR="00F2363E" w:rsidRPr="00CA40A9" w:rsidTr="0071480C">
        <w:tc>
          <w:tcPr>
            <w:tcW w:w="392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79" name="Text Box 35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8" o:spid="_x0000_s1329" type="#_x0000_t202" style="position:absolute;margin-left:0;margin-top:2pt;width:11.35pt;height:11.35pt;z-index:2517166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7m2ddIwIAAEs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ik ga naar sociale werkvoorziening</w:t>
            </w:r>
          </w:p>
        </w:tc>
      </w:tr>
      <w:tr w:rsidR="00F2363E" w:rsidRPr="00CA40A9" w:rsidTr="0071480C">
        <w:tc>
          <w:tcPr>
            <w:tcW w:w="392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78" name="Text Box 35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9" o:spid="_x0000_s1330" type="#_x0000_t202" style="position:absolute;margin-left:0;margin-top:2pt;width:11.35pt;height:11.35pt;z-index:2517176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z42GnIwIAAEs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ik volg een opleiding of scholing</w:t>
            </w:r>
          </w:p>
        </w:tc>
      </w:tr>
      <w:tr w:rsidR="00F2363E" w:rsidRPr="00CA40A9" w:rsidTr="0071480C">
        <w:tc>
          <w:tcPr>
            <w:tcW w:w="392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77" name="Text Box 35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80" o:spid="_x0000_s1331" type="#_x0000_t202" style="position:absolute;margin-left:0;margin-top:2pt;width:11.35pt;height:11.35pt;z-index:2517186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wcf1w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ik heb betaald werk</w:t>
            </w:r>
          </w:p>
        </w:tc>
      </w:tr>
      <w:tr w:rsidR="00F2363E" w:rsidRPr="00CA40A9" w:rsidTr="0071480C">
        <w:tc>
          <w:tcPr>
            <w:tcW w:w="392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76" name="Text Box 35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81" o:spid="_x0000_s1332" type="#_x0000_t202" style="position:absolute;margin-left:0;margin-top:2pt;width:11.35pt;height:11.35pt;z-index:2517196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maijKyQCAABL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ik doe vrijwilligerswerk</w:t>
            </w:r>
          </w:p>
        </w:tc>
      </w:tr>
      <w:tr w:rsidR="00F2363E" w:rsidRPr="00CA40A9" w:rsidTr="0071480C">
        <w:tc>
          <w:tcPr>
            <w:tcW w:w="392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75" name="Text Box 35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82" o:spid="_x0000_s1333" type="#_x0000_t202" style="position:absolute;margin-left:0;margin-top:2pt;width:11.35pt;height:11.35pt;z-index:2517207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Bu4HD4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krijg</w:t>
            </w:r>
            <w:r w:rsidRPr="00CA40A9">
              <w:rPr>
                <w:rFonts w:ascii="Arial" w:hAnsi="Arial" w:cs="Arial"/>
              </w:rPr>
              <w:t xml:space="preserve"> therapie/behandeling</w:t>
            </w:r>
          </w:p>
        </w:tc>
      </w:tr>
      <w:tr w:rsidR="00DE26D8" w:rsidRPr="00CA40A9" w:rsidTr="0071480C">
        <w:tc>
          <w:tcPr>
            <w:tcW w:w="392" w:type="dxa"/>
            <w:vAlign w:val="center"/>
          </w:tcPr>
          <w:p w:rsidR="00DE26D8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74" name="Text Box 36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49" o:spid="_x0000_s1334" type="#_x0000_t202" style="position:absolute;margin-left:0;margin-top:2pt;width:11.35pt;height:11.35pt;z-index:2517555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9j9NRIwIAAEs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DE26D8" w:rsidRPr="00CA40A9" w:rsidRDefault="00B95C03" w:rsidP="0016017D">
            <w:pPr>
              <w:tabs>
                <w:tab w:val="right" w:leader="dot" w:pos="8071"/>
              </w:tabs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 doe het </w:t>
            </w:r>
            <w:r w:rsidR="009F7E68">
              <w:rPr>
                <w:rFonts w:ascii="Arial" w:hAnsi="Arial" w:cs="Arial"/>
              </w:rPr>
              <w:t>huishouden / werkzaamheden in en rond het huis</w:t>
            </w:r>
          </w:p>
        </w:tc>
      </w:tr>
      <w:tr w:rsidR="00DE26D8" w:rsidRPr="00CA40A9" w:rsidTr="0071480C">
        <w:tc>
          <w:tcPr>
            <w:tcW w:w="392" w:type="dxa"/>
            <w:vAlign w:val="center"/>
          </w:tcPr>
          <w:p w:rsidR="00DE26D8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73" name="Text Box 36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0" o:spid="_x0000_s1335" type="#_x0000_t202" style="position:absolute;margin-left:0;margin-top:2pt;width:11.35pt;height:11.35pt;z-index:2517565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RGTV8C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45" w:type="dxa"/>
            <w:vAlign w:val="center"/>
          </w:tcPr>
          <w:p w:rsidR="00DE26D8" w:rsidRPr="00CA40A9" w:rsidRDefault="009F7E68" w:rsidP="00F85DF1">
            <w:pPr>
              <w:tabs>
                <w:tab w:val="right" w:leader="dot" w:pos="8071"/>
              </w:tabs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 xml:space="preserve">anders, nl.: </w:t>
            </w:r>
            <w:r w:rsidRPr="00CA40A9">
              <w:rPr>
                <w:rFonts w:ascii="Arial" w:hAnsi="Arial" w:cs="Arial"/>
              </w:rPr>
              <w:tab/>
            </w:r>
          </w:p>
        </w:tc>
      </w:tr>
    </w:tbl>
    <w:p w:rsidR="00F2363E" w:rsidRDefault="00F2363E" w:rsidP="00F2363E">
      <w:pPr>
        <w:spacing w:line="276" w:lineRule="auto"/>
        <w:rPr>
          <w:rFonts w:ascii="Arial" w:hAnsi="Arial" w:cs="Arial"/>
        </w:rPr>
      </w:pPr>
    </w:p>
    <w:p w:rsidR="009F7E68" w:rsidRDefault="009F7E68" w:rsidP="00F2363E">
      <w:pPr>
        <w:spacing w:line="276" w:lineRule="auto"/>
        <w:rPr>
          <w:rFonts w:ascii="Arial" w:hAnsi="Arial" w:cs="Arial"/>
        </w:rPr>
      </w:pPr>
    </w:p>
    <w:p w:rsidR="00F2363E" w:rsidRPr="00CA40A9" w:rsidRDefault="00F5690A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F85DF1">
        <w:rPr>
          <w:rFonts w:ascii="Arial" w:hAnsi="Arial" w:cs="Arial"/>
          <w:b/>
        </w:rPr>
        <w:t>5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 xml:space="preserve">Wat is </w:t>
      </w:r>
      <w:r w:rsidR="00F2363E" w:rsidRPr="006B1C0D">
        <w:rPr>
          <w:rFonts w:ascii="Arial" w:hAnsi="Arial" w:cs="Arial"/>
          <w:b/>
          <w:u w:val="single"/>
        </w:rPr>
        <w:t>uw</w:t>
      </w:r>
      <w:r w:rsidR="00F2363E" w:rsidRPr="00CA40A9">
        <w:rPr>
          <w:rFonts w:ascii="Arial" w:hAnsi="Arial" w:cs="Arial"/>
          <w:b/>
        </w:rPr>
        <w:t xml:space="preserve"> geboorteland?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8686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289"/>
      </w:tblGrid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72" name="Text Box 35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2" o:spid="_x0000_s1336" type="#_x0000_t202" style="position:absolute;margin-left:0;margin-top:2pt;width:11.35pt;height:11.35pt;z-index:2516582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FkNvey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Nederland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71" name="Text Box 35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3" o:spid="_x0000_s1337" type="#_x0000_t202" style="position:absolute;margin-left:0;margin-top:2pt;width:11.35pt;height:11.35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1JizA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Indonesië/voormalig Nederlands-Indië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70" name="Text Box 35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4" o:spid="_x0000_s1338" type="#_x0000_t202" style="position:absolute;margin-left:0;margin-top:2pt;width:11.35pt;height:11.35pt;z-index:2516602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bh9gKC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Suriname</w:t>
            </w:r>
          </w:p>
        </w:tc>
      </w:tr>
      <w:tr w:rsidR="00F2363E" w:rsidRPr="0044547E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69" name="Text Box 35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5" o:spid="_x0000_s1339" type="#_x0000_t202" style="position:absolute;margin-left:0;margin-top:2pt;width:11.35pt;height:11.35pt;z-index:2516613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5gx9xSECAABK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Marokko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44547E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68" name="Text Box 35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6" o:spid="_x0000_s1340" type="#_x0000_t202" style="position:absolute;margin-left:0;margin-top:2pt;width:11.35pt;height:11.35pt;z-index:2516623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CbxmRhIAIAAEo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Turkije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67" name="Text Box 35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7" o:spid="_x0000_s1341" type="#_x0000_t202" style="position:absolute;margin-left:0;margin-top:2pt;width:11.35pt;height:11.35pt;z-index:2516633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D9v4qCIAIAAEo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Duitsland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66" name="Text Box 35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8" o:spid="_x0000_s1342" type="#_x0000_t202" style="position:absolute;margin-left:0;margin-top:2pt;width:11.35pt;height:11.35pt;z-index:2516643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90QB0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Nederlands Antillen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65" name="Text Box 3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9" o:spid="_x0000_s1343" type="#_x0000_t202" style="position:absolute;margin-left:0;margin-top:2pt;width:11.35pt;height:11.35pt;z-index:25166540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GqRQCA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Aruba</w:t>
            </w:r>
          </w:p>
        </w:tc>
      </w:tr>
      <w:tr w:rsidR="00DE26D8" w:rsidRPr="00CA40A9" w:rsidTr="00DE26D8">
        <w:tc>
          <w:tcPr>
            <w:tcW w:w="397" w:type="dxa"/>
            <w:vAlign w:val="center"/>
          </w:tcPr>
          <w:p w:rsidR="00DE26D8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64" name="Text Box 36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2" o:spid="_x0000_s1344" type="#_x0000_t202" style="position:absolute;margin-left:0;margin-top:2pt;width:11.35pt;height:11.35pt;z-index:2517585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ZKt3k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DE26D8" w:rsidRPr="00CA40A9" w:rsidRDefault="00DE26D8" w:rsidP="0016017D">
            <w:pPr>
              <w:tabs>
                <w:tab w:val="right" w:leader="dot" w:pos="8071"/>
              </w:tabs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 xml:space="preserve">anders, nl.: </w:t>
            </w:r>
            <w:r w:rsidRPr="00CA40A9">
              <w:rPr>
                <w:rFonts w:ascii="Arial" w:hAnsi="Arial" w:cs="Arial"/>
              </w:rPr>
              <w:tab/>
            </w:r>
          </w:p>
        </w:tc>
      </w:tr>
    </w:tbl>
    <w:p w:rsidR="00F2363E" w:rsidRPr="00CA40A9" w:rsidRDefault="00F2363E" w:rsidP="00F2363E">
      <w:pPr>
        <w:spacing w:line="276" w:lineRule="auto"/>
        <w:rPr>
          <w:rFonts w:ascii="Arial" w:hAnsi="Arial" w:cs="Arial"/>
        </w:rPr>
      </w:pPr>
    </w:p>
    <w:p w:rsidR="00F2363E" w:rsidRPr="00CA40A9" w:rsidRDefault="00F5690A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F85DF1">
        <w:rPr>
          <w:rFonts w:ascii="Arial" w:hAnsi="Arial" w:cs="Arial"/>
          <w:b/>
        </w:rPr>
        <w:t>6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>Wat is het geboorteland van uw vader?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8686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289"/>
      </w:tblGrid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63" name="Text Box 35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21" o:spid="_x0000_s1345" type="#_x0000_t202" style="position:absolute;margin-left:0;margin-top:2pt;width:11.35pt;height:11.35pt;z-index:2516664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DcQuHklAgAATA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Nederland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62" name="Text Box 35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22" o:spid="_x0000_s1346" type="#_x0000_t202" style="position:absolute;margin-left:0;margin-top:2pt;width:11.35pt;height:11.35pt;z-index:2516674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GlRaVE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Indonesië/voormalig Nederlands-Indië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61" name="Text Box 35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23" o:spid="_x0000_s1347" type="#_x0000_t202" style="position:absolute;margin-left:0;margin-top:2pt;width:11.35pt;height:11.35pt;z-index:2516684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P1VyLY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Suriname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60" name="Text Box 35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24" o:spid="_x0000_s1348" type="#_x0000_t202" style="position:absolute;margin-left:0;margin-top:2pt;width:11.35pt;height:11.35pt;z-index:2516695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D2+pZU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Marokko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  <w:lang w:val="pt-BR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59" name="Text Box 35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25" o:spid="_x0000_s1349" type="#_x0000_t202" style="position:absolute;margin-left:0;margin-top:2pt;width:11.35pt;height:11.35pt;z-index:2516705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KF6tl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Turkije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58" name="Text Box 35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26" o:spid="_x0000_s1350" type="#_x0000_t202" style="position:absolute;margin-left:0;margin-top:2pt;width:11.35pt;height:11.35pt;z-index:2516715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AFjyto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Duitsland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57" name="Text Box 35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27" o:spid="_x0000_s1351" type="#_x0000_t202" style="position:absolute;margin-left:0;margin-top:2pt;width:11.35pt;height:11.35pt;z-index:2516725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D7uvRk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Nederlands Antillen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56" name="Text Box 35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28" o:spid="_x0000_s1352" type="#_x0000_t202" style="position:absolute;margin-left:0;margin-top:2pt;width:11.35pt;height:11.35pt;z-index:2516736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ANJj2M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Aruba</w:t>
            </w:r>
          </w:p>
        </w:tc>
      </w:tr>
      <w:tr w:rsidR="00DE26D8" w:rsidRPr="00CA40A9" w:rsidTr="00DE26D8">
        <w:tc>
          <w:tcPr>
            <w:tcW w:w="397" w:type="dxa"/>
            <w:vAlign w:val="center"/>
          </w:tcPr>
          <w:p w:rsidR="00DE26D8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55" name="Text Box 36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3" o:spid="_x0000_s1353" type="#_x0000_t202" style="position:absolute;margin-left:0;margin-top:2pt;width:11.35pt;height:11.35pt;z-index:2517596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F542ZE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289" w:type="dxa"/>
            <w:vAlign w:val="center"/>
          </w:tcPr>
          <w:p w:rsidR="00DE26D8" w:rsidRPr="00CA40A9" w:rsidRDefault="00DE26D8" w:rsidP="0016017D">
            <w:pPr>
              <w:tabs>
                <w:tab w:val="right" w:leader="dot" w:pos="8071"/>
              </w:tabs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 xml:space="preserve">anders, nl.: </w:t>
            </w:r>
            <w:r w:rsidRPr="00CA40A9">
              <w:rPr>
                <w:rFonts w:ascii="Arial" w:hAnsi="Arial" w:cs="Arial"/>
              </w:rPr>
              <w:tab/>
            </w:r>
          </w:p>
        </w:tc>
      </w:tr>
    </w:tbl>
    <w:p w:rsidR="00F2363E" w:rsidRPr="00CA40A9" w:rsidRDefault="00F2363E" w:rsidP="00F2363E">
      <w:pPr>
        <w:spacing w:line="276" w:lineRule="auto"/>
        <w:rPr>
          <w:rFonts w:ascii="Arial" w:hAnsi="Arial" w:cs="Arial"/>
        </w:rPr>
      </w:pPr>
    </w:p>
    <w:p w:rsidR="00A657B1" w:rsidRDefault="00A657B1" w:rsidP="00F2363E">
      <w:pPr>
        <w:spacing w:line="276" w:lineRule="auto"/>
        <w:ind w:left="360" w:hanging="360"/>
        <w:rPr>
          <w:rFonts w:ascii="Arial" w:hAnsi="Arial" w:cs="Arial"/>
          <w:b/>
        </w:rPr>
      </w:pPr>
    </w:p>
    <w:p w:rsidR="00F2363E" w:rsidRPr="00CA40A9" w:rsidRDefault="0087581D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F85DF1">
        <w:rPr>
          <w:rFonts w:ascii="Arial" w:hAnsi="Arial" w:cs="Arial"/>
          <w:b/>
        </w:rPr>
        <w:t>7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>Wat is het geboorteland van uw moeder?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8700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303"/>
      </w:tblGrid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54" name="Text Box 35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30" o:spid="_x0000_s1354" type="#_x0000_t202" style="position:absolute;margin-left:0;margin-top:2pt;width:11.35pt;height:11.35pt;z-index:2516746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BnhfXY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Nederland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53" name="Text Box 35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31" o:spid="_x0000_s1355" type="#_x0000_t202" style="position:absolute;margin-left:0;margin-top:2pt;width:11.35pt;height:11.35pt;z-index:2516756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AjF9gglAgAASw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Indonesië/voormalig Nederlands-Indië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52" name="Text Box 35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32" o:spid="_x0000_s1356" type="#_x0000_t202" style="position:absolute;margin-left:0;margin-top:2pt;width:11.35pt;height:11.35pt;z-index:2516766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CPrUCEIAIAAEo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Suriname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51" name="Text Box 3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33" o:spid="_x0000_s1357" type="#_x0000_t202" style="position:absolute;margin-left:0;margin-top:2pt;width:11.35pt;height:11.35pt;z-index:2516776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Dn5W2xIAIAAEo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Marokko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  <w:lang w:val="pt-BR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50" name="Text Box 3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34" o:spid="_x0000_s1358" type="#_x0000_t202" style="position:absolute;margin-left:0;margin-top:2pt;width:11.35pt;height:11.35pt;z-index:2516787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ic3VtC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Turkije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49" name="Text Box 35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35" o:spid="_x0000_s1359" type="#_x0000_t202" style="position:absolute;margin-left:0;margin-top:2pt;width:11.35pt;height:11.35pt;z-index:2516797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HtFRBI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Duitsland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48" name="Text Box 35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36" o:spid="_x0000_s1360" type="#_x0000_t202" style="position:absolute;margin-left:0;margin-top:2pt;width:11.35pt;height:11.35pt;z-index:2516807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CSHG/S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Nederlands Antillen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47" name="Text Box 3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37" o:spid="_x0000_s1361" type="#_x0000_t202" style="position:absolute;margin-left:0;margin-top:2pt;width:11.35pt;height:11.35pt;z-index:2516817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H2Rt5S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Aruba</w:t>
            </w:r>
          </w:p>
        </w:tc>
      </w:tr>
      <w:tr w:rsidR="00DE26D8" w:rsidRPr="00CA40A9" w:rsidTr="00DE26D8">
        <w:tc>
          <w:tcPr>
            <w:tcW w:w="397" w:type="dxa"/>
            <w:vAlign w:val="center"/>
          </w:tcPr>
          <w:p w:rsidR="00DE26D8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46" name="Text Box 36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4" o:spid="_x0000_s1362" type="#_x0000_t202" style="position:absolute;margin-left:0;margin-top:2pt;width:11.35pt;height:11.35pt;z-index:2517606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7FFtvi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:rsidR="00DE26D8" w:rsidRPr="00CA40A9" w:rsidRDefault="00DE26D8" w:rsidP="0016017D">
            <w:pPr>
              <w:tabs>
                <w:tab w:val="right" w:leader="dot" w:pos="8071"/>
              </w:tabs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 xml:space="preserve">anders, nl.: </w:t>
            </w:r>
            <w:r w:rsidRPr="00CA40A9">
              <w:rPr>
                <w:rFonts w:ascii="Arial" w:hAnsi="Arial" w:cs="Arial"/>
              </w:rPr>
              <w:tab/>
            </w:r>
          </w:p>
        </w:tc>
      </w:tr>
    </w:tbl>
    <w:p w:rsidR="00F2363E" w:rsidRPr="00CA40A9" w:rsidRDefault="00F2363E" w:rsidP="00F2363E">
      <w:pPr>
        <w:spacing w:line="276" w:lineRule="auto"/>
        <w:rPr>
          <w:rFonts w:ascii="Arial" w:hAnsi="Arial" w:cs="Arial"/>
        </w:rPr>
      </w:pPr>
    </w:p>
    <w:p w:rsidR="00592F51" w:rsidRDefault="00592F51" w:rsidP="00F2363E">
      <w:pPr>
        <w:spacing w:line="276" w:lineRule="auto"/>
        <w:ind w:left="454" w:hanging="454"/>
        <w:rPr>
          <w:rFonts w:ascii="Arial" w:hAnsi="Arial" w:cs="Arial"/>
          <w:b/>
        </w:rPr>
      </w:pPr>
    </w:p>
    <w:p w:rsidR="00F2363E" w:rsidRPr="00592F51" w:rsidRDefault="00592F51" w:rsidP="00592F51">
      <w:pPr>
        <w:spacing w:line="276" w:lineRule="auto"/>
        <w:ind w:left="454" w:hanging="94"/>
        <w:rPr>
          <w:rFonts w:ascii="Arial" w:hAnsi="Arial" w:cs="Arial"/>
          <w:i/>
        </w:rPr>
      </w:pPr>
      <w:r w:rsidRPr="00592F51">
        <w:rPr>
          <w:rFonts w:ascii="Arial" w:hAnsi="Arial" w:cs="Arial"/>
          <w:i/>
        </w:rPr>
        <w:t xml:space="preserve">Int: </w:t>
      </w:r>
      <w:r w:rsidR="003A0D0A">
        <w:rPr>
          <w:rFonts w:ascii="Arial" w:hAnsi="Arial" w:cs="Arial"/>
          <w:i/>
        </w:rPr>
        <w:t>D</w:t>
      </w:r>
      <w:r w:rsidRPr="00592F51">
        <w:rPr>
          <w:rFonts w:ascii="Arial" w:hAnsi="Arial" w:cs="Arial"/>
          <w:i/>
        </w:rPr>
        <w:t xml:space="preserve">eze vraag </w:t>
      </w:r>
      <w:r w:rsidRPr="00592F51">
        <w:rPr>
          <w:rFonts w:ascii="Arial" w:hAnsi="Arial" w:cs="Arial"/>
          <w:b/>
          <w:i/>
        </w:rPr>
        <w:t>niet</w:t>
      </w:r>
      <w:r w:rsidRPr="00592F51">
        <w:rPr>
          <w:rFonts w:ascii="Arial" w:hAnsi="Arial" w:cs="Arial"/>
          <w:i/>
        </w:rPr>
        <w:t xml:space="preserve"> stellen.</w:t>
      </w:r>
    </w:p>
    <w:p w:rsidR="00F2363E" w:rsidRPr="00CA40A9" w:rsidRDefault="0087581D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F85DF1">
        <w:rPr>
          <w:rFonts w:ascii="Arial" w:hAnsi="Arial" w:cs="Arial"/>
          <w:b/>
        </w:rPr>
        <w:t>8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>Heeft iemand u geholpen om deze vragenlijst in te vullen?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0" w:type="auto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665"/>
        <w:gridCol w:w="720"/>
        <w:gridCol w:w="4312"/>
      </w:tblGrid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45" name="Text Box 35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39" o:spid="_x0000_s1363" type="#_x0000_t202" style="position:absolute;margin-left:0;margin-top:2pt;width:11.35pt;height:11.35pt;z-index:2516828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S4BKwy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65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nee</w:t>
            </w:r>
          </w:p>
        </w:tc>
        <w:tc>
          <w:tcPr>
            <w:tcW w:w="720" w:type="dxa"/>
            <w:vAlign w:val="center"/>
          </w:tcPr>
          <w:p w:rsidR="00F2363E" w:rsidRPr="00CA40A9" w:rsidRDefault="008876E7" w:rsidP="00AD402E">
            <w:pPr>
              <w:pStyle w:val="hokjesok"/>
              <w:numPr>
                <w:ilvl w:val="0"/>
                <w:numId w:val="0"/>
              </w:numPr>
              <w:spacing w:line="276" w:lineRule="auto"/>
              <w:ind w:left="454" w:hanging="454"/>
              <w:rPr>
                <w:rFonts w:ascii="Arial" w:hAnsi="Arial" w:cs="Arial"/>
              </w:rPr>
            </w:pPr>
            <w:r w:rsidRPr="00CA40A9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99695</wp:posOffset>
                      </wp:positionV>
                      <wp:extent cx="349250" cy="0"/>
                      <wp:effectExtent l="5715" t="61595" r="16510" b="52705"/>
                      <wp:wrapNone/>
                      <wp:docPr id="44" name="Line 3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75300F" id="Line 354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7.85pt" to="29.4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312" w:type="dxa"/>
            <w:vAlign w:val="center"/>
          </w:tcPr>
          <w:p w:rsidR="00F2363E" w:rsidRPr="00CA40A9" w:rsidRDefault="000F4D31" w:rsidP="00AD402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 naar vraag 7</w:t>
            </w:r>
            <w:r w:rsidR="00F85DF1">
              <w:rPr>
                <w:rFonts w:ascii="Arial" w:hAnsi="Arial" w:cs="Arial"/>
              </w:rPr>
              <w:t>1</w:t>
            </w:r>
          </w:p>
        </w:tc>
      </w:tr>
      <w:tr w:rsidR="00F2363E" w:rsidRPr="00CA40A9" w:rsidTr="0071480C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43" name="Text Box 3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40" o:spid="_x0000_s1364" type="#_x0000_t202" style="position:absolute;margin-left:0;margin-top:2pt;width:11.35pt;height:11.35pt;z-index:2516838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P6aTro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65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ja</w:t>
            </w:r>
          </w:p>
        </w:tc>
        <w:tc>
          <w:tcPr>
            <w:tcW w:w="720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312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2363E" w:rsidRPr="00CA40A9" w:rsidRDefault="00F2363E" w:rsidP="00F2363E">
      <w:pPr>
        <w:spacing w:line="276" w:lineRule="auto"/>
        <w:rPr>
          <w:rFonts w:ascii="Arial" w:hAnsi="Arial" w:cs="Arial"/>
          <w:b/>
        </w:rPr>
      </w:pPr>
    </w:p>
    <w:p w:rsidR="009F7E68" w:rsidRDefault="009F7E68" w:rsidP="009F7E68">
      <w:pPr>
        <w:spacing w:line="276" w:lineRule="auto"/>
        <w:ind w:left="360" w:hanging="360"/>
        <w:rPr>
          <w:rFonts w:ascii="Arial" w:hAnsi="Arial" w:cs="Arial"/>
          <w:b/>
        </w:rPr>
      </w:pPr>
    </w:p>
    <w:p w:rsidR="003A0D0A" w:rsidRPr="003A0D0A" w:rsidRDefault="003A0D0A" w:rsidP="003A0D0A">
      <w:pPr>
        <w:spacing w:line="276" w:lineRule="auto"/>
        <w:ind w:left="360"/>
        <w:rPr>
          <w:rFonts w:ascii="Arial" w:hAnsi="Arial" w:cs="Arial"/>
          <w:i/>
        </w:rPr>
      </w:pPr>
      <w:r w:rsidRPr="003A0D0A">
        <w:rPr>
          <w:rFonts w:ascii="Arial" w:hAnsi="Arial" w:cs="Arial"/>
          <w:i/>
        </w:rPr>
        <w:t xml:space="preserve">Int: Deze vraag </w:t>
      </w:r>
      <w:r w:rsidRPr="003A0D0A">
        <w:rPr>
          <w:rFonts w:ascii="Arial" w:hAnsi="Arial" w:cs="Arial"/>
          <w:b/>
          <w:i/>
        </w:rPr>
        <w:t>niet</w:t>
      </w:r>
      <w:r w:rsidRPr="003A0D0A">
        <w:rPr>
          <w:rFonts w:ascii="Arial" w:hAnsi="Arial" w:cs="Arial"/>
          <w:i/>
        </w:rPr>
        <w:t xml:space="preserve"> stellen.</w:t>
      </w:r>
    </w:p>
    <w:p w:rsidR="009F7E68" w:rsidRPr="00B32186" w:rsidRDefault="00F85DF1" w:rsidP="009F7E68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69</w:t>
      </w:r>
      <w:r w:rsidR="009F7E68" w:rsidRPr="00B32186">
        <w:rPr>
          <w:rFonts w:ascii="Arial" w:hAnsi="Arial" w:cs="Arial"/>
          <w:b/>
        </w:rPr>
        <w:t>.</w:t>
      </w:r>
      <w:r w:rsidR="009F7E68" w:rsidRPr="00B32186">
        <w:rPr>
          <w:rFonts w:ascii="Arial" w:hAnsi="Arial" w:cs="Arial"/>
          <w:b/>
        </w:rPr>
        <w:tab/>
      </w:r>
      <w:r w:rsidR="009F7E68">
        <w:rPr>
          <w:rFonts w:ascii="Arial" w:hAnsi="Arial" w:cs="Arial"/>
          <w:b/>
        </w:rPr>
        <w:t xml:space="preserve">Wie heeft u </w:t>
      </w:r>
      <w:r w:rsidR="009F7E68" w:rsidRPr="00B32186">
        <w:rPr>
          <w:rFonts w:ascii="Arial" w:hAnsi="Arial" w:cs="Arial"/>
          <w:b/>
        </w:rPr>
        <w:t>geholpen?</w:t>
      </w:r>
    </w:p>
    <w:p w:rsidR="009F7E68" w:rsidRPr="008A54A2" w:rsidRDefault="009F7E68" w:rsidP="009F7E68">
      <w:pPr>
        <w:spacing w:line="144" w:lineRule="auto"/>
        <w:rPr>
          <w:rFonts w:ascii="Arial" w:hAnsi="Arial" w:cs="Arial"/>
          <w:i/>
        </w:rPr>
      </w:pPr>
    </w:p>
    <w:tbl>
      <w:tblPr>
        <w:tblW w:w="847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077"/>
      </w:tblGrid>
      <w:tr w:rsidR="009F7E68" w:rsidRPr="008A54A2" w:rsidTr="000E4160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F7E68" w:rsidRPr="008A54A2" w:rsidRDefault="008876E7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42" name="Text Box 36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9F7E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9F7E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99" o:spid="_x0000_s1365" type="#_x0000_t202" style="position:absolute;margin-left:0;margin-top:2pt;width:11.35pt;height:11.35pt;z-index:2518056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BclTnt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9F7E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9F7E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F7E68" w:rsidRPr="00B32186" w:rsidRDefault="009F7E68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familie of partner</w:t>
            </w:r>
          </w:p>
        </w:tc>
      </w:tr>
      <w:tr w:rsidR="009F7E68" w:rsidRPr="008A54A2" w:rsidTr="000E4160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F7E68" w:rsidRPr="008A54A2" w:rsidRDefault="008876E7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41" name="Text Box 37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9F7E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9F7E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00" o:spid="_x0000_s1366" type="#_x0000_t202" style="position:absolute;margin-left:0;margin-top:2pt;width:11.35pt;height:11.35pt;z-index:2518067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FXz/Zc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9F7E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9F7E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F7E68" w:rsidRPr="00B32186" w:rsidRDefault="009F7E68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vriend of kennis</w:t>
            </w:r>
          </w:p>
        </w:tc>
      </w:tr>
      <w:tr w:rsidR="009F7E68" w:rsidRPr="008A54A2" w:rsidTr="000E4160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F7E68" w:rsidRPr="008A54A2" w:rsidRDefault="008876E7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40" name="Text Box 37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9F7E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9F7E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01" o:spid="_x0000_s1367" type="#_x0000_t202" style="position:absolute;margin-left:0;margin-top:2pt;width:11.35pt;height:11.35pt;z-index:2518077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I8hEVUlAgAATA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9F7E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9F7E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F7E68" w:rsidRPr="00B32186" w:rsidRDefault="009F7E68" w:rsidP="000E416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persoonlijk begeleider</w:t>
            </w:r>
          </w:p>
        </w:tc>
      </w:tr>
      <w:tr w:rsidR="009F7E68" w:rsidRPr="008A54A2" w:rsidTr="000E4160"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:rsidR="009F7E68" w:rsidRPr="008A54A2" w:rsidRDefault="008876E7" w:rsidP="000E4160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8A54A2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39" name="Text Box 3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9F7E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9F7E68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02" o:spid="_x0000_s1368" type="#_x0000_t202" style="position:absolute;margin-left:0;margin-top:2pt;width:11.35pt;height:11.35pt;z-index:2518087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aIkA8y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9F7E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9F7E68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77" w:type="dxa"/>
            <w:vAlign w:val="center"/>
          </w:tcPr>
          <w:p w:rsidR="009F7E68" w:rsidRPr="00B32186" w:rsidRDefault="009F7E68" w:rsidP="000E4160">
            <w:pPr>
              <w:tabs>
                <w:tab w:val="right" w:leader="dot" w:pos="8066"/>
              </w:tabs>
              <w:spacing w:line="276" w:lineRule="auto"/>
              <w:rPr>
                <w:rFonts w:ascii="Arial" w:hAnsi="Arial" w:cs="Arial"/>
              </w:rPr>
            </w:pPr>
            <w:r w:rsidRPr="00B32186">
              <w:rPr>
                <w:rFonts w:ascii="Arial" w:hAnsi="Arial" w:cs="Arial"/>
              </w:rPr>
              <w:t xml:space="preserve">anders, nl.: </w:t>
            </w:r>
            <w:r w:rsidRPr="00B32186">
              <w:rPr>
                <w:rFonts w:ascii="Arial" w:hAnsi="Arial" w:cs="Arial"/>
              </w:rPr>
              <w:tab/>
            </w:r>
          </w:p>
        </w:tc>
      </w:tr>
    </w:tbl>
    <w:p w:rsidR="009F7E68" w:rsidRPr="00B32186" w:rsidRDefault="009F7E68" w:rsidP="009F7E68">
      <w:pPr>
        <w:spacing w:line="192" w:lineRule="auto"/>
        <w:rPr>
          <w:rFonts w:ascii="Arial" w:hAnsi="Arial" w:cs="Arial"/>
          <w:b/>
        </w:rPr>
      </w:pPr>
    </w:p>
    <w:p w:rsidR="002A4D02" w:rsidRPr="002A4D02" w:rsidRDefault="00F5690A" w:rsidP="002A4D02">
      <w:pPr>
        <w:spacing w:line="276" w:lineRule="auto"/>
        <w:ind w:left="360"/>
        <w:rPr>
          <w:rFonts w:ascii="Arial" w:hAnsi="Arial" w:cs="Arial"/>
          <w:i/>
        </w:rPr>
      </w:pPr>
      <w:r>
        <w:rPr>
          <w:rFonts w:ascii="Arial" w:hAnsi="Arial" w:cs="Arial"/>
          <w:b/>
          <w:highlight w:val="yellow"/>
        </w:rPr>
        <w:br w:type="page"/>
      </w:r>
      <w:r w:rsidR="002A4D02" w:rsidRPr="002A4D02">
        <w:rPr>
          <w:rFonts w:ascii="Arial" w:hAnsi="Arial" w:cs="Arial"/>
          <w:i/>
        </w:rPr>
        <w:t xml:space="preserve">Int: Deze vraag </w:t>
      </w:r>
      <w:r w:rsidR="002A4D02" w:rsidRPr="002A4D02">
        <w:rPr>
          <w:rFonts w:ascii="Arial" w:hAnsi="Arial" w:cs="Arial"/>
          <w:b/>
          <w:i/>
        </w:rPr>
        <w:t>niet</w:t>
      </w:r>
      <w:r w:rsidR="002A4D02" w:rsidRPr="002A4D02">
        <w:rPr>
          <w:rFonts w:ascii="Arial" w:hAnsi="Arial" w:cs="Arial"/>
          <w:i/>
        </w:rPr>
        <w:t xml:space="preserve"> stellen.</w:t>
      </w:r>
    </w:p>
    <w:p w:rsidR="00F2363E" w:rsidRPr="00CA40A9" w:rsidRDefault="00A657B1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F85DF1">
        <w:rPr>
          <w:rFonts w:ascii="Arial" w:hAnsi="Arial" w:cs="Arial"/>
          <w:b/>
        </w:rPr>
        <w:t>0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>Hoe heeft die persoon u geholpen?</w:t>
      </w:r>
    </w:p>
    <w:p w:rsidR="00F2363E" w:rsidRPr="00CA40A9" w:rsidRDefault="00F2363E" w:rsidP="00F2363E">
      <w:pPr>
        <w:spacing w:line="276" w:lineRule="auto"/>
        <w:ind w:firstLine="360"/>
        <w:rPr>
          <w:rFonts w:ascii="Arial" w:hAnsi="Arial" w:cs="Arial"/>
          <w:i/>
        </w:rPr>
      </w:pPr>
      <w:r w:rsidRPr="00B32186">
        <w:rPr>
          <w:rFonts w:ascii="Arial" w:hAnsi="Arial" w:cs="Arial"/>
          <w:i/>
        </w:rPr>
        <w:t>Meer</w:t>
      </w:r>
      <w:r>
        <w:rPr>
          <w:rFonts w:ascii="Arial" w:hAnsi="Arial" w:cs="Arial"/>
          <w:i/>
        </w:rPr>
        <w:t xml:space="preserve"> antwoorden aankruisen mag.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  <w:i/>
        </w:rPr>
      </w:pPr>
    </w:p>
    <w:tbl>
      <w:tblPr>
        <w:tblW w:w="8714" w:type="dxa"/>
        <w:tblInd w:w="357" w:type="dxa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8317"/>
      </w:tblGrid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38" name="Text Box 35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42" o:spid="_x0000_s1369" type="#_x0000_t202" style="position:absolute;margin-left:0;margin-top:2pt;width:11.35pt;height:11.35pt;z-index:2516858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bjbIRi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hij/zij heeft de vragen voorgelezen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37" name="Text Box 35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43" o:spid="_x0000_s1370" type="#_x0000_t202" style="position:absolute;margin-left:0;margin-top:2pt;width:11.35pt;height:11.35pt;z-index:2516869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PedtsIwIAAEs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hij/zij heeft mijn antwoorden opgeschreven</w:t>
            </w:r>
          </w:p>
        </w:tc>
      </w:tr>
      <w:tr w:rsidR="00F2363E" w:rsidRPr="00CA40A9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36" name="Text Box 35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44" o:spid="_x0000_s1371" type="#_x0000_t202" style="position:absolute;margin-left:0;margin-top:2pt;width:11.35pt;height:11.35pt;z-index:2516879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MwvMHQ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7" w:type="dxa"/>
            <w:vAlign w:val="center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>hij/zij heeft de vragen in mijn plaats beantwoord</w:t>
            </w:r>
          </w:p>
        </w:tc>
      </w:tr>
      <w:tr w:rsidR="00F2363E" w:rsidRPr="007E4388" w:rsidTr="00DE26D8">
        <w:tc>
          <w:tcPr>
            <w:tcW w:w="397" w:type="dxa"/>
            <w:vAlign w:val="center"/>
          </w:tcPr>
          <w:p w:rsidR="00F2363E" w:rsidRPr="00CA40A9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35" name="Text Box 35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45" o:spid="_x0000_s1372" type="#_x0000_t202" style="position:absolute;margin-left:0;margin-top:2pt;width:11.35pt;height:11.35pt;z-index:2516889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dyXUPy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7" w:type="dxa"/>
            <w:vAlign w:val="center"/>
          </w:tcPr>
          <w:p w:rsidR="00F2363E" w:rsidRPr="00CA40A9" w:rsidRDefault="00F2363E" w:rsidP="00AD402E">
            <w:r w:rsidRPr="00CA40A9">
              <w:rPr>
                <w:rFonts w:ascii="Arial" w:hAnsi="Arial" w:cs="Arial"/>
              </w:rPr>
              <w:t>hij/zij heeft de vragen in mijn taal vertaald</w:t>
            </w:r>
          </w:p>
        </w:tc>
      </w:tr>
      <w:tr w:rsidR="00DE26D8" w:rsidRPr="00CA40A9" w:rsidTr="00DE26D8">
        <w:tc>
          <w:tcPr>
            <w:tcW w:w="397" w:type="dxa"/>
            <w:vAlign w:val="center"/>
          </w:tcPr>
          <w:p w:rsidR="00DE26D8" w:rsidRPr="007E4388" w:rsidRDefault="008876E7" w:rsidP="00AD402E">
            <w:pPr>
              <w:pStyle w:val="Plattetekstinspringen"/>
              <w:tabs>
                <w:tab w:val="center" w:pos="780"/>
              </w:tabs>
              <w:spacing w:before="40" w:after="40" w:line="264" w:lineRule="auto"/>
              <w:ind w:left="0"/>
              <w:rPr>
                <w:rFonts w:ascii="Helvetica" w:hAnsi="Helvetica" w:cs="Arial"/>
              </w:rPr>
            </w:pPr>
            <w:r w:rsidRPr="00CA40A9">
              <w:rPr>
                <w:rFonts w:ascii="Helvetica" w:hAnsi="Helvetica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12700" t="6350" r="5080" b="11430"/>
                      <wp:wrapNone/>
                      <wp:docPr id="34" name="Text Box 36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F7E10" w:rsidRDefault="004F7E10" w:rsidP="00F2363E">
                                  <w:pPr>
                                    <w:rPr>
                                      <w:rFonts w:ascii="Arial" w:hAnsi="Arial" w:cs="Arial"/>
                                      <w:b/>
                                      <w:vanish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5" o:spid="_x0000_s1373" type="#_x0000_t202" style="position:absolute;margin-left:0;margin-top:2pt;width:11.35pt;height:11.35pt;z-index:2517616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ELfwxE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  <w:p w:rsidR="004F7E10" w:rsidRDefault="004F7E10" w:rsidP="00F2363E">
                            <w:pPr>
                              <w:rPr>
                                <w:rFonts w:ascii="Arial" w:hAnsi="Arial" w:cs="Arial"/>
                                <w:b/>
                                <w:vanish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317" w:type="dxa"/>
            <w:vAlign w:val="center"/>
          </w:tcPr>
          <w:p w:rsidR="00DE26D8" w:rsidRPr="00CA40A9" w:rsidRDefault="00DE26D8" w:rsidP="0016017D">
            <w:pPr>
              <w:tabs>
                <w:tab w:val="right" w:leader="dot" w:pos="8071"/>
              </w:tabs>
              <w:spacing w:line="276" w:lineRule="auto"/>
              <w:rPr>
                <w:rFonts w:ascii="Arial" w:hAnsi="Arial" w:cs="Arial"/>
              </w:rPr>
            </w:pPr>
            <w:r w:rsidRPr="00CA40A9">
              <w:rPr>
                <w:rFonts w:ascii="Arial" w:hAnsi="Arial" w:cs="Arial"/>
              </w:rPr>
              <w:t xml:space="preserve">anders, nl.: </w:t>
            </w:r>
            <w:r w:rsidRPr="00CA40A9">
              <w:rPr>
                <w:rFonts w:ascii="Arial" w:hAnsi="Arial" w:cs="Arial"/>
              </w:rPr>
              <w:tab/>
            </w:r>
          </w:p>
        </w:tc>
      </w:tr>
    </w:tbl>
    <w:p w:rsidR="00F2363E" w:rsidRPr="00CA40A9" w:rsidRDefault="00F2363E" w:rsidP="00F2363E">
      <w:pPr>
        <w:spacing w:line="276" w:lineRule="auto"/>
        <w:ind w:left="360" w:hanging="360"/>
        <w:rPr>
          <w:rFonts w:ascii="Arial" w:hAnsi="Arial" w:cs="Arial"/>
          <w:b/>
        </w:rPr>
      </w:pPr>
    </w:p>
    <w:p w:rsidR="00F2363E" w:rsidRPr="00CA40A9" w:rsidRDefault="00F2363E" w:rsidP="00F2363E">
      <w:pPr>
        <w:spacing w:line="276" w:lineRule="auto"/>
        <w:ind w:left="360" w:hanging="360"/>
        <w:rPr>
          <w:rFonts w:ascii="Arial" w:hAnsi="Arial" w:cs="Arial"/>
          <w:b/>
        </w:rPr>
      </w:pPr>
    </w:p>
    <w:p w:rsidR="00F2363E" w:rsidRPr="00CA40A9" w:rsidRDefault="00A657B1" w:rsidP="00F2363E">
      <w:pPr>
        <w:spacing w:line="276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F85DF1">
        <w:rPr>
          <w:rFonts w:ascii="Arial" w:hAnsi="Arial" w:cs="Arial"/>
          <w:b/>
        </w:rPr>
        <w:t>1</w:t>
      </w:r>
      <w:r w:rsidR="00F2363E" w:rsidRPr="00CA40A9">
        <w:rPr>
          <w:rFonts w:ascii="Arial" w:hAnsi="Arial" w:cs="Arial"/>
          <w:b/>
        </w:rPr>
        <w:t>.</w:t>
      </w:r>
      <w:r w:rsidR="00F2363E" w:rsidRPr="00CA40A9">
        <w:rPr>
          <w:rFonts w:ascii="Arial" w:hAnsi="Arial" w:cs="Arial"/>
          <w:b/>
        </w:rPr>
        <w:tab/>
        <w:t xml:space="preserve">We willen de vragenlijst blijven verbeteren. We horen dan ook graag wat u van de vragenlijst vindt. Mist u iets in deze vragenlijst? </w:t>
      </w:r>
      <w:r w:rsidR="00F2363E">
        <w:rPr>
          <w:rFonts w:ascii="Arial" w:hAnsi="Arial" w:cs="Arial"/>
          <w:b/>
        </w:rPr>
        <w:t xml:space="preserve">Welke vragen vond u lastig? </w:t>
      </w:r>
      <w:r w:rsidR="00F2363E" w:rsidRPr="00CA40A9">
        <w:rPr>
          <w:rFonts w:ascii="Arial" w:hAnsi="Arial" w:cs="Arial"/>
          <w:b/>
        </w:rPr>
        <w:t xml:space="preserve">Of heeft u nog opmerkingen of tips. Dan kunt u dat hieronder opschrijven. </w:t>
      </w:r>
    </w:p>
    <w:p w:rsidR="00F2363E" w:rsidRPr="00CA40A9" w:rsidRDefault="00F2363E" w:rsidP="00F2363E">
      <w:pPr>
        <w:spacing w:line="144" w:lineRule="auto"/>
        <w:rPr>
          <w:rFonts w:ascii="Arial" w:hAnsi="Arial" w:cs="Arial"/>
        </w:rPr>
      </w:pPr>
    </w:p>
    <w:tbl>
      <w:tblPr>
        <w:tblStyle w:val="Tabelraster"/>
        <w:tblW w:w="8693" w:type="dxa"/>
        <w:tblInd w:w="486" w:type="dxa"/>
        <w:tblLook w:val="01E0" w:firstRow="1" w:lastRow="1" w:firstColumn="1" w:lastColumn="1" w:noHBand="0" w:noVBand="0"/>
      </w:tblPr>
      <w:tblGrid>
        <w:gridCol w:w="8693"/>
      </w:tblGrid>
      <w:tr w:rsidR="00F2363E" w:rsidRPr="00CA40A9" w:rsidTr="00B80907">
        <w:tc>
          <w:tcPr>
            <w:tcW w:w="8693" w:type="dxa"/>
          </w:tcPr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CE7415" w:rsidRDefault="00CE7415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CE7415" w:rsidRDefault="00CE7415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CE7415" w:rsidRDefault="00CE7415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CE7415" w:rsidRDefault="00CE7415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CE7415" w:rsidRDefault="00CE7415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CE7415" w:rsidRDefault="00CE7415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CE7415" w:rsidRPr="00CA40A9" w:rsidRDefault="00CE7415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F2363E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  <w:p w:rsidR="00F2363E" w:rsidRPr="00CA40A9" w:rsidRDefault="00F2363E" w:rsidP="00AD402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A657B1" w:rsidRDefault="00A657B1" w:rsidP="00F2363E">
      <w:pPr>
        <w:spacing w:line="276" w:lineRule="auto"/>
        <w:rPr>
          <w:rFonts w:ascii="Arial" w:hAnsi="Arial" w:cs="Arial"/>
        </w:rPr>
      </w:pPr>
    </w:p>
    <w:p w:rsidR="009F7E68" w:rsidRPr="00E50965" w:rsidRDefault="009F7E68" w:rsidP="00F2363E">
      <w:pPr>
        <w:spacing w:line="276" w:lineRule="auto"/>
        <w:rPr>
          <w:rFonts w:ascii="Arial" w:hAnsi="Arial" w:cs="Arial"/>
        </w:rPr>
      </w:pPr>
    </w:p>
    <w:p w:rsidR="00E50965" w:rsidRPr="00E50965" w:rsidRDefault="00E50965" w:rsidP="00E50965">
      <w:pPr>
        <w:rPr>
          <w:rFonts w:ascii="Arial" w:hAnsi="Arial" w:cs="Arial"/>
          <w:i/>
        </w:rPr>
      </w:pPr>
      <w:r w:rsidRPr="00E50965">
        <w:rPr>
          <w:rFonts w:ascii="Arial" w:hAnsi="Arial" w:cs="Arial"/>
          <w:i/>
        </w:rPr>
        <w:t>Int: vul hieronder in hoe laat het interview is geëindigd.</w:t>
      </w:r>
    </w:p>
    <w:p w:rsidR="00E50965" w:rsidRPr="00E50965" w:rsidRDefault="00E50965" w:rsidP="00E50965">
      <w:pPr>
        <w:rPr>
          <w:rFonts w:ascii="Arial" w:hAnsi="Arial" w:cs="Arial"/>
          <w:i/>
        </w:rPr>
      </w:pP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top w:w="91" w:type="dxa"/>
          <w:left w:w="68" w:type="dxa"/>
          <w:bottom w:w="91" w:type="dxa"/>
          <w:right w:w="68" w:type="dxa"/>
        </w:tblCellMar>
        <w:tblLook w:val="01E0" w:firstRow="1" w:lastRow="1" w:firstColumn="1" w:lastColumn="1" w:noHBand="0" w:noVBand="0"/>
      </w:tblPr>
      <w:tblGrid>
        <w:gridCol w:w="1016"/>
        <w:gridCol w:w="8055"/>
      </w:tblGrid>
      <w:tr w:rsidR="00E50965" w:rsidRPr="00E50965" w:rsidTr="00B80907"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</w:tcPr>
          <w:p w:rsidR="00E50965" w:rsidRPr="00E50965" w:rsidRDefault="00E50965" w:rsidP="000E02BB">
            <w:pPr>
              <w:rPr>
                <w:rFonts w:ascii="Arial" w:hAnsi="Arial" w:cs="Arial"/>
                <w:b/>
              </w:rPr>
            </w:pPr>
            <w:r w:rsidRPr="00E50965">
              <w:rPr>
                <w:rFonts w:ascii="Arial" w:hAnsi="Arial" w:cs="Arial"/>
                <w:b/>
              </w:rPr>
              <w:t>Eindtijd:</w:t>
            </w:r>
          </w:p>
        </w:tc>
        <w:tc>
          <w:tcPr>
            <w:tcW w:w="8055" w:type="dxa"/>
            <w:tcBorders>
              <w:top w:val="single" w:sz="4" w:space="0" w:color="auto"/>
              <w:bottom w:val="single" w:sz="4" w:space="0" w:color="auto"/>
            </w:tcBorders>
          </w:tcPr>
          <w:p w:rsidR="00E50965" w:rsidRPr="00E50965" w:rsidRDefault="00E50965" w:rsidP="000E02BB">
            <w:pPr>
              <w:rPr>
                <w:rFonts w:ascii="Arial" w:hAnsi="Arial" w:cs="Arial"/>
              </w:rPr>
            </w:pPr>
          </w:p>
        </w:tc>
      </w:tr>
    </w:tbl>
    <w:p w:rsidR="00E50965" w:rsidRPr="00E50965" w:rsidRDefault="00E50965" w:rsidP="00E50965">
      <w:pPr>
        <w:rPr>
          <w:rFonts w:ascii="Arial" w:hAnsi="Arial" w:cs="Arial"/>
        </w:rPr>
      </w:pPr>
    </w:p>
    <w:p w:rsidR="00E50965" w:rsidRPr="00E50965" w:rsidRDefault="00E50965" w:rsidP="00F2363E">
      <w:pPr>
        <w:spacing w:line="276" w:lineRule="auto"/>
        <w:rPr>
          <w:rFonts w:ascii="Arial" w:hAnsi="Arial" w:cs="Arial"/>
        </w:rPr>
      </w:pPr>
    </w:p>
    <w:p w:rsidR="00E50965" w:rsidRDefault="00E50965" w:rsidP="00F2363E">
      <w:pPr>
        <w:spacing w:line="276" w:lineRule="auto"/>
        <w:rPr>
          <w:rFonts w:ascii="Arial" w:hAnsi="Arial" w:cs="Arial"/>
        </w:rPr>
      </w:pPr>
    </w:p>
    <w:p w:rsidR="00413B2A" w:rsidRDefault="00F2363E" w:rsidP="00F2363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AA680E">
        <w:rPr>
          <w:rFonts w:ascii="Arial" w:hAnsi="Arial" w:cs="Arial"/>
          <w:b/>
          <w:sz w:val="24"/>
          <w:szCs w:val="24"/>
        </w:rPr>
        <w:t>Hartelijk dank voor uw medewerking</w:t>
      </w:r>
      <w:r w:rsidR="0071480C">
        <w:rPr>
          <w:rFonts w:ascii="Arial" w:hAnsi="Arial" w:cs="Arial"/>
          <w:b/>
          <w:sz w:val="24"/>
          <w:szCs w:val="24"/>
        </w:rPr>
        <w:t>!</w:t>
      </w:r>
    </w:p>
    <w:p w:rsidR="00254DC4" w:rsidRPr="002E6342" w:rsidRDefault="002A4D02" w:rsidP="00254DC4">
      <w:pPr>
        <w:spacing w:line="14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057"/>
      </w:tblGrid>
      <w:tr w:rsidR="00254DC4" w:rsidRPr="002E6342" w:rsidTr="00B80907">
        <w:tc>
          <w:tcPr>
            <w:tcW w:w="9057" w:type="dxa"/>
            <w:tcBorders>
              <w:top w:val="single" w:sz="4" w:space="0" w:color="auto"/>
              <w:bottom w:val="single" w:sz="4" w:space="0" w:color="auto"/>
            </w:tcBorders>
            <w:tcMar>
              <w:top w:w="91" w:type="dxa"/>
              <w:left w:w="91" w:type="dxa"/>
              <w:bottom w:w="91" w:type="dxa"/>
              <w:right w:w="91" w:type="dxa"/>
            </w:tcMar>
          </w:tcPr>
          <w:p w:rsidR="00254DC4" w:rsidRPr="00C5471B" w:rsidRDefault="00254DC4" w:rsidP="000E02BB">
            <w:pPr>
              <w:jc w:val="center"/>
              <w:rPr>
                <w:rFonts w:ascii="Arial" w:hAnsi="Arial" w:cs="Arial"/>
                <w:b/>
              </w:rPr>
            </w:pPr>
            <w:r w:rsidRPr="008A6CA6">
              <w:rPr>
                <w:rFonts w:ascii="Arial" w:hAnsi="Arial" w:cs="Arial"/>
                <w:b/>
                <w:sz w:val="18"/>
                <w:szCs w:val="18"/>
              </w:rPr>
              <w:br w:type="page"/>
            </w:r>
            <w:r w:rsidRPr="008A6CA6">
              <w:rPr>
                <w:rFonts w:ascii="Arial" w:hAnsi="Arial" w:cs="Arial"/>
                <w:b/>
                <w:sz w:val="18"/>
                <w:szCs w:val="18"/>
              </w:rPr>
              <w:br w:type="page"/>
            </w:r>
            <w:r w:rsidRPr="008A6CA6">
              <w:rPr>
                <w:rFonts w:ascii="Arial" w:hAnsi="Arial" w:cs="Arial"/>
                <w:b/>
                <w:sz w:val="18"/>
                <w:szCs w:val="18"/>
              </w:rPr>
              <w:br w:type="page"/>
            </w:r>
            <w:r>
              <w:rPr>
                <w:rFonts w:ascii="Arial" w:hAnsi="Arial" w:cs="Arial"/>
                <w:b/>
              </w:rPr>
              <w:t>Evaluatie</w:t>
            </w:r>
          </w:p>
        </w:tc>
      </w:tr>
    </w:tbl>
    <w:p w:rsidR="00254DC4" w:rsidRPr="002E6342" w:rsidRDefault="00254DC4" w:rsidP="00254DC4">
      <w:pPr>
        <w:rPr>
          <w:rFonts w:ascii="Arial" w:hAnsi="Arial" w:cs="Arial"/>
          <w:sz w:val="18"/>
          <w:szCs w:val="18"/>
        </w:rPr>
      </w:pPr>
    </w:p>
    <w:p w:rsidR="00254DC4" w:rsidRPr="00C5471B" w:rsidRDefault="00254DC4" w:rsidP="00254DC4">
      <w:pPr>
        <w:spacing w:line="276" w:lineRule="auto"/>
        <w:rPr>
          <w:rFonts w:ascii="Arial" w:hAnsi="Arial"/>
          <w:sz w:val="18"/>
        </w:rPr>
      </w:pPr>
    </w:p>
    <w:p w:rsidR="00254DC4" w:rsidRPr="005E76D1" w:rsidRDefault="00254DC4" w:rsidP="00254DC4">
      <w:pPr>
        <w:tabs>
          <w:tab w:val="left" w:pos="2880"/>
          <w:tab w:val="right" w:leader="dot" w:pos="5760"/>
        </w:tabs>
        <w:spacing w:line="276" w:lineRule="auto"/>
        <w:ind w:left="360" w:hanging="36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A. </w:t>
      </w:r>
      <w:r>
        <w:rPr>
          <w:rFonts w:ascii="Arial" w:hAnsi="Arial"/>
          <w:b/>
          <w:sz w:val="18"/>
        </w:rPr>
        <w:tab/>
      </w:r>
      <w:r w:rsidRPr="005E76D1">
        <w:rPr>
          <w:rFonts w:ascii="Arial" w:hAnsi="Arial"/>
          <w:b/>
          <w:sz w:val="18"/>
        </w:rPr>
        <w:t xml:space="preserve">Datum afname interview: </w:t>
      </w:r>
      <w:r w:rsidRPr="005E76D1">
        <w:rPr>
          <w:rFonts w:ascii="Arial" w:hAnsi="Arial"/>
          <w:b/>
          <w:sz w:val="18"/>
        </w:rPr>
        <w:tab/>
      </w:r>
      <w:r w:rsidRPr="005E76D1">
        <w:rPr>
          <w:rFonts w:ascii="Arial" w:hAnsi="Arial"/>
          <w:sz w:val="18"/>
        </w:rPr>
        <w:tab/>
      </w:r>
    </w:p>
    <w:p w:rsidR="00254DC4" w:rsidRPr="005E76D1" w:rsidRDefault="00254DC4" w:rsidP="00254DC4">
      <w:pPr>
        <w:tabs>
          <w:tab w:val="left" w:pos="2880"/>
        </w:tabs>
        <w:spacing w:line="276" w:lineRule="auto"/>
        <w:ind w:left="360" w:hanging="360"/>
        <w:rPr>
          <w:rFonts w:ascii="Arial" w:hAnsi="Arial"/>
          <w:sz w:val="18"/>
        </w:rPr>
      </w:pPr>
    </w:p>
    <w:p w:rsidR="00254DC4" w:rsidRPr="00C5471B" w:rsidRDefault="00254DC4" w:rsidP="00254DC4">
      <w:pPr>
        <w:tabs>
          <w:tab w:val="left" w:pos="2880"/>
        </w:tabs>
        <w:spacing w:line="276" w:lineRule="auto"/>
        <w:ind w:left="360" w:hanging="36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B.</w:t>
      </w:r>
      <w:r>
        <w:rPr>
          <w:rFonts w:ascii="Arial" w:hAnsi="Arial"/>
          <w:b/>
          <w:sz w:val="18"/>
        </w:rPr>
        <w:tab/>
        <w:t>D</w:t>
      </w:r>
      <w:r w:rsidRPr="00C5471B">
        <w:rPr>
          <w:rFonts w:ascii="Arial" w:hAnsi="Arial"/>
          <w:b/>
          <w:sz w:val="18"/>
        </w:rPr>
        <w:t xml:space="preserve">uur van het gesprek: </w:t>
      </w:r>
      <w:r w:rsidRPr="00C5471B">
        <w:rPr>
          <w:rFonts w:ascii="Arial" w:hAnsi="Arial"/>
          <w:b/>
          <w:sz w:val="18"/>
        </w:rPr>
        <w:tab/>
      </w:r>
      <w:r w:rsidRPr="00C5471B">
        <w:rPr>
          <w:rFonts w:ascii="Arial" w:hAnsi="Arial"/>
          <w:sz w:val="18"/>
        </w:rPr>
        <w:t>…</w:t>
      </w:r>
      <w:r>
        <w:rPr>
          <w:rFonts w:ascii="Arial" w:hAnsi="Arial"/>
          <w:sz w:val="18"/>
        </w:rPr>
        <w:t>….</w:t>
      </w:r>
      <w:r w:rsidRPr="00C5471B">
        <w:rPr>
          <w:rFonts w:ascii="Arial" w:hAnsi="Arial"/>
          <w:sz w:val="18"/>
        </w:rPr>
        <w:t>.. minuten</w:t>
      </w:r>
    </w:p>
    <w:p w:rsidR="00254DC4" w:rsidRDefault="00254DC4" w:rsidP="00254DC4">
      <w:pPr>
        <w:spacing w:line="276" w:lineRule="auto"/>
        <w:ind w:left="360" w:hanging="360"/>
        <w:rPr>
          <w:rFonts w:ascii="Arial" w:hAnsi="Arial"/>
          <w:sz w:val="18"/>
        </w:rPr>
      </w:pPr>
    </w:p>
    <w:p w:rsidR="00254DC4" w:rsidRDefault="00254DC4" w:rsidP="00254DC4">
      <w:pPr>
        <w:spacing w:line="276" w:lineRule="auto"/>
        <w:ind w:left="360" w:hanging="360"/>
        <w:rPr>
          <w:rFonts w:ascii="Arial" w:hAnsi="Arial"/>
          <w:sz w:val="18"/>
        </w:rPr>
      </w:pPr>
    </w:p>
    <w:p w:rsidR="00254DC4" w:rsidRDefault="00254DC4" w:rsidP="00254DC4">
      <w:pPr>
        <w:spacing w:line="276" w:lineRule="auto"/>
        <w:ind w:left="360" w:hanging="36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C.</w:t>
      </w:r>
      <w:r>
        <w:rPr>
          <w:rFonts w:ascii="Arial" w:hAnsi="Arial"/>
          <w:b/>
          <w:sz w:val="18"/>
        </w:rPr>
        <w:tab/>
      </w:r>
      <w:r w:rsidRPr="00935E36">
        <w:rPr>
          <w:rFonts w:ascii="Arial" w:hAnsi="Arial"/>
          <w:b/>
          <w:sz w:val="18"/>
        </w:rPr>
        <w:t>Locatie gesprek:</w:t>
      </w:r>
    </w:p>
    <w:p w:rsidR="00254DC4" w:rsidRPr="00717275" w:rsidRDefault="00254DC4" w:rsidP="00254DC4">
      <w:pPr>
        <w:spacing w:line="144" w:lineRule="auto"/>
        <w:rPr>
          <w:rFonts w:ascii="Arial" w:hAnsi="Arial" w:cs="Arial"/>
          <w:sz w:val="18"/>
          <w:szCs w:val="18"/>
        </w:rPr>
      </w:pPr>
    </w:p>
    <w:tbl>
      <w:tblPr>
        <w:tblW w:w="5000" w:type="pct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66"/>
        <w:gridCol w:w="8704"/>
      </w:tblGrid>
      <w:tr w:rsidR="00254DC4" w:rsidRPr="00717275" w:rsidTr="000E02BB">
        <w:tc>
          <w:tcPr>
            <w:tcW w:w="202" w:type="pct"/>
            <w:vAlign w:val="center"/>
          </w:tcPr>
          <w:p w:rsidR="00254DC4" w:rsidRPr="002E6342" w:rsidRDefault="00254DC4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342">
              <w:rPr>
                <w:rFonts w:ascii="Arial" w:hAnsi="Arial" w:cs="Arial"/>
                <w:sz w:val="18"/>
                <w:szCs w:val="18"/>
              </w:rPr>
              <w:t></w:t>
            </w:r>
            <w:r w:rsidR="008876E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33" name="Text Box 37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28" o:spid="_x0000_s1374" type="#_x0000_t202" style="position:absolute;left:0;text-align:left;margin-left:0;margin-top:2pt;width:11.35pt;height:11.35pt;z-index:2518251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PK3VKE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8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 woonvorm waar cliënt woont</w:t>
            </w:r>
          </w:p>
        </w:tc>
      </w:tr>
      <w:tr w:rsidR="00254DC4" w:rsidRPr="00717275" w:rsidTr="000E02BB">
        <w:tc>
          <w:tcPr>
            <w:tcW w:w="202" w:type="pct"/>
            <w:vAlign w:val="center"/>
          </w:tcPr>
          <w:p w:rsidR="00254DC4" w:rsidRPr="002E6342" w:rsidRDefault="008876E7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32" name="Text Box 37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29" o:spid="_x0000_s1375" type="#_x0000_t202" style="position:absolute;left:0;text-align:left;margin-left:0;margin-top:2pt;width:11.35pt;height:11.35pt;z-index:2518261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A4xJO8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8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 het dagcentrum van cliënt </w:t>
            </w:r>
          </w:p>
        </w:tc>
      </w:tr>
      <w:tr w:rsidR="00254DC4" w:rsidRPr="00717275" w:rsidTr="000E02BB">
        <w:tc>
          <w:tcPr>
            <w:tcW w:w="202" w:type="pct"/>
            <w:vAlign w:val="center"/>
          </w:tcPr>
          <w:p w:rsidR="00254DC4" w:rsidRPr="002E6342" w:rsidRDefault="008876E7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31" name="Text Box 37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30" o:spid="_x0000_s1376" type="#_x0000_t202" style="position:absolute;left:0;text-align:left;margin-left:0;margin-top:2pt;width:11.35pt;height:11.35pt;z-index:2518272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x4WcQ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8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bij cliënt thuis</w:t>
            </w:r>
          </w:p>
        </w:tc>
      </w:tr>
      <w:tr w:rsidR="00254DC4" w:rsidRPr="00FA6611" w:rsidTr="000E02BB">
        <w:tc>
          <w:tcPr>
            <w:tcW w:w="202" w:type="pct"/>
            <w:vAlign w:val="center"/>
          </w:tcPr>
          <w:p w:rsidR="00254DC4" w:rsidRPr="002E6342" w:rsidRDefault="00254DC4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342">
              <w:rPr>
                <w:rFonts w:ascii="Arial" w:hAnsi="Arial" w:cs="Arial"/>
                <w:sz w:val="18"/>
                <w:szCs w:val="18"/>
              </w:rPr>
              <w:t></w:t>
            </w:r>
            <w:r w:rsidR="008876E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30" name="Text Box 37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31" o:spid="_x0000_s1377" type="#_x0000_t202" style="position:absolute;left:0;text-align:left;margin-left:0;margin-top:2pt;width:11.35pt;height:11.35pt;z-index:2518282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PRM5qklAgAATA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8" w:type="pct"/>
            <w:vAlign w:val="center"/>
          </w:tcPr>
          <w:p w:rsidR="00254DC4" w:rsidRPr="00FA6611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 een centrale plek binnen de instelling</w:t>
            </w:r>
          </w:p>
        </w:tc>
      </w:tr>
      <w:tr w:rsidR="00254DC4" w:rsidRPr="00717275" w:rsidTr="000E02BB">
        <w:tc>
          <w:tcPr>
            <w:tcW w:w="202" w:type="pct"/>
            <w:vAlign w:val="center"/>
          </w:tcPr>
          <w:p w:rsidR="00254DC4" w:rsidRPr="002E6342" w:rsidRDefault="008876E7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29" name="Text Box 37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32" o:spid="_x0000_s1378" type="#_x0000_t202" style="position:absolute;left:0;text-align:left;margin-left:0;margin-top:2pt;width:11.35pt;height:11.35pt;z-index:2518292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5XaTT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8" w:type="pct"/>
            <w:vAlign w:val="center"/>
          </w:tcPr>
          <w:p w:rsidR="00254DC4" w:rsidRDefault="00254DC4" w:rsidP="000E02BB">
            <w:pPr>
              <w:tabs>
                <w:tab w:val="right" w:leader="dot" w:pos="7936"/>
              </w:tabs>
            </w:pPr>
            <w:r w:rsidRPr="0008598C">
              <w:rPr>
                <w:rFonts w:ascii="Arial" w:hAnsi="Arial" w:cs="Arial"/>
                <w:sz w:val="18"/>
                <w:szCs w:val="18"/>
              </w:rPr>
              <w:t xml:space="preserve">anders, namelijk 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:rsidR="00254DC4" w:rsidRPr="00C5471B" w:rsidRDefault="00254DC4" w:rsidP="00254DC4">
      <w:pPr>
        <w:rPr>
          <w:rFonts w:ascii="Arial" w:hAnsi="Arial"/>
          <w:sz w:val="18"/>
        </w:rPr>
      </w:pPr>
    </w:p>
    <w:p w:rsidR="00254DC4" w:rsidRPr="00C5471B" w:rsidRDefault="00254DC4" w:rsidP="00254DC4">
      <w:pPr>
        <w:spacing w:line="276" w:lineRule="auto"/>
        <w:rPr>
          <w:rFonts w:ascii="Arial" w:hAnsi="Arial"/>
          <w:sz w:val="18"/>
        </w:rPr>
      </w:pPr>
    </w:p>
    <w:p w:rsidR="00254DC4" w:rsidRPr="00C5471B" w:rsidRDefault="00254DC4" w:rsidP="00254DC4">
      <w:pPr>
        <w:spacing w:line="276" w:lineRule="auto"/>
        <w:ind w:left="360" w:hanging="36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D.</w:t>
      </w:r>
      <w:r>
        <w:rPr>
          <w:rFonts w:ascii="Arial" w:hAnsi="Arial"/>
          <w:b/>
          <w:sz w:val="18"/>
        </w:rPr>
        <w:tab/>
      </w:r>
      <w:r w:rsidRPr="00C5471B">
        <w:rPr>
          <w:rFonts w:ascii="Arial" w:hAnsi="Arial"/>
          <w:b/>
          <w:sz w:val="18"/>
        </w:rPr>
        <w:t xml:space="preserve">Waren er andere personen </w:t>
      </w:r>
      <w:r>
        <w:rPr>
          <w:rFonts w:ascii="Arial" w:hAnsi="Arial"/>
          <w:b/>
          <w:sz w:val="18"/>
        </w:rPr>
        <w:t xml:space="preserve">dan de cliënt zelf </w:t>
      </w:r>
      <w:r w:rsidRPr="00C5471B">
        <w:rPr>
          <w:rFonts w:ascii="Arial" w:hAnsi="Arial"/>
          <w:b/>
          <w:sz w:val="18"/>
        </w:rPr>
        <w:t>bij het gesprek aanwezig?</w:t>
      </w:r>
    </w:p>
    <w:p w:rsidR="00254DC4" w:rsidRDefault="00254DC4" w:rsidP="00254DC4">
      <w:pPr>
        <w:spacing w:line="144" w:lineRule="auto"/>
        <w:rPr>
          <w:rFonts w:ascii="Arial" w:hAnsi="Arial" w:cs="Arial"/>
          <w:sz w:val="18"/>
          <w:szCs w:val="18"/>
        </w:rPr>
      </w:pPr>
    </w:p>
    <w:tbl>
      <w:tblPr>
        <w:tblW w:w="5000" w:type="pct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66"/>
        <w:gridCol w:w="3084"/>
        <w:gridCol w:w="684"/>
        <w:gridCol w:w="4936"/>
      </w:tblGrid>
      <w:tr w:rsidR="00254DC4" w:rsidRPr="0008598C" w:rsidTr="000E02BB">
        <w:tc>
          <w:tcPr>
            <w:tcW w:w="202" w:type="pct"/>
            <w:vAlign w:val="center"/>
          </w:tcPr>
          <w:p w:rsidR="00254DC4" w:rsidRPr="002E6342" w:rsidRDefault="00254DC4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342">
              <w:rPr>
                <w:rFonts w:ascii="Arial" w:hAnsi="Arial" w:cs="Arial"/>
                <w:sz w:val="18"/>
                <w:szCs w:val="18"/>
              </w:rPr>
              <w:t></w:t>
            </w:r>
            <w:r w:rsidR="008876E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28" name="Text Box 37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56" o:spid="_x0000_s1379" type="#_x0000_t202" style="position:absolute;left:0;text-align:left;margin-left:0;margin-top:2pt;width:11.35pt;height:11.35pt;z-index:2518456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C4HpwU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0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nee (alleen cliënt en interviewer) </w:t>
            </w:r>
          </w:p>
        </w:tc>
        <w:tc>
          <w:tcPr>
            <w:tcW w:w="377" w:type="pct"/>
            <w:vAlign w:val="center"/>
          </w:tcPr>
          <w:p w:rsidR="00254DC4" w:rsidRPr="0008598C" w:rsidRDefault="008876E7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97790</wp:posOffset>
                      </wp:positionV>
                      <wp:extent cx="342900" cy="0"/>
                      <wp:effectExtent l="6985" t="59690" r="21590" b="54610"/>
                      <wp:wrapNone/>
                      <wp:docPr id="27" name="Line 37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4CC4A9" id="Line 3755" o:spid="_x0000_s1026" style="position:absolute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7.7pt" to="26.8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" strokeweight=".5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2721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 w:rsidRPr="00F6084C">
              <w:rPr>
                <w:rFonts w:ascii="Arial" w:hAnsi="Arial" w:cs="Arial"/>
                <w:sz w:val="18"/>
                <w:szCs w:val="18"/>
              </w:rPr>
              <w:t xml:space="preserve">ga naar vraag </w:t>
            </w: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</w:tr>
      <w:tr w:rsidR="00254DC4" w:rsidRPr="00717275" w:rsidTr="000E02BB">
        <w:tc>
          <w:tcPr>
            <w:tcW w:w="202" w:type="pct"/>
            <w:vAlign w:val="center"/>
          </w:tcPr>
          <w:p w:rsidR="00254DC4" w:rsidRPr="002E6342" w:rsidRDefault="008876E7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26" name="Text Box 3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62" o:spid="_x0000_s1380" type="#_x0000_t202" style="position:absolute;left:0;text-align:left;margin-left:0;margin-top:2pt;width:11.35pt;height:11.35pt;z-index:2518497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xQb4dS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8" w:type="pct"/>
            <w:gridSpan w:val="3"/>
            <w:vAlign w:val="center"/>
          </w:tcPr>
          <w:p w:rsidR="00254DC4" w:rsidRDefault="00254DC4" w:rsidP="000E02BB">
            <w:pPr>
              <w:tabs>
                <w:tab w:val="right" w:leader="dot" w:pos="7936"/>
              </w:tabs>
            </w:pPr>
            <w:r w:rsidRPr="0008598C">
              <w:rPr>
                <w:rFonts w:ascii="Arial" w:hAnsi="Arial" w:cs="Arial"/>
                <w:sz w:val="18"/>
                <w:szCs w:val="18"/>
              </w:rPr>
              <w:t xml:space="preserve">anders, namelijk 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:rsidR="00254DC4" w:rsidRDefault="00254DC4" w:rsidP="00254DC4">
      <w:pPr>
        <w:rPr>
          <w:rFonts w:ascii="Arial" w:hAnsi="Arial"/>
          <w:sz w:val="18"/>
        </w:rPr>
      </w:pPr>
    </w:p>
    <w:p w:rsidR="00254DC4" w:rsidRDefault="00254DC4" w:rsidP="00254DC4">
      <w:pPr>
        <w:rPr>
          <w:rFonts w:ascii="Arial" w:hAnsi="Arial"/>
          <w:sz w:val="18"/>
        </w:rPr>
      </w:pPr>
    </w:p>
    <w:p w:rsidR="00254DC4" w:rsidRPr="00B94F18" w:rsidRDefault="00254DC4" w:rsidP="00254DC4">
      <w:pPr>
        <w:ind w:left="360" w:hanging="36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E</w:t>
      </w:r>
      <w:r w:rsidRPr="00B94F18">
        <w:rPr>
          <w:rFonts w:ascii="Arial" w:hAnsi="Arial"/>
          <w:b/>
          <w:sz w:val="18"/>
        </w:rPr>
        <w:t xml:space="preserve">. </w:t>
      </w:r>
      <w:r>
        <w:rPr>
          <w:rFonts w:ascii="Arial" w:hAnsi="Arial"/>
          <w:b/>
          <w:sz w:val="18"/>
        </w:rPr>
        <w:tab/>
      </w:r>
      <w:r w:rsidRPr="00B94F18">
        <w:rPr>
          <w:rFonts w:ascii="Arial" w:hAnsi="Arial"/>
          <w:b/>
          <w:sz w:val="18"/>
        </w:rPr>
        <w:t>Had deze persoon invloed op de antwoorden die de cliënt gaf?</w:t>
      </w:r>
    </w:p>
    <w:p w:rsidR="00254DC4" w:rsidRPr="00717275" w:rsidRDefault="00254DC4" w:rsidP="00254DC4">
      <w:pPr>
        <w:spacing w:line="144" w:lineRule="auto"/>
        <w:rPr>
          <w:rFonts w:ascii="Arial" w:hAnsi="Arial" w:cs="Arial"/>
          <w:sz w:val="18"/>
          <w:szCs w:val="18"/>
        </w:rPr>
      </w:pPr>
    </w:p>
    <w:tbl>
      <w:tblPr>
        <w:tblW w:w="4707" w:type="pct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8155"/>
      </w:tblGrid>
      <w:tr w:rsidR="00254DC4" w:rsidRPr="00717275" w:rsidTr="000E02BB">
        <w:tc>
          <w:tcPr>
            <w:tcW w:w="224" w:type="pct"/>
            <w:vAlign w:val="center"/>
          </w:tcPr>
          <w:p w:rsidR="00254DC4" w:rsidRPr="002E6342" w:rsidRDefault="00254DC4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342">
              <w:rPr>
                <w:rFonts w:ascii="Arial" w:hAnsi="Arial" w:cs="Arial"/>
                <w:sz w:val="18"/>
                <w:szCs w:val="18"/>
              </w:rPr>
              <w:t></w:t>
            </w:r>
            <w:r w:rsidR="008876E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25" name="Text Box 37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52" o:spid="_x0000_s1381" type="#_x0000_t202" style="position:absolute;left:0;text-align:left;margin-left:0;margin-top:2pt;width:11.35pt;height:11.35pt;z-index:2518415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DTyjw3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76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veel invloed</w:t>
            </w:r>
          </w:p>
        </w:tc>
      </w:tr>
      <w:tr w:rsidR="00254DC4" w:rsidRPr="00717275" w:rsidTr="000E02BB">
        <w:tc>
          <w:tcPr>
            <w:tcW w:w="224" w:type="pct"/>
            <w:vAlign w:val="center"/>
          </w:tcPr>
          <w:p w:rsidR="00254DC4" w:rsidRPr="002E6342" w:rsidRDefault="008876E7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24" name="Text Box 37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53" o:spid="_x0000_s1382" type="#_x0000_t202" style="position:absolute;left:0;text-align:left;margin-left:0;margin-top:2pt;width:11.35pt;height:11.35pt;z-index:2518425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hkkrm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76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een beetje invloed</w:t>
            </w:r>
          </w:p>
        </w:tc>
      </w:tr>
      <w:tr w:rsidR="00254DC4" w:rsidRPr="00717275" w:rsidTr="000E02BB">
        <w:tc>
          <w:tcPr>
            <w:tcW w:w="224" w:type="pct"/>
            <w:vAlign w:val="center"/>
          </w:tcPr>
          <w:p w:rsidR="00254DC4" w:rsidRPr="002E6342" w:rsidRDefault="00254DC4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342">
              <w:rPr>
                <w:rFonts w:ascii="Arial" w:hAnsi="Arial" w:cs="Arial"/>
                <w:sz w:val="18"/>
                <w:szCs w:val="18"/>
              </w:rPr>
              <w:t></w:t>
            </w:r>
            <w:r w:rsidR="008876E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23" name="Text Box 37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54" o:spid="_x0000_s1383" type="#_x0000_t202" style="position:absolute;left:0;text-align:left;margin-left:0;margin-top:2pt;width:11.35pt;height:11.35pt;z-index:25184358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OKEhDw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76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geen invloed</w:t>
            </w:r>
          </w:p>
        </w:tc>
      </w:tr>
    </w:tbl>
    <w:p w:rsidR="00254DC4" w:rsidRPr="00C5471B" w:rsidRDefault="00254DC4" w:rsidP="00254DC4">
      <w:pPr>
        <w:rPr>
          <w:rFonts w:ascii="Arial" w:hAnsi="Arial"/>
          <w:sz w:val="18"/>
        </w:rPr>
      </w:pPr>
    </w:p>
    <w:p w:rsidR="00254DC4" w:rsidRDefault="00254DC4" w:rsidP="00254DC4">
      <w:pPr>
        <w:spacing w:line="276" w:lineRule="auto"/>
        <w:rPr>
          <w:rFonts w:ascii="Arial" w:hAnsi="Arial"/>
          <w:sz w:val="18"/>
        </w:rPr>
      </w:pPr>
    </w:p>
    <w:p w:rsidR="00254DC4" w:rsidRPr="00C5471B" w:rsidRDefault="00254DC4" w:rsidP="00254DC4">
      <w:pPr>
        <w:spacing w:line="276" w:lineRule="auto"/>
        <w:ind w:left="360" w:hanging="36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F.</w:t>
      </w:r>
      <w:r>
        <w:rPr>
          <w:rFonts w:ascii="Arial" w:hAnsi="Arial"/>
          <w:b/>
          <w:sz w:val="18"/>
        </w:rPr>
        <w:tab/>
      </w:r>
      <w:r w:rsidRPr="00C5471B">
        <w:rPr>
          <w:rFonts w:ascii="Arial" w:hAnsi="Arial"/>
          <w:b/>
          <w:sz w:val="18"/>
        </w:rPr>
        <w:t>Hoe verliep het gesprek?</w:t>
      </w:r>
    </w:p>
    <w:p w:rsidR="00254DC4" w:rsidRPr="00717275" w:rsidRDefault="00254DC4" w:rsidP="00254DC4">
      <w:pPr>
        <w:spacing w:line="144" w:lineRule="auto"/>
        <w:rPr>
          <w:rFonts w:ascii="Arial" w:hAnsi="Arial" w:cs="Arial"/>
          <w:sz w:val="18"/>
          <w:szCs w:val="18"/>
        </w:rPr>
      </w:pPr>
    </w:p>
    <w:tbl>
      <w:tblPr>
        <w:tblW w:w="4707" w:type="pct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8155"/>
      </w:tblGrid>
      <w:tr w:rsidR="00254DC4" w:rsidRPr="00717275" w:rsidTr="000E02BB">
        <w:tc>
          <w:tcPr>
            <w:tcW w:w="224" w:type="pct"/>
            <w:vAlign w:val="center"/>
          </w:tcPr>
          <w:p w:rsidR="00254DC4" w:rsidRPr="002E6342" w:rsidRDefault="00254DC4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342">
              <w:rPr>
                <w:rFonts w:ascii="Arial" w:hAnsi="Arial" w:cs="Arial"/>
                <w:sz w:val="18"/>
                <w:szCs w:val="18"/>
              </w:rPr>
              <w:t></w:t>
            </w:r>
            <w:r w:rsidR="008876E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22" name="Text Box 37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33" o:spid="_x0000_s1384" type="#_x0000_t202" style="position:absolute;left:0;text-align:left;margin-left:0;margin-top:2pt;width:11.35pt;height:11.35pt;z-index:2518302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MZ2iyg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76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erg moeizaam</w:t>
            </w:r>
          </w:p>
        </w:tc>
      </w:tr>
      <w:tr w:rsidR="00254DC4" w:rsidRPr="00717275" w:rsidTr="000E02BB">
        <w:tc>
          <w:tcPr>
            <w:tcW w:w="224" w:type="pct"/>
            <w:vAlign w:val="center"/>
          </w:tcPr>
          <w:p w:rsidR="00254DC4" w:rsidRPr="002E6342" w:rsidRDefault="008876E7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21" name="Text Box 37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34" o:spid="_x0000_s1385" type="#_x0000_t202" style="position:absolute;left:0;text-align:left;margin-left:0;margin-top:2pt;width:11.35pt;height:11.35pt;z-index:2518312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N17Dac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76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moeizaam</w:t>
            </w:r>
          </w:p>
        </w:tc>
      </w:tr>
      <w:tr w:rsidR="00254DC4" w:rsidRPr="00717275" w:rsidTr="000E02BB">
        <w:tc>
          <w:tcPr>
            <w:tcW w:w="224" w:type="pct"/>
            <w:vAlign w:val="center"/>
          </w:tcPr>
          <w:p w:rsidR="00254DC4" w:rsidRPr="002E6342" w:rsidRDefault="00254DC4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342">
              <w:rPr>
                <w:rFonts w:ascii="Arial" w:hAnsi="Arial" w:cs="Arial"/>
                <w:sz w:val="18"/>
                <w:szCs w:val="18"/>
              </w:rPr>
              <w:t></w:t>
            </w:r>
            <w:r w:rsidR="008876E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20" name="Text Box 37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35" o:spid="_x0000_s1386" type="#_x0000_t202" style="position:absolute;left:0;text-align:left;margin-left:0;margin-top:2pt;width:11.35pt;height:11.35pt;z-index:2518323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AZ9llo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76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redelijk </w:t>
            </w:r>
          </w:p>
        </w:tc>
      </w:tr>
      <w:tr w:rsidR="00254DC4" w:rsidRPr="00833A6E" w:rsidTr="000E02BB">
        <w:tc>
          <w:tcPr>
            <w:tcW w:w="224" w:type="pct"/>
            <w:vAlign w:val="center"/>
          </w:tcPr>
          <w:p w:rsidR="00254DC4" w:rsidRPr="002E6342" w:rsidRDefault="008876E7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19" name="Text Box 37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36" o:spid="_x0000_s1387" type="#_x0000_t202" style="position:absolute;left:0;text-align:left;margin-left:0;margin-top:2pt;width:11.35pt;height:11.35pt;z-index:2518333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oqB7d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76" w:type="pct"/>
            <w:vAlign w:val="center"/>
          </w:tcPr>
          <w:p w:rsidR="00254DC4" w:rsidRPr="00833A6E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goed</w:t>
            </w:r>
          </w:p>
        </w:tc>
      </w:tr>
    </w:tbl>
    <w:p w:rsidR="00254DC4" w:rsidRDefault="00254DC4" w:rsidP="00254DC4">
      <w:pPr>
        <w:rPr>
          <w:rFonts w:ascii="Arial" w:hAnsi="Arial"/>
          <w:sz w:val="18"/>
        </w:rPr>
      </w:pPr>
    </w:p>
    <w:p w:rsidR="00254DC4" w:rsidRPr="00C5471B" w:rsidRDefault="00254DC4" w:rsidP="00254DC4">
      <w:pPr>
        <w:rPr>
          <w:rFonts w:ascii="Arial" w:hAnsi="Arial"/>
          <w:sz w:val="18"/>
        </w:rPr>
      </w:pPr>
    </w:p>
    <w:p w:rsidR="00254DC4" w:rsidRDefault="00254DC4" w:rsidP="00254DC4">
      <w:pPr>
        <w:spacing w:line="276" w:lineRule="auto"/>
        <w:ind w:left="360" w:hanging="36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G. </w:t>
      </w:r>
      <w:r>
        <w:rPr>
          <w:rFonts w:ascii="Arial" w:hAnsi="Arial"/>
          <w:b/>
          <w:sz w:val="18"/>
        </w:rPr>
        <w:tab/>
        <w:t>Is het interview voortijdig afgebroken?</w:t>
      </w:r>
    </w:p>
    <w:p w:rsidR="00254DC4" w:rsidRDefault="00254DC4" w:rsidP="00254DC4">
      <w:pPr>
        <w:spacing w:line="120" w:lineRule="auto"/>
        <w:rPr>
          <w:rFonts w:ascii="Arial" w:hAnsi="Arial"/>
          <w:b/>
          <w:sz w:val="18"/>
        </w:rPr>
      </w:pPr>
    </w:p>
    <w:tbl>
      <w:tblPr>
        <w:tblW w:w="4746" w:type="pct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34"/>
        <w:gridCol w:w="864"/>
        <w:gridCol w:w="775"/>
        <w:gridCol w:w="6553"/>
      </w:tblGrid>
      <w:tr w:rsidR="00254DC4" w:rsidRPr="0008598C" w:rsidTr="000E02BB">
        <w:tc>
          <w:tcPr>
            <w:tcW w:w="242" w:type="pct"/>
            <w:gridSpan w:val="2"/>
            <w:vAlign w:val="center"/>
          </w:tcPr>
          <w:p w:rsidR="00254DC4" w:rsidRPr="002E6342" w:rsidRDefault="00254DC4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342">
              <w:rPr>
                <w:rFonts w:ascii="Arial" w:hAnsi="Arial" w:cs="Arial"/>
                <w:sz w:val="18"/>
                <w:szCs w:val="18"/>
              </w:rPr>
              <w:t></w:t>
            </w:r>
            <w:r w:rsidR="008876E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18" name="Text Box 37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59" o:spid="_x0000_s1388" type="#_x0000_t202" style="position:absolute;left:0;text-align:left;margin-left:0;margin-top:2pt;width:11.35pt;height:11.35pt;z-index:25184870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FbHe4Q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2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nee </w:t>
            </w:r>
          </w:p>
        </w:tc>
        <w:tc>
          <w:tcPr>
            <w:tcW w:w="450" w:type="pct"/>
            <w:vAlign w:val="center"/>
          </w:tcPr>
          <w:p w:rsidR="00254DC4" w:rsidRPr="0008598C" w:rsidRDefault="008876E7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119380</wp:posOffset>
                      </wp:positionV>
                      <wp:extent cx="342900" cy="0"/>
                      <wp:effectExtent l="11430" t="52705" r="17145" b="61595"/>
                      <wp:wrapNone/>
                      <wp:docPr id="17" name="Line 37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AACA8E" id="Line 3758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pt,9.4pt" to="26.4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" strokeweight=".5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807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 w:rsidRPr="00F6084C">
              <w:rPr>
                <w:rFonts w:ascii="Arial" w:hAnsi="Arial" w:cs="Arial"/>
                <w:sz w:val="18"/>
                <w:szCs w:val="18"/>
              </w:rPr>
              <w:t xml:space="preserve">ga naar vraag 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</w:p>
        </w:tc>
      </w:tr>
      <w:tr w:rsidR="00254DC4" w:rsidRPr="00717275" w:rsidTr="000E02BB">
        <w:tblPrEx>
          <w:tblCellMar>
            <w:left w:w="70" w:type="dxa"/>
            <w:right w:w="70" w:type="dxa"/>
          </w:tblCellMar>
        </w:tblPrEx>
        <w:tc>
          <w:tcPr>
            <w:tcW w:w="222" w:type="pct"/>
            <w:tcMar>
              <w:left w:w="0" w:type="dxa"/>
              <w:right w:w="0" w:type="dxa"/>
            </w:tcMar>
            <w:vAlign w:val="center"/>
          </w:tcPr>
          <w:p w:rsidR="00254DC4" w:rsidRPr="002E6342" w:rsidRDefault="008876E7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16" name="Text Box 37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57" o:spid="_x0000_s1389" type="#_x0000_t202" style="position:absolute;left:0;text-align:left;margin-left:0;margin-top:2pt;width:11.35pt;height:11.35pt;z-index:2518466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GuAHJs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78" w:type="pct"/>
            <w:gridSpan w:val="4"/>
            <w:tcMar>
              <w:left w:w="0" w:type="dxa"/>
            </w:tcMar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ja </w:t>
            </w:r>
          </w:p>
        </w:tc>
      </w:tr>
    </w:tbl>
    <w:p w:rsidR="00254DC4" w:rsidRDefault="00254DC4" w:rsidP="00254DC4">
      <w:pPr>
        <w:spacing w:line="276" w:lineRule="auto"/>
        <w:rPr>
          <w:rFonts w:ascii="Arial" w:hAnsi="Arial"/>
          <w:sz w:val="18"/>
        </w:rPr>
      </w:pPr>
    </w:p>
    <w:p w:rsidR="00254DC4" w:rsidRDefault="00254DC4" w:rsidP="00254DC4">
      <w:pPr>
        <w:spacing w:line="276" w:lineRule="auto"/>
        <w:ind w:left="360" w:hanging="360"/>
        <w:rPr>
          <w:rFonts w:ascii="Arial" w:hAnsi="Arial"/>
          <w:b/>
          <w:sz w:val="18"/>
        </w:rPr>
      </w:pPr>
    </w:p>
    <w:p w:rsidR="00254DC4" w:rsidRDefault="00254DC4" w:rsidP="00254DC4">
      <w:pPr>
        <w:spacing w:line="276" w:lineRule="auto"/>
        <w:ind w:left="360" w:hanging="36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H. </w:t>
      </w:r>
      <w:r>
        <w:rPr>
          <w:rFonts w:ascii="Arial" w:hAnsi="Arial"/>
          <w:b/>
          <w:sz w:val="18"/>
        </w:rPr>
        <w:tab/>
        <w:t>Wat was daarvoor de reden?</w:t>
      </w:r>
    </w:p>
    <w:p w:rsidR="00254DC4" w:rsidRPr="00C5471B" w:rsidRDefault="00254DC4" w:rsidP="00254DC4">
      <w:pPr>
        <w:spacing w:line="276" w:lineRule="auto"/>
        <w:rPr>
          <w:rFonts w:ascii="Arial" w:hAnsi="Arial"/>
          <w:b/>
          <w:sz w:val="18"/>
        </w:rPr>
      </w:pPr>
    </w:p>
    <w:tbl>
      <w:tblPr>
        <w:tblW w:w="5000" w:type="pct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8680"/>
      </w:tblGrid>
      <w:tr w:rsidR="00254DC4" w:rsidRPr="00717275" w:rsidTr="000E02BB">
        <w:tc>
          <w:tcPr>
            <w:tcW w:w="215" w:type="pct"/>
            <w:vAlign w:val="center"/>
          </w:tcPr>
          <w:p w:rsidR="00254DC4" w:rsidRPr="002E6342" w:rsidRDefault="00254DC4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342">
              <w:rPr>
                <w:rFonts w:ascii="Arial" w:hAnsi="Arial" w:cs="Arial"/>
                <w:sz w:val="18"/>
                <w:szCs w:val="18"/>
              </w:rPr>
              <w:t></w:t>
            </w:r>
            <w:r w:rsidR="008876E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15" name="Text Box 37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49" o:spid="_x0000_s1390" type="#_x0000_t202" style="position:absolute;left:0;text-align:left;margin-left:0;margin-top:2pt;width:11.35pt;height:11.35pt;z-index:2518384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ME5BQ8iAgAATA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5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cliënt wilde niet langer meewerken</w:t>
            </w:r>
          </w:p>
        </w:tc>
      </w:tr>
      <w:tr w:rsidR="00254DC4" w:rsidRPr="00717275" w:rsidTr="000E02BB">
        <w:tc>
          <w:tcPr>
            <w:tcW w:w="215" w:type="pct"/>
            <w:vAlign w:val="center"/>
          </w:tcPr>
          <w:p w:rsidR="00254DC4" w:rsidRPr="002E6342" w:rsidRDefault="008876E7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14" name="Text Box 37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50" o:spid="_x0000_s1391" type="#_x0000_t202" style="position:absolute;left:0;text-align:left;margin-left:0;margin-top:2pt;width:11.35pt;height:11.35pt;z-index:2518394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5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cliënt was niet langer geconcentreerd</w:t>
            </w:r>
          </w:p>
        </w:tc>
      </w:tr>
      <w:tr w:rsidR="00254DC4" w:rsidRPr="00717275" w:rsidTr="000E02BB">
        <w:tc>
          <w:tcPr>
            <w:tcW w:w="215" w:type="pct"/>
            <w:vAlign w:val="center"/>
          </w:tcPr>
          <w:p w:rsidR="00254DC4" w:rsidRPr="002E6342" w:rsidRDefault="00254DC4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342">
              <w:rPr>
                <w:rFonts w:ascii="Arial" w:hAnsi="Arial" w:cs="Arial"/>
                <w:sz w:val="18"/>
                <w:szCs w:val="18"/>
              </w:rPr>
              <w:t></w:t>
            </w:r>
            <w:r w:rsidR="008876E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13" name="Text Box 37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51" o:spid="_x0000_s1392" type="#_x0000_t202" style="position:absolute;left:0;text-align:left;margin-left:0;margin-top:2pt;width:11.35pt;height:11.35pt;z-index:2518405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5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vragen waren te moeilijk voor cliënt </w:t>
            </w:r>
          </w:p>
        </w:tc>
      </w:tr>
      <w:tr w:rsidR="00254DC4" w:rsidRPr="003D1C79" w:rsidTr="000E02BB">
        <w:tc>
          <w:tcPr>
            <w:tcW w:w="215" w:type="pct"/>
            <w:vAlign w:val="center"/>
          </w:tcPr>
          <w:p w:rsidR="00254DC4" w:rsidRPr="002E6342" w:rsidRDefault="008876E7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12" name="Text Box 37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63" o:spid="_x0000_s1393" type="#_x0000_t202" style="position:absolute;left:0;text-align:left;margin-left:0;margin-top:2pt;width:11.35pt;height:11.35pt;z-index:2518507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DASB1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5" w:type="pct"/>
            <w:vAlign w:val="center"/>
          </w:tcPr>
          <w:p w:rsidR="00254DC4" w:rsidRDefault="00254DC4" w:rsidP="000E02BB">
            <w:pPr>
              <w:tabs>
                <w:tab w:val="right" w:leader="dot" w:pos="7936"/>
              </w:tabs>
            </w:pPr>
            <w:r w:rsidRPr="0008598C">
              <w:rPr>
                <w:rFonts w:ascii="Arial" w:hAnsi="Arial" w:cs="Arial"/>
                <w:sz w:val="18"/>
                <w:szCs w:val="18"/>
              </w:rPr>
              <w:t xml:space="preserve">anders, namelijk 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:rsidR="00254DC4" w:rsidRDefault="00254DC4" w:rsidP="00254DC4">
      <w:pPr>
        <w:spacing w:line="276" w:lineRule="auto"/>
        <w:ind w:left="360" w:hanging="36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I.</w:t>
      </w:r>
      <w:r>
        <w:rPr>
          <w:rFonts w:ascii="Arial" w:hAnsi="Arial"/>
          <w:b/>
          <w:sz w:val="18"/>
        </w:rPr>
        <w:tab/>
      </w:r>
      <w:r w:rsidRPr="00C5471B">
        <w:rPr>
          <w:rFonts w:ascii="Arial" w:hAnsi="Arial"/>
          <w:b/>
          <w:sz w:val="18"/>
        </w:rPr>
        <w:t>Was de</w:t>
      </w:r>
      <w:r>
        <w:rPr>
          <w:rFonts w:ascii="Arial" w:hAnsi="Arial"/>
          <w:b/>
          <w:sz w:val="18"/>
        </w:rPr>
        <w:t xml:space="preserve"> cliënt </w:t>
      </w:r>
      <w:r w:rsidRPr="00C5471B">
        <w:rPr>
          <w:rFonts w:ascii="Arial" w:hAnsi="Arial"/>
          <w:b/>
          <w:sz w:val="18"/>
        </w:rPr>
        <w:t>aandachtig en geconcentreerd?</w:t>
      </w:r>
    </w:p>
    <w:p w:rsidR="00254DC4" w:rsidRPr="00C5471B" w:rsidRDefault="00254DC4" w:rsidP="00254DC4">
      <w:pPr>
        <w:spacing w:line="276" w:lineRule="auto"/>
        <w:rPr>
          <w:rFonts w:ascii="Arial" w:hAnsi="Arial"/>
          <w:b/>
          <w:sz w:val="18"/>
        </w:rPr>
      </w:pPr>
    </w:p>
    <w:tbl>
      <w:tblPr>
        <w:tblW w:w="4707" w:type="pct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1"/>
        <w:gridCol w:w="8147"/>
      </w:tblGrid>
      <w:tr w:rsidR="00254DC4" w:rsidRPr="00717275" w:rsidTr="000E02BB">
        <w:tc>
          <w:tcPr>
            <w:tcW w:w="229" w:type="pct"/>
            <w:vAlign w:val="center"/>
          </w:tcPr>
          <w:p w:rsidR="00254DC4" w:rsidRPr="002E6342" w:rsidRDefault="00254DC4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342">
              <w:rPr>
                <w:rFonts w:ascii="Arial" w:hAnsi="Arial" w:cs="Arial"/>
                <w:sz w:val="18"/>
                <w:szCs w:val="18"/>
              </w:rPr>
              <w:t></w:t>
            </w:r>
            <w:r w:rsidR="008876E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11" name="Text Box 37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37" o:spid="_x0000_s1394" type="#_x0000_t202" style="position:absolute;left:0;text-align:left;margin-left:0;margin-top:2pt;width:11.35pt;height:11.35pt;z-index:2518343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CQeJFZIwIAAEw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71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nee, helemaal niet</w:t>
            </w:r>
          </w:p>
        </w:tc>
      </w:tr>
      <w:tr w:rsidR="00254DC4" w:rsidRPr="00717275" w:rsidTr="000E02BB">
        <w:tc>
          <w:tcPr>
            <w:tcW w:w="229" w:type="pct"/>
            <w:vAlign w:val="center"/>
          </w:tcPr>
          <w:p w:rsidR="00254DC4" w:rsidRPr="002E6342" w:rsidRDefault="008876E7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10" name="Text Box 37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38" o:spid="_x0000_s1395" type="#_x0000_t202" style="position:absolute;left:0;text-align:left;margin-left:0;margin-top:2pt;width:11.35pt;height:11.35pt;z-index:25183539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GDjz2SECAABM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71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een beetje </w:t>
            </w:r>
          </w:p>
        </w:tc>
      </w:tr>
      <w:tr w:rsidR="00254DC4" w:rsidRPr="00717275" w:rsidTr="000E02BB">
        <w:tc>
          <w:tcPr>
            <w:tcW w:w="229" w:type="pct"/>
            <w:vAlign w:val="center"/>
          </w:tcPr>
          <w:p w:rsidR="00254DC4" w:rsidRPr="002E6342" w:rsidRDefault="00254DC4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342">
              <w:rPr>
                <w:rFonts w:ascii="Arial" w:hAnsi="Arial" w:cs="Arial"/>
                <w:sz w:val="18"/>
                <w:szCs w:val="18"/>
              </w:rPr>
              <w:t></w:t>
            </w:r>
            <w:r w:rsidR="008876E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9" name="Text Box 37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39" o:spid="_x0000_s1396" type="#_x0000_t202" style="position:absolute;left:0;text-align:left;margin-left:0;margin-top:2pt;width:11.35pt;height:11.35pt;z-index:2518364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Nqh1nQ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71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grotendeels </w:t>
            </w:r>
          </w:p>
        </w:tc>
      </w:tr>
      <w:tr w:rsidR="00254DC4" w:rsidRPr="003D1C79" w:rsidTr="000E02BB">
        <w:tc>
          <w:tcPr>
            <w:tcW w:w="229" w:type="pct"/>
            <w:vAlign w:val="center"/>
          </w:tcPr>
          <w:p w:rsidR="00254DC4" w:rsidRPr="002E6342" w:rsidRDefault="008876E7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8" name="Text Box 37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40" o:spid="_x0000_s1397" type="#_x0000_t202" style="position:absolute;left:0;text-align:left;margin-left:0;margin-top:2pt;width:11.35pt;height:11.35pt;z-index:25183744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71" w:type="pct"/>
            <w:vAlign w:val="center"/>
          </w:tcPr>
          <w:p w:rsidR="00254DC4" w:rsidRPr="00166A1A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ja, helemaal </w:t>
            </w:r>
          </w:p>
        </w:tc>
      </w:tr>
    </w:tbl>
    <w:p w:rsidR="00254DC4" w:rsidRDefault="00254DC4" w:rsidP="00254DC4">
      <w:pPr>
        <w:spacing w:line="276" w:lineRule="auto"/>
        <w:rPr>
          <w:rFonts w:ascii="Arial" w:hAnsi="Arial"/>
          <w:sz w:val="18"/>
        </w:rPr>
      </w:pPr>
    </w:p>
    <w:p w:rsidR="00254DC4" w:rsidRDefault="00254DC4" w:rsidP="00254DC4">
      <w:pPr>
        <w:spacing w:line="276" w:lineRule="auto"/>
        <w:ind w:left="360" w:hanging="360"/>
        <w:rPr>
          <w:rFonts w:ascii="Arial" w:hAnsi="Arial"/>
          <w:b/>
          <w:sz w:val="18"/>
        </w:rPr>
      </w:pPr>
    </w:p>
    <w:p w:rsidR="00254DC4" w:rsidRDefault="00254DC4" w:rsidP="00254DC4">
      <w:pPr>
        <w:spacing w:line="276" w:lineRule="auto"/>
        <w:ind w:left="360" w:hanging="36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J.</w:t>
      </w:r>
      <w:r>
        <w:rPr>
          <w:rFonts w:ascii="Arial" w:hAnsi="Arial"/>
          <w:b/>
          <w:sz w:val="18"/>
        </w:rPr>
        <w:tab/>
        <w:t>Was er een tolk aanwezig bij het interview</w:t>
      </w:r>
      <w:r w:rsidRPr="00C5471B">
        <w:rPr>
          <w:rFonts w:ascii="Arial" w:hAnsi="Arial"/>
          <w:b/>
          <w:sz w:val="18"/>
        </w:rPr>
        <w:t>?</w:t>
      </w:r>
    </w:p>
    <w:p w:rsidR="00254DC4" w:rsidRPr="00C5471B" w:rsidRDefault="00254DC4" w:rsidP="00254DC4">
      <w:pPr>
        <w:spacing w:line="276" w:lineRule="auto"/>
        <w:rPr>
          <w:rFonts w:ascii="Arial" w:hAnsi="Arial"/>
          <w:b/>
          <w:sz w:val="18"/>
        </w:rPr>
      </w:pPr>
    </w:p>
    <w:tbl>
      <w:tblPr>
        <w:tblW w:w="4707" w:type="pct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1"/>
        <w:gridCol w:w="509"/>
        <w:gridCol w:w="1079"/>
        <w:gridCol w:w="6559"/>
      </w:tblGrid>
      <w:tr w:rsidR="00254DC4" w:rsidRPr="00717275" w:rsidTr="00254DC4">
        <w:tc>
          <w:tcPr>
            <w:tcW w:w="229" w:type="pct"/>
            <w:vAlign w:val="center"/>
          </w:tcPr>
          <w:p w:rsidR="00254DC4" w:rsidRPr="002E6342" w:rsidRDefault="00254DC4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342">
              <w:rPr>
                <w:rFonts w:ascii="Arial" w:hAnsi="Arial" w:cs="Arial"/>
                <w:sz w:val="18"/>
                <w:szCs w:val="18"/>
              </w:rPr>
              <w:t></w:t>
            </w:r>
            <w:r w:rsidR="008876E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7" name="Text Box 37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69" o:spid="_x0000_s1398" type="#_x0000_t202" style="position:absolute;left:0;text-align:left;margin-left:0;margin-top:2pt;width:11.35pt;height:11.35pt;z-index:25185382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nee </w:t>
            </w:r>
          </w:p>
        </w:tc>
        <w:tc>
          <w:tcPr>
            <w:tcW w:w="632" w:type="pct"/>
            <w:vAlign w:val="center"/>
          </w:tcPr>
          <w:p w:rsidR="00254DC4" w:rsidRPr="0008598C" w:rsidRDefault="008876E7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128905</wp:posOffset>
                      </wp:positionV>
                      <wp:extent cx="342900" cy="0"/>
                      <wp:effectExtent l="9525" t="52705" r="19050" b="61595"/>
                      <wp:wrapNone/>
                      <wp:docPr id="6" name="Line 37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354C4E" id="Line 3768" o:spid="_x0000_s1026" style="position:absolute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0.15pt" to="36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" strokeweight=".5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3841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 naar vraag L</w:t>
            </w:r>
          </w:p>
        </w:tc>
      </w:tr>
      <w:tr w:rsidR="00254DC4" w:rsidRPr="00717275" w:rsidTr="000E02BB">
        <w:tc>
          <w:tcPr>
            <w:tcW w:w="229" w:type="pct"/>
            <w:vAlign w:val="center"/>
          </w:tcPr>
          <w:p w:rsidR="00254DC4" w:rsidRPr="002E6342" w:rsidRDefault="008876E7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5" name="Text Box 37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65" o:spid="_x0000_s1399" type="#_x0000_t202" style="position:absolute;left:0;text-align:left;margin-left:0;margin-top:2pt;width:11.35pt;height:11.35pt;z-index:2518517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/v3ZM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71" w:type="pct"/>
            <w:gridSpan w:val="3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ja </w:t>
            </w:r>
          </w:p>
        </w:tc>
      </w:tr>
    </w:tbl>
    <w:p w:rsidR="00254DC4" w:rsidRDefault="00254DC4" w:rsidP="00254DC4">
      <w:pPr>
        <w:spacing w:line="276" w:lineRule="auto"/>
        <w:rPr>
          <w:rFonts w:ascii="Arial" w:hAnsi="Arial"/>
          <w:sz w:val="18"/>
        </w:rPr>
      </w:pPr>
    </w:p>
    <w:p w:rsidR="00254DC4" w:rsidRDefault="00254DC4" w:rsidP="00254DC4">
      <w:pPr>
        <w:spacing w:line="276" w:lineRule="auto"/>
        <w:ind w:left="360" w:hanging="360"/>
        <w:rPr>
          <w:rFonts w:ascii="Arial" w:hAnsi="Arial"/>
          <w:b/>
          <w:sz w:val="18"/>
        </w:rPr>
      </w:pPr>
    </w:p>
    <w:p w:rsidR="00254DC4" w:rsidRDefault="00254DC4" w:rsidP="00254DC4">
      <w:pPr>
        <w:spacing w:line="276" w:lineRule="auto"/>
        <w:ind w:left="360" w:hanging="36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K.</w:t>
      </w:r>
      <w:r>
        <w:rPr>
          <w:rFonts w:ascii="Arial" w:hAnsi="Arial"/>
          <w:b/>
          <w:sz w:val="18"/>
        </w:rPr>
        <w:tab/>
        <w:t>Hoe verliep, naar uw idee, de communicatie tussen de tolk en de cliënt?</w:t>
      </w:r>
    </w:p>
    <w:p w:rsidR="00254DC4" w:rsidRPr="00C5471B" w:rsidRDefault="00254DC4" w:rsidP="00254DC4">
      <w:pPr>
        <w:spacing w:line="276" w:lineRule="auto"/>
        <w:rPr>
          <w:rFonts w:ascii="Arial" w:hAnsi="Arial"/>
          <w:b/>
          <w:sz w:val="18"/>
        </w:rPr>
      </w:pPr>
    </w:p>
    <w:tbl>
      <w:tblPr>
        <w:tblW w:w="4707" w:type="pct"/>
        <w:tblCellMar>
          <w:top w:w="9" w:type="dxa"/>
          <w:left w:w="0" w:type="dxa"/>
          <w:bottom w:w="9" w:type="dxa"/>
          <w:right w:w="0" w:type="dxa"/>
        </w:tblCellMar>
        <w:tblLook w:val="0000" w:firstRow="0" w:lastRow="0" w:firstColumn="0" w:lastColumn="0" w:noHBand="0" w:noVBand="0"/>
      </w:tblPr>
      <w:tblGrid>
        <w:gridCol w:w="391"/>
        <w:gridCol w:w="8147"/>
      </w:tblGrid>
      <w:tr w:rsidR="00254DC4" w:rsidRPr="00717275" w:rsidTr="000E02BB">
        <w:tc>
          <w:tcPr>
            <w:tcW w:w="229" w:type="pct"/>
            <w:vAlign w:val="center"/>
          </w:tcPr>
          <w:p w:rsidR="00254DC4" w:rsidRPr="002E6342" w:rsidRDefault="00254DC4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342">
              <w:rPr>
                <w:rFonts w:ascii="Arial" w:hAnsi="Arial" w:cs="Arial"/>
                <w:sz w:val="18"/>
                <w:szCs w:val="18"/>
              </w:rPr>
              <w:t></w:t>
            </w:r>
            <w:r w:rsidR="008876E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4" name="Text Box 37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70" o:spid="_x0000_s1400" type="#_x0000_t202" style="position:absolute;left:0;text-align:left;margin-left:0;margin-top:2pt;width:11.35pt;height:11.35pt;z-index:2518548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JLCDmU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71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erg moeizaam</w:t>
            </w:r>
          </w:p>
        </w:tc>
      </w:tr>
      <w:tr w:rsidR="00254DC4" w:rsidRPr="00717275" w:rsidTr="000E02BB">
        <w:tc>
          <w:tcPr>
            <w:tcW w:w="229" w:type="pct"/>
            <w:vAlign w:val="center"/>
          </w:tcPr>
          <w:p w:rsidR="00254DC4" w:rsidRPr="002E6342" w:rsidRDefault="008876E7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3" name="Text Box 37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71" o:spid="_x0000_s1401" type="#_x0000_t202" style="position:absolute;left:0;text-align:left;margin-left:0;margin-top:2pt;width:11.35pt;height:11.35pt;z-index:25185587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G/OhWglAgAASw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71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moeizaam</w:t>
            </w:r>
          </w:p>
        </w:tc>
      </w:tr>
      <w:tr w:rsidR="00254DC4" w:rsidRPr="00717275" w:rsidTr="000E02BB">
        <w:tc>
          <w:tcPr>
            <w:tcW w:w="229" w:type="pct"/>
            <w:vAlign w:val="center"/>
          </w:tcPr>
          <w:p w:rsidR="00254DC4" w:rsidRPr="002E6342" w:rsidRDefault="00254DC4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6342">
              <w:rPr>
                <w:rFonts w:ascii="Arial" w:hAnsi="Arial" w:cs="Arial"/>
                <w:sz w:val="18"/>
                <w:szCs w:val="18"/>
              </w:rPr>
              <w:t></w:t>
            </w:r>
            <w:r w:rsidR="008876E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2" name="Text Box 37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72" o:spid="_x0000_s1402" type="#_x0000_t202" style="position:absolute;left:0;text-align:left;margin-left:0;margin-top:2pt;width:11.35pt;height:11.35pt;z-index:25185689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71" w:type="pct"/>
            <w:vAlign w:val="center"/>
          </w:tcPr>
          <w:p w:rsidR="00254DC4" w:rsidRPr="0008598C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eenvoudig/soepel</w:t>
            </w:r>
          </w:p>
        </w:tc>
      </w:tr>
      <w:tr w:rsidR="00254DC4" w:rsidRPr="003D1C79" w:rsidTr="000E02BB">
        <w:tc>
          <w:tcPr>
            <w:tcW w:w="229" w:type="pct"/>
            <w:vAlign w:val="center"/>
          </w:tcPr>
          <w:p w:rsidR="00254DC4" w:rsidRPr="002E6342" w:rsidRDefault="008876E7" w:rsidP="000E02BB">
            <w:pPr>
              <w:pStyle w:val="Plattetekstinspringen"/>
              <w:tabs>
                <w:tab w:val="left" w:pos="454"/>
                <w:tab w:val="center" w:pos="780"/>
              </w:tabs>
              <w:spacing w:before="40" w:after="40" w:line="276" w:lineRule="auto"/>
              <w:ind w:left="0" w:hanging="5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>
                      <wp:simplePos x="0" y="0"/>
                      <wp:positionH relativeFrom="column">
                        <wp:align>left</wp:align>
                      </wp:positionH>
                      <wp:positionV relativeFrom="paragraph">
                        <wp:posOffset>25400</wp:posOffset>
                      </wp:positionV>
                      <wp:extent cx="144145" cy="144145"/>
                      <wp:effectExtent l="9525" t="6350" r="8255" b="11430"/>
                      <wp:wrapNone/>
                      <wp:docPr id="1" name="Text Box 37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F7E10" w:rsidRDefault="004F7E10" w:rsidP="00254DC4">
                                  <w:pPr>
                                    <w:spacing w:before="40"/>
                                    <w:jc w:val="center"/>
                                    <w:rPr>
                                      <w:rFonts w:ascii="Helvetica" w:hAnsi="Helvetica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14"/>
                                      <w:szCs w:val="2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73" o:spid="_x0000_s1403" type="#_x0000_t202" style="position:absolute;left:0;text-align:left;margin-left:0;margin-top:2pt;width:11.35pt;height:11.35pt;z-index:2518579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" strokeweight=".5pt">
                      <v:textbox inset="0,0,0,0">
                        <w:txbxContent>
                          <w:p w:rsidR="004F7E10" w:rsidRDefault="004F7E10" w:rsidP="00254DC4">
                            <w:pPr>
                              <w:spacing w:before="40"/>
                              <w:jc w:val="center"/>
                              <w:rPr>
                                <w:rFonts w:ascii="Helvetica" w:hAnsi="Helvetica"/>
                                <w:sz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2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71" w:type="pct"/>
            <w:vAlign w:val="center"/>
          </w:tcPr>
          <w:p w:rsidR="00254DC4" w:rsidRPr="00166A1A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erg eenvoudig/soepel</w:t>
            </w:r>
          </w:p>
        </w:tc>
      </w:tr>
    </w:tbl>
    <w:p w:rsidR="00254DC4" w:rsidRDefault="00254DC4" w:rsidP="00254DC4">
      <w:pPr>
        <w:spacing w:line="276" w:lineRule="auto"/>
        <w:rPr>
          <w:rFonts w:ascii="Arial" w:hAnsi="Arial"/>
          <w:sz w:val="18"/>
        </w:rPr>
      </w:pPr>
    </w:p>
    <w:p w:rsidR="00254DC4" w:rsidRPr="00C5471B" w:rsidRDefault="00254DC4" w:rsidP="00254DC4">
      <w:pPr>
        <w:rPr>
          <w:rFonts w:ascii="Arial" w:hAnsi="Arial"/>
          <w:sz w:val="18"/>
        </w:rPr>
      </w:pPr>
    </w:p>
    <w:p w:rsidR="00254DC4" w:rsidRPr="00C5471B" w:rsidRDefault="00254DC4" w:rsidP="00254DC4">
      <w:pPr>
        <w:ind w:left="360" w:hanging="36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L.</w:t>
      </w:r>
      <w:r>
        <w:rPr>
          <w:rFonts w:ascii="Arial" w:hAnsi="Arial"/>
          <w:b/>
          <w:sz w:val="18"/>
        </w:rPr>
        <w:tab/>
      </w:r>
      <w:r w:rsidRPr="00C5471B">
        <w:rPr>
          <w:rFonts w:ascii="Arial" w:hAnsi="Arial"/>
          <w:b/>
          <w:sz w:val="18"/>
        </w:rPr>
        <w:t>Andere ervaringen</w:t>
      </w:r>
    </w:p>
    <w:p w:rsidR="00254DC4" w:rsidRPr="00D84429" w:rsidRDefault="00254DC4" w:rsidP="00254DC4">
      <w:pPr>
        <w:rPr>
          <w:rFonts w:ascii="Arial" w:hAnsi="Arial"/>
          <w:i/>
          <w:sz w:val="18"/>
        </w:rPr>
      </w:pPr>
      <w:r w:rsidRPr="00D84429">
        <w:rPr>
          <w:rFonts w:ascii="Arial" w:hAnsi="Arial"/>
          <w:i/>
          <w:sz w:val="18"/>
        </w:rPr>
        <w:t>Int: Hieronder kunt u nog andere ervaringen op schrijven die relevant zijn voor het verbeteren van de vragen, het beeldmateriaal en het verloop van de interviews (planning, locatie etc.)</w:t>
      </w:r>
      <w:r>
        <w:rPr>
          <w:rFonts w:ascii="Arial" w:hAnsi="Arial"/>
          <w:i/>
          <w:sz w:val="18"/>
        </w:rPr>
        <w:t>.</w:t>
      </w:r>
    </w:p>
    <w:p w:rsidR="00254DC4" w:rsidRPr="00C5471B" w:rsidRDefault="00254DC4" w:rsidP="00254DC4">
      <w:pPr>
        <w:rPr>
          <w:rFonts w:ascii="Arial" w:hAnsi="Arial"/>
          <w:sz w:val="18"/>
        </w:rPr>
      </w:pPr>
    </w:p>
    <w:tbl>
      <w:tblPr>
        <w:tblW w:w="4899" w:type="pct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9" w:type="dxa"/>
          <w:left w:w="70" w:type="dxa"/>
          <w:bottom w:w="9" w:type="dxa"/>
          <w:right w:w="70" w:type="dxa"/>
        </w:tblCellMar>
        <w:tblLook w:val="0000" w:firstRow="0" w:lastRow="0" w:firstColumn="0" w:lastColumn="0" w:noHBand="0" w:noVBand="0"/>
      </w:tblPr>
      <w:tblGrid>
        <w:gridCol w:w="9024"/>
      </w:tblGrid>
      <w:tr w:rsidR="00254DC4" w:rsidRPr="00717275" w:rsidTr="000E02BB">
        <w:tc>
          <w:tcPr>
            <w:tcW w:w="5000" w:type="pct"/>
            <w:vAlign w:val="center"/>
          </w:tcPr>
          <w:p w:rsidR="00254DC4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DC4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DC4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DC4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DC4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DC4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DC4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DC4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DC4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DC4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DC4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DC4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DC4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DC4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DC4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DC4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DC4" w:rsidRDefault="00254DC4" w:rsidP="000E02B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DC4" w:rsidRPr="00C5471B" w:rsidRDefault="00254DC4" w:rsidP="00254DC4">
      <w:pPr>
        <w:rPr>
          <w:rFonts w:ascii="Arial" w:hAnsi="Arial"/>
          <w:sz w:val="18"/>
        </w:rPr>
      </w:pPr>
    </w:p>
    <w:p w:rsidR="002A4D02" w:rsidRPr="0027030F" w:rsidRDefault="002A4D02" w:rsidP="00F2363E">
      <w:pPr>
        <w:spacing w:line="276" w:lineRule="auto"/>
      </w:pPr>
    </w:p>
    <w:sectPr w:rsidR="002A4D02" w:rsidRPr="0027030F" w:rsidSect="00FA77C9">
      <w:pgSz w:w="11906" w:h="16838" w:code="9"/>
      <w:pgMar w:top="1418" w:right="1418" w:bottom="1985" w:left="1418" w:header="1418" w:footer="141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1">
      <wne:macro wne:macroName="PROJECT.NEWMACROS.MACRO1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E10" w:rsidRDefault="004F7E10">
      <w:r>
        <w:separator/>
      </w:r>
    </w:p>
  </w:endnote>
  <w:endnote w:type="continuationSeparator" w:id="0">
    <w:p w:rsidR="004F7E10" w:rsidRDefault="004F7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E10" w:rsidRDefault="004F7E10" w:rsidP="00DE7359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4F7E10" w:rsidRDefault="004F7E10" w:rsidP="006B6A42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E10" w:rsidRPr="00E52B73" w:rsidRDefault="004F7E10" w:rsidP="00DE7359">
    <w:pPr>
      <w:pStyle w:val="Voettekst"/>
      <w:framePr w:wrap="around" w:vAnchor="text" w:hAnchor="margin" w:xAlign="center" w:y="1"/>
      <w:rPr>
        <w:rStyle w:val="Paginanummer"/>
        <w:rFonts w:ascii="Arial" w:hAnsi="Arial" w:cs="Arial"/>
      </w:rPr>
    </w:pPr>
    <w:r w:rsidRPr="00E52B73">
      <w:rPr>
        <w:rStyle w:val="Paginanummer"/>
        <w:rFonts w:ascii="Arial" w:hAnsi="Arial" w:cs="Arial"/>
      </w:rPr>
      <w:fldChar w:fldCharType="begin"/>
    </w:r>
    <w:r w:rsidRPr="00E52B73">
      <w:rPr>
        <w:rStyle w:val="Paginanummer"/>
        <w:rFonts w:ascii="Arial" w:hAnsi="Arial" w:cs="Arial"/>
      </w:rPr>
      <w:instrText xml:space="preserve">PAGE  </w:instrText>
    </w:r>
    <w:r w:rsidRPr="00E52B73">
      <w:rPr>
        <w:rStyle w:val="Paginanummer"/>
        <w:rFonts w:ascii="Arial" w:hAnsi="Arial" w:cs="Arial"/>
      </w:rPr>
      <w:fldChar w:fldCharType="separate"/>
    </w:r>
    <w:r w:rsidR="008876E7">
      <w:rPr>
        <w:rStyle w:val="Paginanummer"/>
        <w:rFonts w:ascii="Arial" w:hAnsi="Arial" w:cs="Arial"/>
        <w:noProof/>
      </w:rPr>
      <w:t>12</w:t>
    </w:r>
    <w:r w:rsidRPr="00E52B73">
      <w:rPr>
        <w:rStyle w:val="Paginanummer"/>
        <w:rFonts w:ascii="Arial" w:hAnsi="Arial" w:cs="Arial"/>
      </w:rPr>
      <w:fldChar w:fldCharType="end"/>
    </w:r>
  </w:p>
  <w:p w:rsidR="004F7E10" w:rsidRDefault="004F7E10" w:rsidP="006B6A42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E10" w:rsidRDefault="004F7E10">
      <w:r>
        <w:separator/>
      </w:r>
    </w:p>
  </w:footnote>
  <w:footnote w:type="continuationSeparator" w:id="0">
    <w:p w:rsidR="004F7E10" w:rsidRDefault="004F7E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35C4E"/>
    <w:multiLevelType w:val="hybridMultilevel"/>
    <w:tmpl w:val="57EEAD08"/>
    <w:lvl w:ilvl="0" w:tplc="9092DC92">
      <w:start w:val="1"/>
      <w:numFmt w:val="bullet"/>
      <w:pStyle w:val="hokjesok"/>
      <w:lvlText w:val="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olor w:val="auto"/>
        <w:sz w:val="20"/>
        <w:szCs w:val="20"/>
      </w:rPr>
    </w:lvl>
    <w:lvl w:ilvl="1" w:tplc="47D2A10C">
      <w:start w:val="1"/>
      <w:numFmt w:val="bullet"/>
      <w:pStyle w:val="hokjesok"/>
      <w:lvlText w:val="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olor w:val="auto"/>
        <w:sz w:val="20"/>
        <w:szCs w:val="20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325B0"/>
    <w:multiLevelType w:val="hybridMultilevel"/>
    <w:tmpl w:val="7CF444DA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5F43D4A"/>
    <w:multiLevelType w:val="hybridMultilevel"/>
    <w:tmpl w:val="E9561C70"/>
    <w:lvl w:ilvl="0" w:tplc="03E2761E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72BB6"/>
    <w:multiLevelType w:val="hybridMultilevel"/>
    <w:tmpl w:val="1102F942"/>
    <w:lvl w:ilvl="0" w:tplc="E9F6335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8B03373"/>
    <w:multiLevelType w:val="hybridMultilevel"/>
    <w:tmpl w:val="5DCA972E"/>
    <w:lvl w:ilvl="0" w:tplc="07268A54"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930732"/>
    <w:multiLevelType w:val="hybridMultilevel"/>
    <w:tmpl w:val="AC1C614C"/>
    <w:lvl w:ilvl="0" w:tplc="04130001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0B0D00"/>
    <w:multiLevelType w:val="hybridMultilevel"/>
    <w:tmpl w:val="61FA16A2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C91"/>
    <w:rsid w:val="000023AE"/>
    <w:rsid w:val="000140FC"/>
    <w:rsid w:val="0001462E"/>
    <w:rsid w:val="00014CBF"/>
    <w:rsid w:val="00015AE2"/>
    <w:rsid w:val="00017012"/>
    <w:rsid w:val="00023CE5"/>
    <w:rsid w:val="000348CE"/>
    <w:rsid w:val="00034D48"/>
    <w:rsid w:val="00035C37"/>
    <w:rsid w:val="00040187"/>
    <w:rsid w:val="0004076F"/>
    <w:rsid w:val="00042835"/>
    <w:rsid w:val="00043A65"/>
    <w:rsid w:val="00053D6E"/>
    <w:rsid w:val="00053F43"/>
    <w:rsid w:val="00054162"/>
    <w:rsid w:val="000624F1"/>
    <w:rsid w:val="00065000"/>
    <w:rsid w:val="0007565B"/>
    <w:rsid w:val="00081536"/>
    <w:rsid w:val="00084905"/>
    <w:rsid w:val="00086636"/>
    <w:rsid w:val="00093FB7"/>
    <w:rsid w:val="000A00BB"/>
    <w:rsid w:val="000A45C0"/>
    <w:rsid w:val="000A6FE3"/>
    <w:rsid w:val="000C1154"/>
    <w:rsid w:val="000C7985"/>
    <w:rsid w:val="000D5157"/>
    <w:rsid w:val="000D6EEC"/>
    <w:rsid w:val="000E02BB"/>
    <w:rsid w:val="000E11BE"/>
    <w:rsid w:val="000E1654"/>
    <w:rsid w:val="000E4160"/>
    <w:rsid w:val="000E5C6F"/>
    <w:rsid w:val="000E734F"/>
    <w:rsid w:val="000E774B"/>
    <w:rsid w:val="000F0380"/>
    <w:rsid w:val="000F07A1"/>
    <w:rsid w:val="000F2F21"/>
    <w:rsid w:val="000F4D31"/>
    <w:rsid w:val="000F4F6C"/>
    <w:rsid w:val="000F5705"/>
    <w:rsid w:val="0010170F"/>
    <w:rsid w:val="001066A4"/>
    <w:rsid w:val="00110C49"/>
    <w:rsid w:val="001124AC"/>
    <w:rsid w:val="00116C86"/>
    <w:rsid w:val="00117187"/>
    <w:rsid w:val="001257DB"/>
    <w:rsid w:val="00125BF9"/>
    <w:rsid w:val="00131252"/>
    <w:rsid w:val="0013382F"/>
    <w:rsid w:val="00135D35"/>
    <w:rsid w:val="00140A64"/>
    <w:rsid w:val="00141C68"/>
    <w:rsid w:val="001521CF"/>
    <w:rsid w:val="00152575"/>
    <w:rsid w:val="00152598"/>
    <w:rsid w:val="001555A5"/>
    <w:rsid w:val="0016017D"/>
    <w:rsid w:val="001610E3"/>
    <w:rsid w:val="001626CD"/>
    <w:rsid w:val="00163057"/>
    <w:rsid w:val="001704C1"/>
    <w:rsid w:val="00175736"/>
    <w:rsid w:val="001779BC"/>
    <w:rsid w:val="00180A42"/>
    <w:rsid w:val="001814CE"/>
    <w:rsid w:val="001A1989"/>
    <w:rsid w:val="001B1297"/>
    <w:rsid w:val="001B7FC8"/>
    <w:rsid w:val="001C569B"/>
    <w:rsid w:val="001C7C33"/>
    <w:rsid w:val="001D4996"/>
    <w:rsid w:val="001D78B9"/>
    <w:rsid w:val="001E08B5"/>
    <w:rsid w:val="001E1A1B"/>
    <w:rsid w:val="001E3084"/>
    <w:rsid w:val="001E581D"/>
    <w:rsid w:val="001F3C0E"/>
    <w:rsid w:val="001F3FA2"/>
    <w:rsid w:val="00203234"/>
    <w:rsid w:val="00205EB1"/>
    <w:rsid w:val="00211B55"/>
    <w:rsid w:val="00213209"/>
    <w:rsid w:val="00213E06"/>
    <w:rsid w:val="00213F00"/>
    <w:rsid w:val="002177A9"/>
    <w:rsid w:val="00220417"/>
    <w:rsid w:val="00222866"/>
    <w:rsid w:val="00223A42"/>
    <w:rsid w:val="00224904"/>
    <w:rsid w:val="00226E8D"/>
    <w:rsid w:val="00233265"/>
    <w:rsid w:val="00235DE4"/>
    <w:rsid w:val="00241261"/>
    <w:rsid w:val="002464DE"/>
    <w:rsid w:val="00246B52"/>
    <w:rsid w:val="00247437"/>
    <w:rsid w:val="00254DC4"/>
    <w:rsid w:val="002645C2"/>
    <w:rsid w:val="0027030F"/>
    <w:rsid w:val="00271EB1"/>
    <w:rsid w:val="00274EDB"/>
    <w:rsid w:val="00283D8A"/>
    <w:rsid w:val="002940B9"/>
    <w:rsid w:val="002A4D02"/>
    <w:rsid w:val="002A5253"/>
    <w:rsid w:val="002B1D24"/>
    <w:rsid w:val="002C504B"/>
    <w:rsid w:val="002D0A43"/>
    <w:rsid w:val="002D34BB"/>
    <w:rsid w:val="002D7A30"/>
    <w:rsid w:val="002E24AB"/>
    <w:rsid w:val="002F13F5"/>
    <w:rsid w:val="002F736D"/>
    <w:rsid w:val="002F75AD"/>
    <w:rsid w:val="003057E0"/>
    <w:rsid w:val="00310146"/>
    <w:rsid w:val="0031151F"/>
    <w:rsid w:val="00312BEF"/>
    <w:rsid w:val="00316AB8"/>
    <w:rsid w:val="003217F9"/>
    <w:rsid w:val="00324E70"/>
    <w:rsid w:val="00325BBB"/>
    <w:rsid w:val="0032671F"/>
    <w:rsid w:val="003373AF"/>
    <w:rsid w:val="00340119"/>
    <w:rsid w:val="00357A1D"/>
    <w:rsid w:val="00360D88"/>
    <w:rsid w:val="00361CDB"/>
    <w:rsid w:val="003627B6"/>
    <w:rsid w:val="00363A11"/>
    <w:rsid w:val="00365AB8"/>
    <w:rsid w:val="003704A8"/>
    <w:rsid w:val="003739F7"/>
    <w:rsid w:val="0037467F"/>
    <w:rsid w:val="003829D5"/>
    <w:rsid w:val="00390314"/>
    <w:rsid w:val="00390BCF"/>
    <w:rsid w:val="003937A2"/>
    <w:rsid w:val="003A026D"/>
    <w:rsid w:val="003A0D0A"/>
    <w:rsid w:val="003A340D"/>
    <w:rsid w:val="003A3487"/>
    <w:rsid w:val="003A53A3"/>
    <w:rsid w:val="003B27C1"/>
    <w:rsid w:val="003B4855"/>
    <w:rsid w:val="003B7333"/>
    <w:rsid w:val="003C2E35"/>
    <w:rsid w:val="003C4928"/>
    <w:rsid w:val="003D1C79"/>
    <w:rsid w:val="003D7196"/>
    <w:rsid w:val="003E14F5"/>
    <w:rsid w:val="003E19FC"/>
    <w:rsid w:val="003E2153"/>
    <w:rsid w:val="003E5DB2"/>
    <w:rsid w:val="003F1A6D"/>
    <w:rsid w:val="003F331F"/>
    <w:rsid w:val="003F7A00"/>
    <w:rsid w:val="0040731D"/>
    <w:rsid w:val="00413A90"/>
    <w:rsid w:val="00413B2A"/>
    <w:rsid w:val="004140F4"/>
    <w:rsid w:val="00414968"/>
    <w:rsid w:val="0042151E"/>
    <w:rsid w:val="00425471"/>
    <w:rsid w:val="004345ED"/>
    <w:rsid w:val="0044547E"/>
    <w:rsid w:val="004473C6"/>
    <w:rsid w:val="004505AC"/>
    <w:rsid w:val="0045240A"/>
    <w:rsid w:val="00455DDA"/>
    <w:rsid w:val="00460A0E"/>
    <w:rsid w:val="0046562F"/>
    <w:rsid w:val="00473D49"/>
    <w:rsid w:val="00481393"/>
    <w:rsid w:val="0048442F"/>
    <w:rsid w:val="004877F8"/>
    <w:rsid w:val="00492E34"/>
    <w:rsid w:val="00496C94"/>
    <w:rsid w:val="004A6203"/>
    <w:rsid w:val="004A7C29"/>
    <w:rsid w:val="004B3B5C"/>
    <w:rsid w:val="004B491B"/>
    <w:rsid w:val="004B5ACC"/>
    <w:rsid w:val="004B6959"/>
    <w:rsid w:val="004D13A3"/>
    <w:rsid w:val="004D1734"/>
    <w:rsid w:val="004D5F87"/>
    <w:rsid w:val="004E21FE"/>
    <w:rsid w:val="004E2990"/>
    <w:rsid w:val="004F2468"/>
    <w:rsid w:val="004F37CF"/>
    <w:rsid w:val="004F46ED"/>
    <w:rsid w:val="004F4A3B"/>
    <w:rsid w:val="004F57BB"/>
    <w:rsid w:val="004F7E10"/>
    <w:rsid w:val="00501D7E"/>
    <w:rsid w:val="00505346"/>
    <w:rsid w:val="0050659A"/>
    <w:rsid w:val="00507C67"/>
    <w:rsid w:val="00512D34"/>
    <w:rsid w:val="00514120"/>
    <w:rsid w:val="00514838"/>
    <w:rsid w:val="00514B9F"/>
    <w:rsid w:val="0051639A"/>
    <w:rsid w:val="00525F4B"/>
    <w:rsid w:val="005316F0"/>
    <w:rsid w:val="00537F3F"/>
    <w:rsid w:val="005401C3"/>
    <w:rsid w:val="00550553"/>
    <w:rsid w:val="00550E8F"/>
    <w:rsid w:val="00550E97"/>
    <w:rsid w:val="00552A8F"/>
    <w:rsid w:val="00562E3A"/>
    <w:rsid w:val="0056426B"/>
    <w:rsid w:val="00565D4A"/>
    <w:rsid w:val="0056624B"/>
    <w:rsid w:val="00570FDE"/>
    <w:rsid w:val="00576A97"/>
    <w:rsid w:val="00577D6D"/>
    <w:rsid w:val="00587208"/>
    <w:rsid w:val="00591B34"/>
    <w:rsid w:val="00592F51"/>
    <w:rsid w:val="00595A91"/>
    <w:rsid w:val="005A1376"/>
    <w:rsid w:val="005A328D"/>
    <w:rsid w:val="005B2559"/>
    <w:rsid w:val="005B4159"/>
    <w:rsid w:val="005B601B"/>
    <w:rsid w:val="005B722B"/>
    <w:rsid w:val="005D104B"/>
    <w:rsid w:val="005D177D"/>
    <w:rsid w:val="005D7F8B"/>
    <w:rsid w:val="005E1A76"/>
    <w:rsid w:val="005F2D7F"/>
    <w:rsid w:val="005F7E80"/>
    <w:rsid w:val="0060052A"/>
    <w:rsid w:val="006041FF"/>
    <w:rsid w:val="006069A6"/>
    <w:rsid w:val="00611EED"/>
    <w:rsid w:val="0061241F"/>
    <w:rsid w:val="00613D17"/>
    <w:rsid w:val="0061679D"/>
    <w:rsid w:val="00620FA2"/>
    <w:rsid w:val="00622D95"/>
    <w:rsid w:val="00626878"/>
    <w:rsid w:val="0063779B"/>
    <w:rsid w:val="0064024A"/>
    <w:rsid w:val="00641921"/>
    <w:rsid w:val="0064283C"/>
    <w:rsid w:val="006436D5"/>
    <w:rsid w:val="00647440"/>
    <w:rsid w:val="00647500"/>
    <w:rsid w:val="006543A0"/>
    <w:rsid w:val="00666944"/>
    <w:rsid w:val="0067616B"/>
    <w:rsid w:val="006830EA"/>
    <w:rsid w:val="00686D90"/>
    <w:rsid w:val="00692900"/>
    <w:rsid w:val="006A3DF3"/>
    <w:rsid w:val="006A406F"/>
    <w:rsid w:val="006B6A42"/>
    <w:rsid w:val="006C3E1D"/>
    <w:rsid w:val="006D0994"/>
    <w:rsid w:val="006D4A29"/>
    <w:rsid w:val="006D597F"/>
    <w:rsid w:val="006D7858"/>
    <w:rsid w:val="006E6918"/>
    <w:rsid w:val="006F00B1"/>
    <w:rsid w:val="006F059B"/>
    <w:rsid w:val="006F309A"/>
    <w:rsid w:val="00704720"/>
    <w:rsid w:val="00705178"/>
    <w:rsid w:val="00706C08"/>
    <w:rsid w:val="00710428"/>
    <w:rsid w:val="007120B2"/>
    <w:rsid w:val="00714563"/>
    <w:rsid w:val="0071480C"/>
    <w:rsid w:val="00715381"/>
    <w:rsid w:val="007155E5"/>
    <w:rsid w:val="00717275"/>
    <w:rsid w:val="00722CC0"/>
    <w:rsid w:val="00733EF8"/>
    <w:rsid w:val="00734477"/>
    <w:rsid w:val="00734961"/>
    <w:rsid w:val="00735057"/>
    <w:rsid w:val="0073692E"/>
    <w:rsid w:val="00760EF0"/>
    <w:rsid w:val="007642EC"/>
    <w:rsid w:val="00766987"/>
    <w:rsid w:val="00767693"/>
    <w:rsid w:val="0076778D"/>
    <w:rsid w:val="00770AA3"/>
    <w:rsid w:val="00773E04"/>
    <w:rsid w:val="00774F1F"/>
    <w:rsid w:val="00784DC7"/>
    <w:rsid w:val="0078741A"/>
    <w:rsid w:val="007877C2"/>
    <w:rsid w:val="007900B8"/>
    <w:rsid w:val="007A4F6B"/>
    <w:rsid w:val="007A5206"/>
    <w:rsid w:val="007A52AA"/>
    <w:rsid w:val="007B5B7D"/>
    <w:rsid w:val="007C233D"/>
    <w:rsid w:val="007C411C"/>
    <w:rsid w:val="007C45E2"/>
    <w:rsid w:val="007D062B"/>
    <w:rsid w:val="007D55A1"/>
    <w:rsid w:val="007D5DF5"/>
    <w:rsid w:val="007E4388"/>
    <w:rsid w:val="007E4733"/>
    <w:rsid w:val="007E6094"/>
    <w:rsid w:val="007F00DC"/>
    <w:rsid w:val="007F461D"/>
    <w:rsid w:val="007F517A"/>
    <w:rsid w:val="007F79A1"/>
    <w:rsid w:val="00804B5B"/>
    <w:rsid w:val="0082057C"/>
    <w:rsid w:val="00834414"/>
    <w:rsid w:val="00844F78"/>
    <w:rsid w:val="00852ADA"/>
    <w:rsid w:val="008617E2"/>
    <w:rsid w:val="00861E6F"/>
    <w:rsid w:val="00863054"/>
    <w:rsid w:val="00863DC7"/>
    <w:rsid w:val="0086455A"/>
    <w:rsid w:val="00874994"/>
    <w:rsid w:val="0087581D"/>
    <w:rsid w:val="008769C3"/>
    <w:rsid w:val="00881108"/>
    <w:rsid w:val="00883559"/>
    <w:rsid w:val="00884254"/>
    <w:rsid w:val="008850CD"/>
    <w:rsid w:val="008876E7"/>
    <w:rsid w:val="00893B31"/>
    <w:rsid w:val="0089459D"/>
    <w:rsid w:val="008A54A2"/>
    <w:rsid w:val="008A6306"/>
    <w:rsid w:val="008B0F64"/>
    <w:rsid w:val="008B2107"/>
    <w:rsid w:val="008B548E"/>
    <w:rsid w:val="008C383B"/>
    <w:rsid w:val="008C637C"/>
    <w:rsid w:val="008D1A4D"/>
    <w:rsid w:val="008D526E"/>
    <w:rsid w:val="008D6E1E"/>
    <w:rsid w:val="008E0F6C"/>
    <w:rsid w:val="008F5679"/>
    <w:rsid w:val="008F70C6"/>
    <w:rsid w:val="00901366"/>
    <w:rsid w:val="0091237D"/>
    <w:rsid w:val="00921B36"/>
    <w:rsid w:val="009255FA"/>
    <w:rsid w:val="009263B6"/>
    <w:rsid w:val="009300FC"/>
    <w:rsid w:val="00933C06"/>
    <w:rsid w:val="00933D3F"/>
    <w:rsid w:val="009345DA"/>
    <w:rsid w:val="00934C0D"/>
    <w:rsid w:val="00936032"/>
    <w:rsid w:val="0094142C"/>
    <w:rsid w:val="009423A3"/>
    <w:rsid w:val="00947DBC"/>
    <w:rsid w:val="00950FB1"/>
    <w:rsid w:val="00951F95"/>
    <w:rsid w:val="00953D71"/>
    <w:rsid w:val="009547C3"/>
    <w:rsid w:val="00956228"/>
    <w:rsid w:val="00960592"/>
    <w:rsid w:val="0096172B"/>
    <w:rsid w:val="00985BE5"/>
    <w:rsid w:val="009875E6"/>
    <w:rsid w:val="00995F4E"/>
    <w:rsid w:val="0099645D"/>
    <w:rsid w:val="00997FDC"/>
    <w:rsid w:val="009A0179"/>
    <w:rsid w:val="009A17B4"/>
    <w:rsid w:val="009A1BC0"/>
    <w:rsid w:val="009A41FA"/>
    <w:rsid w:val="009A4F32"/>
    <w:rsid w:val="009A5654"/>
    <w:rsid w:val="009A5E65"/>
    <w:rsid w:val="009B6BC1"/>
    <w:rsid w:val="009C3C61"/>
    <w:rsid w:val="009C6498"/>
    <w:rsid w:val="009C6DEC"/>
    <w:rsid w:val="009D4305"/>
    <w:rsid w:val="009E1388"/>
    <w:rsid w:val="009E62A4"/>
    <w:rsid w:val="009F286A"/>
    <w:rsid w:val="009F7E68"/>
    <w:rsid w:val="00A039A2"/>
    <w:rsid w:val="00A12D13"/>
    <w:rsid w:val="00A13D5A"/>
    <w:rsid w:val="00A13EF4"/>
    <w:rsid w:val="00A17E53"/>
    <w:rsid w:val="00A24701"/>
    <w:rsid w:val="00A26D02"/>
    <w:rsid w:val="00A34BAF"/>
    <w:rsid w:val="00A37B79"/>
    <w:rsid w:val="00A50A16"/>
    <w:rsid w:val="00A564F0"/>
    <w:rsid w:val="00A60EFF"/>
    <w:rsid w:val="00A62A47"/>
    <w:rsid w:val="00A64864"/>
    <w:rsid w:val="00A657B1"/>
    <w:rsid w:val="00A6609B"/>
    <w:rsid w:val="00A716A6"/>
    <w:rsid w:val="00A80054"/>
    <w:rsid w:val="00A855D6"/>
    <w:rsid w:val="00A90AED"/>
    <w:rsid w:val="00AA1B72"/>
    <w:rsid w:val="00AA6A4A"/>
    <w:rsid w:val="00AA7532"/>
    <w:rsid w:val="00AB3ECF"/>
    <w:rsid w:val="00AB4147"/>
    <w:rsid w:val="00AB4943"/>
    <w:rsid w:val="00AB5973"/>
    <w:rsid w:val="00AB7D91"/>
    <w:rsid w:val="00AC6A9D"/>
    <w:rsid w:val="00AC739D"/>
    <w:rsid w:val="00AD402E"/>
    <w:rsid w:val="00AE4E2E"/>
    <w:rsid w:val="00AE5B73"/>
    <w:rsid w:val="00AE6673"/>
    <w:rsid w:val="00AE746F"/>
    <w:rsid w:val="00AF0220"/>
    <w:rsid w:val="00AF22AD"/>
    <w:rsid w:val="00AF6D46"/>
    <w:rsid w:val="00B04122"/>
    <w:rsid w:val="00B043D5"/>
    <w:rsid w:val="00B071F2"/>
    <w:rsid w:val="00B128D9"/>
    <w:rsid w:val="00B22A56"/>
    <w:rsid w:val="00B34617"/>
    <w:rsid w:val="00B3476B"/>
    <w:rsid w:val="00B34869"/>
    <w:rsid w:val="00B352BD"/>
    <w:rsid w:val="00B35326"/>
    <w:rsid w:val="00B41E4B"/>
    <w:rsid w:val="00B47C91"/>
    <w:rsid w:val="00B62752"/>
    <w:rsid w:val="00B64C97"/>
    <w:rsid w:val="00B66645"/>
    <w:rsid w:val="00B71A66"/>
    <w:rsid w:val="00B74F45"/>
    <w:rsid w:val="00B77DB4"/>
    <w:rsid w:val="00B80907"/>
    <w:rsid w:val="00B81060"/>
    <w:rsid w:val="00B85348"/>
    <w:rsid w:val="00B861DF"/>
    <w:rsid w:val="00B8735C"/>
    <w:rsid w:val="00B90F5C"/>
    <w:rsid w:val="00B919AC"/>
    <w:rsid w:val="00B95C03"/>
    <w:rsid w:val="00B979F4"/>
    <w:rsid w:val="00BA18D5"/>
    <w:rsid w:val="00BA341D"/>
    <w:rsid w:val="00BB4504"/>
    <w:rsid w:val="00BB6385"/>
    <w:rsid w:val="00BB79D4"/>
    <w:rsid w:val="00BC0C9C"/>
    <w:rsid w:val="00BC3ED9"/>
    <w:rsid w:val="00BD1099"/>
    <w:rsid w:val="00BD113A"/>
    <w:rsid w:val="00BD34E8"/>
    <w:rsid w:val="00BD75C3"/>
    <w:rsid w:val="00BE06BC"/>
    <w:rsid w:val="00C0122C"/>
    <w:rsid w:val="00C03E0B"/>
    <w:rsid w:val="00C054E8"/>
    <w:rsid w:val="00C12DBF"/>
    <w:rsid w:val="00C1463C"/>
    <w:rsid w:val="00C17771"/>
    <w:rsid w:val="00C23544"/>
    <w:rsid w:val="00C30C7D"/>
    <w:rsid w:val="00C46997"/>
    <w:rsid w:val="00C50C5E"/>
    <w:rsid w:val="00C61644"/>
    <w:rsid w:val="00C91BD3"/>
    <w:rsid w:val="00C91E69"/>
    <w:rsid w:val="00CA4728"/>
    <w:rsid w:val="00CA6CB8"/>
    <w:rsid w:val="00CB0035"/>
    <w:rsid w:val="00CB029D"/>
    <w:rsid w:val="00CB177A"/>
    <w:rsid w:val="00CB19A2"/>
    <w:rsid w:val="00CB4E3B"/>
    <w:rsid w:val="00CB774C"/>
    <w:rsid w:val="00CC39EF"/>
    <w:rsid w:val="00CD7DE3"/>
    <w:rsid w:val="00CE0E79"/>
    <w:rsid w:val="00CE7415"/>
    <w:rsid w:val="00CF1B2F"/>
    <w:rsid w:val="00CF361C"/>
    <w:rsid w:val="00CF4DF0"/>
    <w:rsid w:val="00D01993"/>
    <w:rsid w:val="00D043D5"/>
    <w:rsid w:val="00D074F3"/>
    <w:rsid w:val="00D10B09"/>
    <w:rsid w:val="00D148F0"/>
    <w:rsid w:val="00D15C93"/>
    <w:rsid w:val="00D24E5F"/>
    <w:rsid w:val="00D35707"/>
    <w:rsid w:val="00D35879"/>
    <w:rsid w:val="00D422E3"/>
    <w:rsid w:val="00D45BA0"/>
    <w:rsid w:val="00D524E5"/>
    <w:rsid w:val="00D5285E"/>
    <w:rsid w:val="00D54A13"/>
    <w:rsid w:val="00D61B70"/>
    <w:rsid w:val="00D62460"/>
    <w:rsid w:val="00D63336"/>
    <w:rsid w:val="00D64952"/>
    <w:rsid w:val="00D73D66"/>
    <w:rsid w:val="00D74178"/>
    <w:rsid w:val="00D77361"/>
    <w:rsid w:val="00D91A78"/>
    <w:rsid w:val="00D931E2"/>
    <w:rsid w:val="00D93921"/>
    <w:rsid w:val="00D946CA"/>
    <w:rsid w:val="00DA162F"/>
    <w:rsid w:val="00DA1771"/>
    <w:rsid w:val="00DA4644"/>
    <w:rsid w:val="00DA655D"/>
    <w:rsid w:val="00DB0F79"/>
    <w:rsid w:val="00DB288D"/>
    <w:rsid w:val="00DB3E45"/>
    <w:rsid w:val="00DB74C5"/>
    <w:rsid w:val="00DC3D8F"/>
    <w:rsid w:val="00DC46D7"/>
    <w:rsid w:val="00DD23FC"/>
    <w:rsid w:val="00DD38B0"/>
    <w:rsid w:val="00DE00BA"/>
    <w:rsid w:val="00DE0A7F"/>
    <w:rsid w:val="00DE26D8"/>
    <w:rsid w:val="00DE7359"/>
    <w:rsid w:val="00DF2C43"/>
    <w:rsid w:val="00DF4AEF"/>
    <w:rsid w:val="00DF6CF2"/>
    <w:rsid w:val="00E00AC0"/>
    <w:rsid w:val="00E00D57"/>
    <w:rsid w:val="00E02D46"/>
    <w:rsid w:val="00E03CFB"/>
    <w:rsid w:val="00E1745C"/>
    <w:rsid w:val="00E211FC"/>
    <w:rsid w:val="00E21B31"/>
    <w:rsid w:val="00E30D71"/>
    <w:rsid w:val="00E34755"/>
    <w:rsid w:val="00E3779A"/>
    <w:rsid w:val="00E40D8C"/>
    <w:rsid w:val="00E414B8"/>
    <w:rsid w:val="00E43783"/>
    <w:rsid w:val="00E473B3"/>
    <w:rsid w:val="00E50965"/>
    <w:rsid w:val="00E512CF"/>
    <w:rsid w:val="00E52B73"/>
    <w:rsid w:val="00E549D0"/>
    <w:rsid w:val="00E55560"/>
    <w:rsid w:val="00E56D76"/>
    <w:rsid w:val="00E57E26"/>
    <w:rsid w:val="00E605CB"/>
    <w:rsid w:val="00E6395C"/>
    <w:rsid w:val="00E63BBA"/>
    <w:rsid w:val="00E6663E"/>
    <w:rsid w:val="00E70751"/>
    <w:rsid w:val="00E714B7"/>
    <w:rsid w:val="00E730F9"/>
    <w:rsid w:val="00E75325"/>
    <w:rsid w:val="00E85C48"/>
    <w:rsid w:val="00E86870"/>
    <w:rsid w:val="00E8742E"/>
    <w:rsid w:val="00E92029"/>
    <w:rsid w:val="00EA19F2"/>
    <w:rsid w:val="00EA2C5C"/>
    <w:rsid w:val="00EA612E"/>
    <w:rsid w:val="00EB2602"/>
    <w:rsid w:val="00EB62C7"/>
    <w:rsid w:val="00EC2709"/>
    <w:rsid w:val="00EC29B6"/>
    <w:rsid w:val="00EC3F48"/>
    <w:rsid w:val="00EC43F8"/>
    <w:rsid w:val="00ED03FC"/>
    <w:rsid w:val="00ED2015"/>
    <w:rsid w:val="00ED271D"/>
    <w:rsid w:val="00ED54AC"/>
    <w:rsid w:val="00EE32F4"/>
    <w:rsid w:val="00EF36AD"/>
    <w:rsid w:val="00EF3E58"/>
    <w:rsid w:val="00EF48C3"/>
    <w:rsid w:val="00EF4A70"/>
    <w:rsid w:val="00F176A4"/>
    <w:rsid w:val="00F20B0D"/>
    <w:rsid w:val="00F21AED"/>
    <w:rsid w:val="00F2363E"/>
    <w:rsid w:val="00F329CF"/>
    <w:rsid w:val="00F32EDE"/>
    <w:rsid w:val="00F3524B"/>
    <w:rsid w:val="00F35A24"/>
    <w:rsid w:val="00F35DD2"/>
    <w:rsid w:val="00F360BA"/>
    <w:rsid w:val="00F410C2"/>
    <w:rsid w:val="00F4789F"/>
    <w:rsid w:val="00F50DAC"/>
    <w:rsid w:val="00F55B48"/>
    <w:rsid w:val="00F5690A"/>
    <w:rsid w:val="00F57691"/>
    <w:rsid w:val="00F6058F"/>
    <w:rsid w:val="00F609B5"/>
    <w:rsid w:val="00F61828"/>
    <w:rsid w:val="00F8468B"/>
    <w:rsid w:val="00F8598D"/>
    <w:rsid w:val="00F85DF1"/>
    <w:rsid w:val="00F8613D"/>
    <w:rsid w:val="00F9786D"/>
    <w:rsid w:val="00FA2752"/>
    <w:rsid w:val="00FA5287"/>
    <w:rsid w:val="00FA6D03"/>
    <w:rsid w:val="00FA77C9"/>
    <w:rsid w:val="00FC0F42"/>
    <w:rsid w:val="00FC46AA"/>
    <w:rsid w:val="00FC7377"/>
    <w:rsid w:val="00FD41F9"/>
    <w:rsid w:val="00FD4AF0"/>
    <w:rsid w:val="00FD76F7"/>
    <w:rsid w:val="00FE52D9"/>
    <w:rsid w:val="00FF0B9B"/>
    <w:rsid w:val="00FF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,2,3,4"/>
    </o:shapelayout>
  </w:shapeDefaults>
  <w:decimalSymbol w:val=","/>
  <w:listSeparator w:val=";"/>
  <w15:chartTrackingRefBased/>
  <w15:docId w15:val="{F764C504-1BF8-4C28-A5A3-26419105F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F517A"/>
    <w:rPr>
      <w:sz w:val="22"/>
      <w:szCs w:val="22"/>
    </w:rPr>
  </w:style>
  <w:style w:type="paragraph" w:styleId="Kop1">
    <w:name w:val="heading 1"/>
    <w:basedOn w:val="Standaard"/>
    <w:next w:val="Standaard"/>
    <w:qFormat/>
    <w:rsid w:val="004877F8"/>
    <w:pPr>
      <w:keepNext/>
      <w:outlineLvl w:val="0"/>
    </w:pPr>
    <w:rPr>
      <w:rFonts w:ascii="Arial" w:hAnsi="Arial"/>
      <w:sz w:val="24"/>
      <w:szCs w:val="24"/>
      <w:u w:val="single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Voettekst">
    <w:name w:val="footer"/>
    <w:basedOn w:val="Standaard"/>
    <w:rsid w:val="006B6A42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6B6A42"/>
  </w:style>
  <w:style w:type="paragraph" w:styleId="Ballontekst">
    <w:name w:val="Balloon Text"/>
    <w:basedOn w:val="Standaard"/>
    <w:semiHidden/>
    <w:rsid w:val="007C411C"/>
    <w:rPr>
      <w:rFonts w:ascii="Tahoma" w:hAnsi="Tahoma" w:cs="Tahoma"/>
      <w:sz w:val="16"/>
      <w:szCs w:val="16"/>
    </w:rPr>
  </w:style>
  <w:style w:type="table" w:styleId="Tabelraster">
    <w:name w:val="Table Grid"/>
    <w:aliases w:val="Tabelopmaak,ITS"/>
    <w:basedOn w:val="Standaardtabel"/>
    <w:rsid w:val="000D5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rsid w:val="00235DE4"/>
    <w:rPr>
      <w:b/>
      <w:bCs/>
      <w:sz w:val="24"/>
      <w:szCs w:val="24"/>
    </w:rPr>
  </w:style>
  <w:style w:type="paragraph" w:styleId="Plattetekstinspringen">
    <w:name w:val="Body Text Indent"/>
    <w:basedOn w:val="Standaard"/>
    <w:link w:val="PlattetekstinspringenChar"/>
    <w:rsid w:val="00717275"/>
    <w:pPr>
      <w:spacing w:after="120"/>
      <w:ind w:left="283"/>
    </w:pPr>
  </w:style>
  <w:style w:type="paragraph" w:styleId="Koptekst">
    <w:name w:val="header"/>
    <w:basedOn w:val="Standaard"/>
    <w:rsid w:val="00DF6CF2"/>
    <w:pPr>
      <w:tabs>
        <w:tab w:val="center" w:pos="4536"/>
        <w:tab w:val="right" w:pos="9072"/>
      </w:tabs>
    </w:pPr>
  </w:style>
  <w:style w:type="paragraph" w:styleId="Plattetekst3">
    <w:name w:val="Body Text 3"/>
    <w:basedOn w:val="Standaard"/>
    <w:rsid w:val="004877F8"/>
    <w:pPr>
      <w:spacing w:after="120"/>
    </w:pPr>
    <w:rPr>
      <w:sz w:val="16"/>
      <w:szCs w:val="16"/>
    </w:rPr>
  </w:style>
  <w:style w:type="paragraph" w:customStyle="1" w:styleId="Kop">
    <w:name w:val="Kop"/>
    <w:basedOn w:val="Standaard"/>
    <w:next w:val="Standaard"/>
    <w:rsid w:val="004877F8"/>
    <w:pPr>
      <w:pBdr>
        <w:top w:val="single" w:sz="6" w:space="4" w:color="auto"/>
        <w:bottom w:val="single" w:sz="6" w:space="4" w:color="auto"/>
      </w:pBdr>
      <w:spacing w:line="240" w:lineRule="atLeast"/>
    </w:pPr>
    <w:rPr>
      <w:szCs w:val="24"/>
    </w:rPr>
  </w:style>
  <w:style w:type="paragraph" w:styleId="Titel">
    <w:name w:val="Title"/>
    <w:basedOn w:val="Standaard"/>
    <w:qFormat/>
    <w:rsid w:val="004877F8"/>
    <w:pPr>
      <w:spacing w:before="240" w:after="60" w:line="240" w:lineRule="atLeast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PlattetekstinspringenChar">
    <w:name w:val="Platte tekst inspringen Char"/>
    <w:basedOn w:val="Standaardalinea-lettertype"/>
    <w:link w:val="Plattetekstinspringen"/>
    <w:locked/>
    <w:rsid w:val="00A50A16"/>
    <w:rPr>
      <w:sz w:val="22"/>
      <w:szCs w:val="22"/>
      <w:lang w:val="nl-NL" w:eastAsia="nl-NL" w:bidi="ar-SA"/>
    </w:rPr>
  </w:style>
  <w:style w:type="paragraph" w:customStyle="1" w:styleId="hokjesok">
    <w:name w:val="hokjes ok"/>
    <w:basedOn w:val="Standaard"/>
    <w:link w:val="hokjesokChar"/>
    <w:rsid w:val="001B7FC8"/>
    <w:pPr>
      <w:numPr>
        <w:ilvl w:val="1"/>
        <w:numId w:val="6"/>
      </w:numPr>
    </w:pPr>
  </w:style>
  <w:style w:type="character" w:customStyle="1" w:styleId="hokjesokChar">
    <w:name w:val="hokjes ok Char"/>
    <w:basedOn w:val="Standaardalinea-lettertype"/>
    <w:link w:val="hokjesok"/>
    <w:rsid w:val="001B7FC8"/>
    <w:rPr>
      <w:sz w:val="22"/>
      <w:szCs w:val="22"/>
      <w:lang w:val="nl-NL" w:eastAsia="nl-NL" w:bidi="ar-SA"/>
    </w:rPr>
  </w:style>
  <w:style w:type="character" w:customStyle="1" w:styleId="CharChar">
    <w:name w:val=" Char Char"/>
    <w:basedOn w:val="Standaardalinea-lettertype"/>
    <w:locked/>
    <w:rsid w:val="00FD76F7"/>
    <w:rPr>
      <w:sz w:val="22"/>
      <w:szCs w:val="22"/>
      <w:lang w:val="nl-NL" w:eastAsia="nl-NL" w:bidi="ar-SA"/>
    </w:rPr>
  </w:style>
  <w:style w:type="character" w:customStyle="1" w:styleId="BodyTextIndentChar">
    <w:name w:val="Body Text Indent Char"/>
    <w:basedOn w:val="Standaardalinea-lettertype"/>
    <w:semiHidden/>
    <w:locked/>
    <w:rsid w:val="002F13F5"/>
    <w:rPr>
      <w:rFonts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3" Type="http://schemas.openxmlformats.org/officeDocument/2006/relationships/customXml" Target="../customXml/item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ZinlBibMeetInstrumentDoc" ma:contentTypeID="0x0101008FBCB55CC47A443CB772F1C35369E5E300E1DD743A00D248DCAE2242640CE6C5720023CAC21B3571694D8574405A29AB624B" ma:contentTypeVersion="173" ma:contentTypeDescription="Content type for CT MeetInstrument" ma:contentTypeScope="" ma:versionID="5b862b9456f367306179e5f0931029cd">
  <xsd:schema xmlns:xsd="http://www.w3.org/2001/XMLSchema" xmlns:xs="http://www.w3.org/2001/XMLSchema" xmlns:p="http://schemas.microsoft.com/office/2006/metadata/properties" xmlns:ns1="http://schemas.microsoft.com/sharepoint/v3" xmlns:ns2="fd2069cc-00ae-4f60-8ff8-57f81a5b98cd" targetNamespace="http://schemas.microsoft.com/office/2006/metadata/properties" ma:root="true" ma:fieldsID="1368f8b340346add2fbcfe77a774b19c" ns1:_="" ns2:_="">
    <xsd:import namespace="http://schemas.microsoft.com/sharepoint/v3"/>
    <xsd:import namespace="fd2069cc-00ae-4f60-8ff8-57f81a5b98cd"/>
    <xsd:element name="properties">
      <xsd:complexType>
        <xsd:sequence>
          <xsd:element name="documentManagement">
            <xsd:complexType>
              <xsd:all>
                <xsd:element ref="ns1:Ontwikkeldatum"/>
                <xsd:element ref="ns1:Anders" minOccurs="0"/>
                <xsd:element ref="ns2:Notities" minOccurs="0"/>
                <xsd:element ref="ns1:Openbaarzetten" minOccurs="0"/>
                <xsd:element ref="ns1:Versienummer" minOccurs="0"/>
                <xsd:element ref="ns1:Meetinstru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ntwikkeldatum" ma:index="8" ma:displayName="Publicatiedatum" ma:description="" ma:format="DateOnly" ma:internalName="Ontwikkeldatum">
      <xsd:simpleType>
        <xsd:restriction base="dms:DateTime"/>
      </xsd:simpleType>
    </xsd:element>
    <xsd:element name="Anders" ma:index="9" nillable="true" ma:displayName="Anders nl." ma:description="Anders nl." ma:hidden="true" ma:internalName="Anders">
      <xsd:simpleType>
        <xsd:restriction base="dms:Note"/>
      </xsd:simpleType>
    </xsd:element>
    <xsd:element name="Openbaarzetten" ma:index="11" nillable="true" ma:displayName="Wilt u het bestand openbaar zetten?" ma:default="Openbaar" ma:description="" ma:format="RadioButtons" ma:internalName="Openbaarzetten">
      <xsd:simpleType>
        <xsd:restriction base="dms:Choice">
          <xsd:enumeration value="Openbaar"/>
          <xsd:enumeration value="Alleen voor beheerders"/>
        </xsd:restriction>
      </xsd:simpleType>
    </xsd:element>
    <xsd:element name="Versienummer" ma:index="12" nillable="true" ma:displayName="Versienummer" ma:description="" ma:internalName="Versienummer">
      <xsd:simpleType>
        <xsd:restriction base="dms:Text"/>
      </xsd:simpleType>
    </xsd:element>
    <xsd:element name="MeetinstrumentType" ma:index="13" nillable="true" ma:displayName="Meetinstrument type" ma:default="Indicator" ma:description="" ma:format="Dropdown" ma:internalName="MeetinstrumentType">
      <xsd:simpleType>
        <xsd:restriction base="dms:Choice">
          <xsd:enumeration value="Indicator"/>
          <xsd:enumeration value="Indicatorset"/>
          <xsd:enumeration value="Vragenlijst"/>
          <xsd:enumeration value="Werkinstructie"/>
          <xsd:enumeration value="Procesbeschrijving"/>
          <xsd:enumeration value="Rapport"/>
          <xsd:enumeration value="Aanbiedingsformulier"/>
          <xsd:enumeration value="Overi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069cc-00ae-4f60-8ff8-57f81a5b98cd" elementFormDefault="qualified">
    <xsd:import namespace="http://schemas.microsoft.com/office/2006/documentManagement/types"/>
    <xsd:import namespace="http://schemas.microsoft.com/office/infopath/2007/PartnerControls"/>
    <xsd:element name="Notities" ma:index="10" nillable="true" ma:displayName="Notities" ma:internalName="Notit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21708e5-2dfc-4d87-9420-7967329ca836" ContentTypeId="0x0101008FBCB55CC47A443CB772F1C35369E5E300E1DD743A00D248DCAE2242640CE6C572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ntwikkeldatum xmlns="http://schemas.microsoft.com/sharepoint/v3">2010-03-31T22:00:00+00:00</Ontwikkeldatum>
    <Notities xmlns="fd2069cc-00ae-4f60-8ff8-57f81a5b98cd" xsi:nil="true"/>
    <Anders xmlns="http://schemas.microsoft.com/sharepoint/v3">&lt;div&gt;&lt;/div&gt;</Anders>
    <MeetinstrumentType xmlns="http://schemas.microsoft.com/sharepoint/v3">Vragenlijst</MeetinstrumentType>
    <Openbaarzetten xmlns="http://schemas.microsoft.com/sharepoint/v3">Openbaar</Openbaarzetten>
    <Versienummer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E5E876A-7BE3-4CFD-8FFE-37813067A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d2069cc-00ae-4f60-8ff8-57f81a5b9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94BD04-649F-43B9-91B7-D14BF0ED59B4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8965550D-6C0C-47B2-AA4C-779344A8BB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480DE3-BC95-402F-B984-76A55428063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7BD3D683-9309-431B-B9E9-0DEC4B175B12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fd2069cc-00ae-4f60-8ff8-57f81a5b98c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4E127AAA.dotm</Template>
  <TotalTime>0</TotalTime>
  <Pages>15</Pages>
  <Words>2808</Words>
  <Characters>15448</Characters>
  <Application>Microsoft Office Word</Application>
  <DocSecurity>0</DocSecurity>
  <Lines>128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Vragenlijst CQ-index Lichamelijke Gehandicaptenzorg (Dagbesteding)</vt:lpstr>
    </vt:vector>
  </TitlesOfParts>
  <Company/>
  <LinksUpToDate>false</LinksUpToDate>
  <CharactersWithSpaces>18220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Vragenlijst CQ-index Lichamelijke Gehandicaptenzorg (Dagbesteding)</dc:title>
  <dc:subject/>
  <dc:creator>ITS</dc:creator>
  <cp:keywords/>
  <dc:description/>
  <cp:lastModifiedBy>Rijk, mw. J. de</cp:lastModifiedBy>
  <cp:revision>2</cp:revision>
  <cp:lastPrinted>2010-04-22T10:20:00Z</cp:lastPrinted>
  <dcterms:created xsi:type="dcterms:W3CDTF">2019-03-18T11:41:00Z</dcterms:created>
  <dcterms:modified xsi:type="dcterms:W3CDTF">2019-03-18T11:41:00Z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enmerknamen">
    <vt:lpwstr>&lt;div&gt;&lt;/div&gt;</vt:lpwstr>
  </property>
  <property fmtid="{D5CDD505-2E9C-101B-9397-08002B2CF9AE}" pid="3" name="Ambitiesvoordoorontwikkeling">
    <vt:lpwstr>Opname Register</vt:lpwstr>
  </property>
  <property fmtid="{D5CDD505-2E9C-101B-9397-08002B2CF9AE}" pid="4" name="Financieringsbron">
    <vt:lpwstr>Niet van toepassing</vt:lpwstr>
  </property>
  <property fmtid="{D5CDD505-2E9C-101B-9397-08002B2CF9AE}" pid="5" name="Productenmerknamengenoemd">
    <vt:lpwstr>Niet van toepassing</vt:lpwstr>
  </property>
</Properties>
</file>